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9572DF" w14:textId="5AAA53E0" w:rsidR="00C42AF5" w:rsidRDefault="00E47DD3" w:rsidP="00316F1A">
      <w:pPr>
        <w:pStyle w:val="Heading1"/>
        <w:rPr>
          <w:sz w:val="16"/>
          <w:shd w:val="clear" w:color="auto" w:fill="FFFFFF"/>
          <w:lang w:eastAsia="zh-TW"/>
        </w:rPr>
      </w:pPr>
      <w:r>
        <w:t>1NC</w:t>
      </w:r>
    </w:p>
    <w:p w14:paraId="1E6492FB" w14:textId="77777777" w:rsidR="00C42AF5" w:rsidRPr="00C42AF5" w:rsidRDefault="00C42AF5" w:rsidP="00C42AF5">
      <w:pPr>
        <w:rPr>
          <w:sz w:val="16"/>
          <w:shd w:val="clear" w:color="auto" w:fill="FFFFFF"/>
          <w:lang w:eastAsia="zh-TW"/>
        </w:rPr>
      </w:pPr>
    </w:p>
    <w:p w14:paraId="0F2512B3" w14:textId="2A842798" w:rsidR="00544830" w:rsidRPr="000914BB" w:rsidRDefault="00F91E84" w:rsidP="00544830">
      <w:pPr>
        <w:pStyle w:val="Tag"/>
        <w:rPr>
          <w:rFonts w:cs="Arial"/>
        </w:rPr>
      </w:pPr>
      <w:r>
        <w:rPr>
          <w:rFonts w:cs="Arial"/>
        </w:rPr>
        <w:t xml:space="preserve">I negate. </w:t>
      </w:r>
      <w:r w:rsidR="00544830">
        <w:rPr>
          <w:rFonts w:cs="Arial"/>
        </w:rPr>
        <w:t xml:space="preserve">We take actions for a purpose, and </w:t>
      </w:r>
      <w:r>
        <w:rPr>
          <w:rFonts w:cs="Arial"/>
        </w:rPr>
        <w:t xml:space="preserve">have </w:t>
      </w:r>
      <w:r w:rsidR="00544830">
        <w:rPr>
          <w:rFonts w:cs="Arial"/>
        </w:rPr>
        <w:t xml:space="preserve">those purposes </w:t>
      </w:r>
      <w:r>
        <w:rPr>
          <w:rFonts w:cs="Arial"/>
        </w:rPr>
        <w:t xml:space="preserve">because of </w:t>
      </w:r>
      <w:r w:rsidR="00544830">
        <w:rPr>
          <w:rFonts w:cs="Arial"/>
        </w:rPr>
        <w:t>higher purposes, but the justification for action must end somewhere, with self-evidence purposes. These a</w:t>
      </w:r>
      <w:bookmarkStart w:id="0" w:name="_GoBack"/>
      <w:bookmarkEnd w:id="0"/>
      <w:r w:rsidR="00544830">
        <w:rPr>
          <w:rFonts w:cs="Arial"/>
        </w:rPr>
        <w:t xml:space="preserve">re basic goods. </w:t>
      </w:r>
      <w:proofErr w:type="spellStart"/>
      <w:r w:rsidR="00544830">
        <w:rPr>
          <w:rFonts w:cs="Arial"/>
        </w:rPr>
        <w:t>Grisez</w:t>
      </w:r>
      <w:proofErr w:type="spellEnd"/>
      <w:r w:rsidR="00544830">
        <w:rPr>
          <w:rFonts w:cs="Arial"/>
        </w:rPr>
        <w:t xml:space="preserve">: </w:t>
      </w:r>
    </w:p>
    <w:p w14:paraId="1C4B270F" w14:textId="77777777" w:rsidR="00544830" w:rsidRDefault="00544830" w:rsidP="00544830"/>
    <w:p w14:paraId="7F08C986" w14:textId="77777777" w:rsidR="00E66C4C" w:rsidRPr="00D532B5" w:rsidRDefault="00E66C4C" w:rsidP="00E66C4C">
      <w:pPr>
        <w:rPr>
          <w:sz w:val="16"/>
        </w:rPr>
      </w:pPr>
      <w:proofErr w:type="spellStart"/>
      <w:r w:rsidRPr="00D532B5">
        <w:rPr>
          <w:sz w:val="16"/>
        </w:rPr>
        <w:t>Germain</w:t>
      </w:r>
      <w:proofErr w:type="spellEnd"/>
      <w:r w:rsidRPr="00D532B5">
        <w:rPr>
          <w:sz w:val="16"/>
        </w:rPr>
        <w:t xml:space="preserve"> </w:t>
      </w:r>
      <w:proofErr w:type="spellStart"/>
      <w:r w:rsidRPr="00D532B5">
        <w:rPr>
          <w:sz w:val="16"/>
        </w:rPr>
        <w:t>Grisez</w:t>
      </w:r>
      <w:proofErr w:type="spellEnd"/>
      <w:r w:rsidRPr="00D532B5">
        <w:rPr>
          <w:sz w:val="16"/>
        </w:rPr>
        <w:t xml:space="preserve">, Joseph Boyle, and John </w:t>
      </w:r>
      <w:proofErr w:type="spellStart"/>
      <w:r w:rsidRPr="00D532B5">
        <w:rPr>
          <w:sz w:val="16"/>
        </w:rPr>
        <w:t>Finnis</w:t>
      </w:r>
      <w:proofErr w:type="spellEnd"/>
      <w:r w:rsidRPr="00D532B5">
        <w:rPr>
          <w:sz w:val="16"/>
        </w:rPr>
        <w:t>, “Practical Principles, Moral Truth, and Ultimate Ends”, A</w:t>
      </w:r>
      <w:r w:rsidRPr="00D532B5">
        <w:rPr>
          <w:rFonts w:cs="Helvetica"/>
          <w:color w:val="000000"/>
          <w:sz w:val="16"/>
          <w:szCs w:val="24"/>
        </w:rPr>
        <w:t>merican Journal of Jurisdiction vol. 32, 1987. RK</w:t>
      </w:r>
    </w:p>
    <w:p w14:paraId="44760774" w14:textId="77777777" w:rsidR="00E66C4C" w:rsidRDefault="00E66C4C" w:rsidP="00544830"/>
    <w:p w14:paraId="0A262F9D" w14:textId="77777777" w:rsidR="00544830" w:rsidRPr="000914BB" w:rsidRDefault="00544830" w:rsidP="00544830">
      <w:pPr>
        <w:rPr>
          <w:rFonts w:cs="Arial"/>
          <w:sz w:val="16"/>
        </w:rPr>
      </w:pPr>
      <w:r w:rsidRPr="000914BB">
        <w:rPr>
          <w:rFonts w:cs="Arial"/>
          <w:sz w:val="16"/>
        </w:rPr>
        <w:t xml:space="preserve">Even </w:t>
      </w:r>
      <w:r w:rsidRPr="000914BB">
        <w:rPr>
          <w:rFonts w:cs="Arial"/>
          <w:sz w:val="16"/>
          <w:szCs w:val="21"/>
        </w:rPr>
        <w:t xml:space="preserve">when </w:t>
      </w:r>
      <w:r w:rsidRPr="000914BB">
        <w:rPr>
          <w:rFonts w:cs="Arial"/>
          <w:sz w:val="16"/>
        </w:rPr>
        <w:t xml:space="preserve">one's purpose </w:t>
      </w:r>
      <w:r w:rsidRPr="000914BB">
        <w:rPr>
          <w:rFonts w:cs="Arial"/>
          <w:sz w:val="16"/>
          <w:szCs w:val="20"/>
        </w:rPr>
        <w:t xml:space="preserve">is </w:t>
      </w:r>
      <w:r w:rsidRPr="000914BB">
        <w:rPr>
          <w:rFonts w:cs="Arial"/>
          <w:sz w:val="16"/>
        </w:rPr>
        <w:t xml:space="preserve">not distinct from one's action, </w:t>
      </w:r>
      <w:r w:rsidRPr="000914BB">
        <w:rPr>
          <w:rStyle w:val="UnderlineBold"/>
        </w:rPr>
        <w:t>something about the action underlies one's rational interest in doing it</w:t>
      </w:r>
      <w:r w:rsidRPr="000914BB">
        <w:rPr>
          <w:rFonts w:cs="Arial"/>
          <w:sz w:val="16"/>
          <w:szCs w:val="21"/>
        </w:rPr>
        <w:t xml:space="preserve">. </w:t>
      </w:r>
      <w:r w:rsidRPr="000914BB">
        <w:rPr>
          <w:rFonts w:cs="Arial"/>
          <w:sz w:val="16"/>
        </w:rPr>
        <w:t xml:space="preserve">One's reasons for playing </w:t>
      </w:r>
      <w:r w:rsidRPr="000914BB">
        <w:rPr>
          <w:rFonts w:cs="Arial"/>
          <w:sz w:val="16"/>
          <w:szCs w:val="21"/>
        </w:rPr>
        <w:t xml:space="preserve">a </w:t>
      </w:r>
      <w:r w:rsidRPr="000914BB">
        <w:rPr>
          <w:rFonts w:cs="Arial"/>
          <w:sz w:val="16"/>
        </w:rPr>
        <w:t xml:space="preserve">particular game or reading a particular novel are goods </w:t>
      </w:r>
      <w:r w:rsidRPr="000914BB">
        <w:rPr>
          <w:rFonts w:cs="Arial"/>
          <w:sz w:val="16"/>
          <w:szCs w:val="21"/>
        </w:rPr>
        <w:t xml:space="preserve">which </w:t>
      </w:r>
      <w:r w:rsidRPr="000914BB">
        <w:rPr>
          <w:rFonts w:cs="Arial"/>
          <w:sz w:val="16"/>
        </w:rPr>
        <w:t xml:space="preserve">are only instantiated through actions chosen for these reasons. Thus, playing and knowing always have their basic appeal, insofar </w:t>
      </w:r>
      <w:r w:rsidRPr="000914BB">
        <w:rPr>
          <w:rFonts w:cs="Arial"/>
          <w:sz w:val="16"/>
          <w:szCs w:val="21"/>
        </w:rPr>
        <w:t xml:space="preserve">as </w:t>
      </w:r>
      <w:r w:rsidRPr="000914BB">
        <w:rPr>
          <w:rFonts w:cs="Arial"/>
          <w:sz w:val="16"/>
        </w:rPr>
        <w:t xml:space="preserve">they are goods, but like other goods they can </w:t>
      </w:r>
      <w:r w:rsidRPr="000914BB">
        <w:rPr>
          <w:rFonts w:cs="Arial"/>
          <w:sz w:val="16"/>
          <w:szCs w:val="21"/>
        </w:rPr>
        <w:t xml:space="preserve">be </w:t>
      </w:r>
      <w:r w:rsidRPr="000914BB">
        <w:rPr>
          <w:rFonts w:cs="Arial"/>
          <w:sz w:val="16"/>
        </w:rPr>
        <w:t xml:space="preserve">realized only </w:t>
      </w:r>
      <w:r w:rsidRPr="000914BB">
        <w:rPr>
          <w:rFonts w:cs="Arial"/>
          <w:sz w:val="16"/>
          <w:szCs w:val="21"/>
        </w:rPr>
        <w:t xml:space="preserve">in </w:t>
      </w:r>
      <w:r w:rsidRPr="000914BB">
        <w:rPr>
          <w:rFonts w:cs="Arial"/>
          <w:sz w:val="16"/>
        </w:rPr>
        <w:t xml:space="preserve">limited </w:t>
      </w:r>
      <w:r w:rsidRPr="000914BB">
        <w:rPr>
          <w:rFonts w:cs="Arial"/>
          <w:sz w:val="16"/>
          <w:szCs w:val="21"/>
        </w:rPr>
        <w:t xml:space="preserve">ways </w:t>
      </w:r>
      <w:r w:rsidRPr="000914BB">
        <w:rPr>
          <w:rFonts w:cs="Arial"/>
          <w:sz w:val="16"/>
        </w:rPr>
        <w:t>through particular actions</w:t>
      </w:r>
      <w:r w:rsidRPr="000914BB">
        <w:rPr>
          <w:rStyle w:val="UnderlineBold"/>
        </w:rPr>
        <w:t xml:space="preserve">. Some goods are reasons for </w:t>
      </w:r>
      <w:proofErr w:type="gramStart"/>
      <w:r w:rsidRPr="000914BB">
        <w:rPr>
          <w:rStyle w:val="UnderlineBold"/>
        </w:rPr>
        <w:t>acting which need a further reason to explain the interest people</w:t>
      </w:r>
      <w:proofErr w:type="gramEnd"/>
      <w:r w:rsidRPr="000914BB">
        <w:rPr>
          <w:rStyle w:val="UnderlineBold"/>
        </w:rPr>
        <w:t xml:space="preserve"> take in them. </w:t>
      </w:r>
      <w:r w:rsidRPr="000914BB">
        <w:rPr>
          <w:rFonts w:cs="Arial"/>
          <w:sz w:val="16"/>
          <w:szCs w:val="21"/>
        </w:rPr>
        <w:t xml:space="preserve">We call </w:t>
      </w:r>
      <w:r w:rsidRPr="000914BB">
        <w:rPr>
          <w:rFonts w:cs="Arial"/>
          <w:sz w:val="16"/>
        </w:rPr>
        <w:t xml:space="preserve">such reasons for acting. </w:t>
      </w:r>
      <w:r w:rsidRPr="005503A1">
        <w:rPr>
          <w:rStyle w:val="UnderlineBold"/>
          <w:rFonts w:cs="Arial"/>
          <w:b w:val="0"/>
          <w:sz w:val="16"/>
          <w:u w:val="none"/>
        </w:rPr>
        <w:t>For example</w:t>
      </w:r>
      <w:r w:rsidRPr="000914BB">
        <w:rPr>
          <w:rFonts w:cs="Arial"/>
          <w:sz w:val="16"/>
          <w:szCs w:val="23"/>
        </w:rPr>
        <w:t xml:space="preserve">, </w:t>
      </w:r>
      <w:r w:rsidRPr="000914BB">
        <w:rPr>
          <w:rFonts w:cs="Arial"/>
          <w:sz w:val="16"/>
        </w:rPr>
        <w:t xml:space="preserve">as a </w:t>
      </w:r>
      <w:r w:rsidRPr="000914BB">
        <w:rPr>
          <w:rFonts w:cs="Arial"/>
          <w:sz w:val="16"/>
          <w:szCs w:val="23"/>
        </w:rPr>
        <w:t xml:space="preserve">reason for acting, </w:t>
      </w:r>
      <w:r w:rsidRPr="000914BB">
        <w:rPr>
          <w:rStyle w:val="UnderlineBold"/>
        </w:rPr>
        <w:t xml:space="preserve">winning a prize needs a further </w:t>
      </w:r>
      <w:proofErr w:type="gramStart"/>
      <w:r w:rsidRPr="000914BB">
        <w:rPr>
          <w:rStyle w:val="UnderlineBold"/>
        </w:rPr>
        <w:t>reason which</w:t>
      </w:r>
      <w:proofErr w:type="gramEnd"/>
      <w:r w:rsidRPr="000914BB">
        <w:rPr>
          <w:rStyle w:val="UnderlineBold"/>
        </w:rPr>
        <w:t xml:space="preserve"> motivates one to win. </w:t>
      </w:r>
      <w:r w:rsidRPr="005503A1">
        <w:rPr>
          <w:rStyle w:val="UnderlineBold"/>
          <w:rFonts w:cs="Arial"/>
          <w:b w:val="0"/>
          <w:sz w:val="16"/>
          <w:u w:val="none"/>
        </w:rPr>
        <w:t>The further reason will be the reason why one is interested in some further purpose, such as using the prize, showing that one has the necessary capabilities, and so on</w:t>
      </w:r>
      <w:r w:rsidRPr="000914BB">
        <w:rPr>
          <w:rFonts w:cs="Arial"/>
          <w:sz w:val="16"/>
        </w:rPr>
        <w:t xml:space="preserve">. </w:t>
      </w:r>
      <w:r w:rsidRPr="000914BB">
        <w:rPr>
          <w:rStyle w:val="UnderlineBold"/>
        </w:rPr>
        <w:t xml:space="preserve">One does finish deliberating and begin acting, and there cannot be an infinite regress in the </w:t>
      </w:r>
      <w:proofErr w:type="gramStart"/>
      <w:r w:rsidRPr="000914BB">
        <w:rPr>
          <w:rStyle w:val="UnderlineBold"/>
        </w:rPr>
        <w:t>goods which</w:t>
      </w:r>
      <w:proofErr w:type="gramEnd"/>
      <w:r w:rsidRPr="000914BB">
        <w:rPr>
          <w:rStyle w:val="UnderlineBold"/>
        </w:rPr>
        <w:t xml:space="preserve"> are reasons for acting</w:t>
      </w:r>
      <w:r w:rsidRPr="000914BB">
        <w:rPr>
          <w:rFonts w:cs="Arial"/>
          <w:sz w:val="16"/>
        </w:rPr>
        <w:t xml:space="preserve">. </w:t>
      </w:r>
      <w:r w:rsidRPr="000914BB">
        <w:rPr>
          <w:rStyle w:val="UnderlineBold"/>
        </w:rPr>
        <w:t>Plainly</w:t>
      </w:r>
      <w:r w:rsidRPr="000914BB">
        <w:rPr>
          <w:rFonts w:cs="Arial"/>
          <w:sz w:val="16"/>
        </w:rPr>
        <w:t xml:space="preserve">, then, </w:t>
      </w:r>
      <w:r w:rsidRPr="000914BB">
        <w:rPr>
          <w:rStyle w:val="UnderlineBold"/>
        </w:rPr>
        <w:t xml:space="preserve">there are reasons for acting which need no further reason; these are </w:t>
      </w:r>
      <w:r w:rsidRPr="000914BB">
        <w:rPr>
          <w:rFonts w:cs="Arial"/>
          <w:sz w:val="16"/>
        </w:rPr>
        <w:t xml:space="preserve">goods, one or more </w:t>
      </w:r>
      <w:r w:rsidRPr="000914BB">
        <w:rPr>
          <w:rFonts w:cs="Arial"/>
          <w:sz w:val="16"/>
          <w:szCs w:val="23"/>
        </w:rPr>
        <w:t xml:space="preserve">of </w:t>
      </w:r>
      <w:r w:rsidRPr="000914BB">
        <w:rPr>
          <w:rFonts w:cs="Arial"/>
          <w:sz w:val="16"/>
          <w:szCs w:val="21"/>
        </w:rPr>
        <w:t xml:space="preserve">which </w:t>
      </w:r>
      <w:r w:rsidRPr="000914BB">
        <w:rPr>
          <w:rFonts w:cs="Arial"/>
          <w:sz w:val="16"/>
        </w:rPr>
        <w:t xml:space="preserve">underlie any purpose. </w:t>
      </w:r>
      <w:r w:rsidRPr="000914BB">
        <w:rPr>
          <w:rFonts w:cs="Arial"/>
          <w:sz w:val="16"/>
          <w:szCs w:val="21"/>
        </w:rPr>
        <w:t xml:space="preserve">We call </w:t>
      </w:r>
      <w:r w:rsidRPr="000914BB">
        <w:rPr>
          <w:rFonts w:cs="Arial"/>
          <w:sz w:val="16"/>
        </w:rPr>
        <w:t xml:space="preserve">these </w:t>
      </w:r>
      <w:r w:rsidRPr="000914BB">
        <w:rPr>
          <w:rStyle w:val="UnderlineBold"/>
        </w:rPr>
        <w:t xml:space="preserve">BASIC GOODS. Actions specifically human in their motivation are done for the sake of </w:t>
      </w:r>
      <w:r w:rsidRPr="00544830">
        <w:rPr>
          <w:rStyle w:val="UnderlineBold"/>
          <w:rFonts w:cs="Arial"/>
          <w:b w:val="0"/>
          <w:sz w:val="16"/>
          <w:u w:val="none"/>
        </w:rPr>
        <w:t xml:space="preserve">one or more of these goods; every such action is chosen in view of one or more </w:t>
      </w:r>
      <w:r w:rsidRPr="000914BB">
        <w:rPr>
          <w:rStyle w:val="UnderlineBold"/>
        </w:rPr>
        <w:t>BASIC PURPOSES</w:t>
      </w:r>
      <w:r w:rsidRPr="000914BB">
        <w:rPr>
          <w:rFonts w:cs="Arial"/>
          <w:b/>
          <w:bCs/>
          <w:szCs w:val="17"/>
        </w:rPr>
        <w:t xml:space="preserve">. </w:t>
      </w:r>
      <w:r w:rsidRPr="000914BB">
        <w:rPr>
          <w:rFonts w:cs="Arial"/>
          <w:sz w:val="16"/>
        </w:rPr>
        <w:t xml:space="preserve">Basic </w:t>
      </w:r>
      <w:r w:rsidRPr="000914BB">
        <w:rPr>
          <w:rFonts w:cs="Arial"/>
          <w:sz w:val="16"/>
          <w:szCs w:val="23"/>
        </w:rPr>
        <w:t xml:space="preserve">purposes are those </w:t>
      </w:r>
      <w:r w:rsidRPr="000914BB">
        <w:rPr>
          <w:rFonts w:cs="Arial"/>
          <w:sz w:val="16"/>
        </w:rPr>
        <w:t xml:space="preserve">whose </w:t>
      </w:r>
      <w:proofErr w:type="gramStart"/>
      <w:r w:rsidRPr="000914BB">
        <w:rPr>
          <w:rFonts w:cs="Arial"/>
          <w:sz w:val="16"/>
        </w:rPr>
        <w:t xml:space="preserve">achievement </w:t>
      </w:r>
      <w:r w:rsidRPr="000914BB">
        <w:rPr>
          <w:rFonts w:cs="Arial"/>
          <w:sz w:val="16"/>
          <w:szCs w:val="21"/>
        </w:rPr>
        <w:t>will</w:t>
      </w:r>
      <w:proofErr w:type="gramEnd"/>
      <w:r w:rsidRPr="000914BB">
        <w:rPr>
          <w:rFonts w:cs="Arial"/>
          <w:sz w:val="16"/>
          <w:szCs w:val="21"/>
        </w:rPr>
        <w:t xml:space="preserve"> </w:t>
      </w:r>
      <w:r w:rsidRPr="000914BB">
        <w:rPr>
          <w:rFonts w:cs="Arial"/>
          <w:sz w:val="16"/>
        </w:rPr>
        <w:t>immediately instantiate basic goods.</w:t>
      </w:r>
    </w:p>
    <w:p w14:paraId="75FD403F" w14:textId="77777777" w:rsidR="00544830" w:rsidRDefault="00544830" w:rsidP="00544830"/>
    <w:p w14:paraId="23097939" w14:textId="4AA841D0" w:rsidR="00321CF3" w:rsidRDefault="00321CF3" w:rsidP="00321CF3">
      <w:pPr>
        <w:pStyle w:val="Tag"/>
        <w:rPr>
          <w:rFonts w:cs="Arial"/>
        </w:rPr>
      </w:pPr>
      <w:r>
        <w:rPr>
          <w:rFonts w:cs="Arial"/>
        </w:rPr>
        <w:t>This principle is self-evident: all rational acts are acts for reasons – that is, acts that are not pointless. This requirement generates a stronger principle of morality, which requires that we never choo</w:t>
      </w:r>
      <w:r w:rsidR="003943C7">
        <w:rPr>
          <w:rFonts w:cs="Arial"/>
        </w:rPr>
        <w:t xml:space="preserve">se against a basic good. </w:t>
      </w:r>
      <w:proofErr w:type="spellStart"/>
      <w:r w:rsidR="003943C7">
        <w:rPr>
          <w:rFonts w:cs="Arial"/>
        </w:rPr>
        <w:t>Grisez</w:t>
      </w:r>
      <w:proofErr w:type="spellEnd"/>
      <w:r w:rsidR="003943C7">
        <w:rPr>
          <w:rFonts w:cs="Arial"/>
        </w:rPr>
        <w:t xml:space="preserve"> </w:t>
      </w:r>
      <w:r>
        <w:rPr>
          <w:rFonts w:cs="Arial"/>
        </w:rPr>
        <w:t>2:</w:t>
      </w:r>
    </w:p>
    <w:p w14:paraId="295387EB" w14:textId="77777777" w:rsidR="00321CF3" w:rsidRPr="00321CF3" w:rsidRDefault="00321CF3" w:rsidP="00321CF3"/>
    <w:p w14:paraId="3D7C4192" w14:textId="77777777" w:rsidR="00321CF3" w:rsidRPr="00321CF3" w:rsidRDefault="00321CF3" w:rsidP="00321CF3">
      <w:pPr>
        <w:rPr>
          <w:rFonts w:cs="Arial"/>
          <w:sz w:val="16"/>
        </w:rPr>
      </w:pPr>
      <w:proofErr w:type="spellStart"/>
      <w:r w:rsidRPr="00321CF3">
        <w:rPr>
          <w:sz w:val="16"/>
        </w:rPr>
        <w:t>Germain</w:t>
      </w:r>
      <w:proofErr w:type="spellEnd"/>
      <w:r w:rsidRPr="00321CF3">
        <w:rPr>
          <w:sz w:val="16"/>
        </w:rPr>
        <w:t xml:space="preserve"> </w:t>
      </w:r>
      <w:proofErr w:type="spellStart"/>
      <w:r w:rsidRPr="00321CF3">
        <w:rPr>
          <w:sz w:val="16"/>
        </w:rPr>
        <w:t>Grisez</w:t>
      </w:r>
      <w:proofErr w:type="spellEnd"/>
      <w:r w:rsidRPr="00321CF3">
        <w:rPr>
          <w:sz w:val="16"/>
        </w:rPr>
        <w:t xml:space="preserve">, Joseph Boyle, and John </w:t>
      </w:r>
      <w:proofErr w:type="spellStart"/>
      <w:r w:rsidRPr="00321CF3">
        <w:rPr>
          <w:sz w:val="16"/>
        </w:rPr>
        <w:t>Finnis</w:t>
      </w:r>
      <w:proofErr w:type="spellEnd"/>
      <w:r w:rsidRPr="00321CF3">
        <w:rPr>
          <w:sz w:val="16"/>
        </w:rPr>
        <w:t xml:space="preserve">, “Practical Principles, Moral Truth, and Ultimate Ends,” 32 Am. J. </w:t>
      </w:r>
      <w:proofErr w:type="spellStart"/>
      <w:r w:rsidRPr="00321CF3">
        <w:rPr>
          <w:sz w:val="16"/>
        </w:rPr>
        <w:t>Juris</w:t>
      </w:r>
      <w:proofErr w:type="spellEnd"/>
      <w:r w:rsidRPr="00321CF3">
        <w:rPr>
          <w:sz w:val="16"/>
        </w:rPr>
        <w:t xml:space="preserve">. 99 1987. </w:t>
      </w:r>
    </w:p>
    <w:p w14:paraId="049209A2" w14:textId="77777777" w:rsidR="00321CF3" w:rsidRDefault="00321CF3" w:rsidP="00321CF3">
      <w:pPr>
        <w:rPr>
          <w:rStyle w:val="UnderlineBold"/>
        </w:rPr>
      </w:pPr>
    </w:p>
    <w:p w14:paraId="62EC4AEA" w14:textId="33930719" w:rsidR="00321CF3" w:rsidRPr="00CF4AAD" w:rsidRDefault="00321CF3" w:rsidP="00321CF3">
      <w:pPr>
        <w:rPr>
          <w:rFonts w:cs="Arial"/>
          <w:sz w:val="16"/>
        </w:rPr>
      </w:pPr>
      <w:r w:rsidRPr="00CF4AAD">
        <w:rPr>
          <w:rStyle w:val="UnderlineBold"/>
        </w:rPr>
        <w:t xml:space="preserve">Even morally bad actions have their point. One chooses to do what is morally wrong for some reason, and </w:t>
      </w:r>
      <w:r w:rsidRPr="00321CF3">
        <w:rPr>
          <w:rStyle w:val="UnderlineBold"/>
          <w:b w:val="0"/>
          <w:sz w:val="16"/>
          <w:u w:val="none"/>
        </w:rPr>
        <w:t xml:space="preserve">like any other deliberate action, </w:t>
      </w:r>
      <w:r w:rsidRPr="00CF4AAD">
        <w:rPr>
          <w:rStyle w:val="UnderlineBold"/>
        </w:rPr>
        <w:t xml:space="preserve">the reason for which one acts immorally must ultimately be reduced to the basic goods. </w:t>
      </w:r>
      <w:r w:rsidRPr="00CF4AAD">
        <w:rPr>
          <w:rFonts w:cs="Arial"/>
          <w:sz w:val="16"/>
        </w:rPr>
        <w:t xml:space="preserve">So far forth, even an immoral act responds to the first principle: Good is to be done and pursued. </w:t>
      </w:r>
      <w:r w:rsidRPr="00321CF3">
        <w:rPr>
          <w:rStyle w:val="UnderlineBold"/>
          <w:i/>
        </w:rPr>
        <w:t>However</w:t>
      </w:r>
      <w:r w:rsidRPr="00CF4AAD">
        <w:rPr>
          <w:rStyle w:val="UnderlineBold"/>
        </w:rPr>
        <w:t xml:space="preserve">, morally wrong acts do not respond to this principle as perfectly as morally good acts do. </w:t>
      </w:r>
      <w:r w:rsidRPr="00CF4AAD">
        <w:rPr>
          <w:rFonts w:cs="Arial"/>
          <w:sz w:val="16"/>
        </w:rPr>
        <w:t xml:space="preserve">To see why, one must consider the relationship between the principles of practical knowledge and those of morality. </w:t>
      </w:r>
      <w:r w:rsidRPr="00CF4AAD">
        <w:rPr>
          <w:rStyle w:val="UnderlineBold"/>
        </w:rPr>
        <w:t xml:space="preserve">In prohibiting pointlessness, the first principle of practical reasoning </w:t>
      </w:r>
      <w:r w:rsidRPr="00D84F2A">
        <w:rPr>
          <w:rStyle w:val="UnderlineBold"/>
          <w:rFonts w:cs="Arial"/>
          <w:b w:val="0"/>
          <w:sz w:val="16"/>
          <w:u w:val="none"/>
        </w:rPr>
        <w:t>as it were demands: Take as a premise at least one of the principles corresponding to the basic goods and follow through to the point at which you somehow instantiate that good through action. This demand</w:t>
      </w:r>
      <w:r w:rsidRPr="00CF4AAD">
        <w:rPr>
          <w:rStyle w:val="UnderlineBold"/>
        </w:rPr>
        <w:t xml:space="preserve"> is minimal and leaves one free to do anything from which one can anticipate any benefit whatsoever. </w:t>
      </w:r>
      <w:r w:rsidRPr="003943C7">
        <w:rPr>
          <w:rStyle w:val="UnderlineBold"/>
          <w:b w:val="0"/>
          <w:sz w:val="16"/>
          <w:u w:val="none"/>
        </w:rPr>
        <w:t xml:space="preserve">One can imagine </w:t>
      </w:r>
      <w:r w:rsidRPr="00CF4AAD">
        <w:rPr>
          <w:rStyle w:val="UnderlineBold"/>
        </w:rPr>
        <w:t xml:space="preserve">another principle </w:t>
      </w:r>
      <w:r w:rsidRPr="003943C7">
        <w:rPr>
          <w:rStyle w:val="UnderlineBold"/>
          <w:b w:val="0"/>
          <w:sz w:val="16"/>
          <w:u w:val="none"/>
        </w:rPr>
        <w:t xml:space="preserve">making </w:t>
      </w:r>
      <w:r w:rsidR="003943C7">
        <w:rPr>
          <w:rStyle w:val="UnderlineBold"/>
        </w:rPr>
        <w:t xml:space="preserve">[makes] </w:t>
      </w:r>
      <w:r w:rsidRPr="00CF4AAD">
        <w:rPr>
          <w:rStyle w:val="UnderlineBold"/>
        </w:rPr>
        <w:t xml:space="preserve">a </w:t>
      </w:r>
      <w:r w:rsidRPr="003943C7">
        <w:rPr>
          <w:rStyle w:val="UnderlineBold"/>
          <w:b w:val="0"/>
          <w:sz w:val="16"/>
          <w:u w:val="none"/>
        </w:rPr>
        <w:t xml:space="preserve">far </w:t>
      </w:r>
      <w:r w:rsidRPr="00CF4AAD">
        <w:rPr>
          <w:rStyle w:val="UnderlineBold"/>
        </w:rPr>
        <w:t xml:space="preserve">stronger demand: </w:t>
      </w:r>
      <w:r w:rsidRPr="003943C7">
        <w:rPr>
          <w:rStyle w:val="UnderlineBold"/>
          <w:b w:val="0"/>
          <w:sz w:val="16"/>
          <w:u w:val="none"/>
        </w:rPr>
        <w:t xml:space="preserve">Insofar as it is in your power, </w:t>
      </w:r>
      <w:r w:rsidRPr="00CF4AAD">
        <w:rPr>
          <w:rStyle w:val="UnderlineBold"/>
        </w:rPr>
        <w:t xml:space="preserve">allow nothing but the principles corresponding to the basic goods to shape your practical thinking as you find, develop, and use your opportunities to pursue human fulfillment through your chosen actions. </w:t>
      </w:r>
      <w:r w:rsidRPr="00CF4AAD">
        <w:rPr>
          <w:rFonts w:cs="Arial"/>
          <w:sz w:val="16"/>
        </w:rPr>
        <w:t xml:space="preserve">This stronger demand is, not only that one be reasonable enough in one's practical thinking to avoid pointless- ness, </w:t>
      </w:r>
      <w:proofErr w:type="gramStart"/>
      <w:r w:rsidRPr="00CF4AAD">
        <w:rPr>
          <w:rFonts w:cs="Arial"/>
          <w:sz w:val="16"/>
        </w:rPr>
        <w:t>but</w:t>
      </w:r>
      <w:proofErr w:type="gramEnd"/>
      <w:r w:rsidRPr="00CF4AAD">
        <w:rPr>
          <w:rFonts w:cs="Arial"/>
          <w:sz w:val="16"/>
        </w:rPr>
        <w:t xml:space="preserve"> that one be entirely reasonable in such thinking. This stronger demand is inconsistent with many possible choices consistent with the weaker demand</w:t>
      </w:r>
      <w:r w:rsidRPr="00CF4AAD">
        <w:rPr>
          <w:rFonts w:cs="Arial"/>
          <w:b/>
        </w:rPr>
        <w:t xml:space="preserve">. </w:t>
      </w:r>
      <w:r w:rsidRPr="00CF4AAD">
        <w:rPr>
          <w:rStyle w:val="UnderlineBold"/>
          <w:b w:val="0"/>
          <w:sz w:val="16"/>
          <w:u w:val="none"/>
        </w:rPr>
        <w:t xml:space="preserve">The possible choices excluded by the stronger demand are </w:t>
      </w:r>
      <w:proofErr w:type="gramStart"/>
      <w:r w:rsidRPr="00CF4AAD">
        <w:rPr>
          <w:rStyle w:val="UnderlineBold"/>
          <w:b w:val="0"/>
          <w:sz w:val="16"/>
          <w:u w:val="none"/>
        </w:rPr>
        <w:t>those which</w:t>
      </w:r>
      <w:proofErr w:type="gramEnd"/>
      <w:r w:rsidRPr="00CF4AAD">
        <w:rPr>
          <w:rStyle w:val="UnderlineBold"/>
          <w:b w:val="0"/>
          <w:sz w:val="16"/>
          <w:u w:val="none"/>
        </w:rPr>
        <w:t xml:space="preserve"> are immoral</w:t>
      </w:r>
      <w:r w:rsidRPr="00CF4AAD">
        <w:rPr>
          <w:rFonts w:cs="Arial"/>
          <w:sz w:val="16"/>
        </w:rPr>
        <w:t xml:space="preserve">, for the stronger demand is a way of expressing the first principle of morality. </w:t>
      </w:r>
      <w:r w:rsidRPr="00CF4AAD">
        <w:rPr>
          <w:rStyle w:val="UnderlineBold"/>
        </w:rPr>
        <w:t xml:space="preserve">This expression of the first moral principle makes it clear that </w:t>
      </w:r>
      <w:r w:rsidRPr="003943C7">
        <w:rPr>
          <w:rStyle w:val="UnderlineBold"/>
          <w:highlight w:val="cyan"/>
        </w:rPr>
        <w:t>to be morally good is precisely to be completely reasonable. Right reason is nothing but unfettered reason</w:t>
      </w:r>
      <w:r w:rsidRPr="00E6121A">
        <w:rPr>
          <w:rStyle w:val="UnderlineBold"/>
          <w:b w:val="0"/>
          <w:sz w:val="16"/>
          <w:u w:val="none"/>
        </w:rPr>
        <w:t>, working throughout deliberation and receiving full attention</w:t>
      </w:r>
      <w:r w:rsidRPr="00E6121A">
        <w:rPr>
          <w:rFonts w:cs="Arial"/>
          <w:b/>
          <w:sz w:val="16"/>
        </w:rPr>
        <w:t xml:space="preserve">. </w:t>
      </w:r>
    </w:p>
    <w:p w14:paraId="4751F6C9" w14:textId="77777777" w:rsidR="00AE1B7A" w:rsidRDefault="00AE1B7A" w:rsidP="00321CF3"/>
    <w:p w14:paraId="6E901A72" w14:textId="1199F75A" w:rsidR="00321CF3" w:rsidRPr="003943C7" w:rsidRDefault="00E6121A" w:rsidP="00321CF3">
      <w:pPr>
        <w:pStyle w:val="Tag"/>
      </w:pPr>
      <w:r>
        <w:t>W</w:t>
      </w:r>
      <w:r w:rsidR="003943C7">
        <w:t>e act ra</w:t>
      </w:r>
      <w:r>
        <w:t>tionally because of basic goods. M</w:t>
      </w:r>
      <w:r w:rsidR="003943C7">
        <w:t>orality</w:t>
      </w:r>
      <w:r>
        <w:t xml:space="preserve"> requires us to act rationally. Therefore </w:t>
      </w:r>
      <w:r w:rsidR="003943C7">
        <w:t xml:space="preserve">being moral is to be completely rational, i.e. </w:t>
      </w:r>
      <w:r>
        <w:t xml:space="preserve">by </w:t>
      </w:r>
      <w:r w:rsidR="003943C7">
        <w:t xml:space="preserve">respecting all basic goods. </w:t>
      </w:r>
      <w:r w:rsidR="00321CF3">
        <w:rPr>
          <w:rFonts w:cs="Arial"/>
        </w:rPr>
        <w:t xml:space="preserve">Thus, the standard is the first principle of morality, which requires that one only choose options whose willing </w:t>
      </w:r>
      <w:r>
        <w:rPr>
          <w:rFonts w:cs="Arial"/>
        </w:rPr>
        <w:t>is compatible with a will towards</w:t>
      </w:r>
      <w:r w:rsidR="00321CF3">
        <w:rPr>
          <w:rFonts w:cs="Arial"/>
        </w:rPr>
        <w:t xml:space="preserve"> the full set of basic goods. There can be tradeoffs among different goods, and agents can permissibly choose in such tradeoffs, but not by choosing directly against one of the basic goods.   </w:t>
      </w:r>
    </w:p>
    <w:p w14:paraId="7188355C" w14:textId="77777777" w:rsidR="00321CF3" w:rsidRDefault="00321CF3" w:rsidP="00544830">
      <w:pPr>
        <w:pStyle w:val="Tag"/>
        <w:rPr>
          <w:b w:val="0"/>
          <w:sz w:val="20"/>
        </w:rPr>
      </w:pPr>
    </w:p>
    <w:p w14:paraId="21CA1382" w14:textId="2547305B" w:rsidR="00544830" w:rsidRPr="005503A1" w:rsidRDefault="00544830" w:rsidP="00544830">
      <w:pPr>
        <w:pStyle w:val="Tag"/>
        <w:rPr>
          <w:rFonts w:cs="Arial"/>
        </w:rPr>
      </w:pPr>
      <w:r w:rsidRPr="005503A1">
        <w:rPr>
          <w:rFonts w:cs="Arial"/>
        </w:rPr>
        <w:lastRenderedPageBreak/>
        <w:t xml:space="preserve">I contend that a victim’s use of </w:t>
      </w:r>
      <w:r w:rsidR="003333C4">
        <w:rPr>
          <w:rFonts w:cs="Arial"/>
        </w:rPr>
        <w:t xml:space="preserve">deliberate </w:t>
      </w:r>
      <w:r w:rsidRPr="005503A1">
        <w:rPr>
          <w:rFonts w:cs="Arial"/>
        </w:rPr>
        <w:t xml:space="preserve">deadly force </w:t>
      </w:r>
      <w:r>
        <w:rPr>
          <w:rFonts w:cs="Arial"/>
        </w:rPr>
        <w:t xml:space="preserve">is a violation of the will towards basic human goods. </w:t>
      </w:r>
      <w:r w:rsidR="00525492">
        <w:rPr>
          <w:rFonts w:cs="Arial"/>
        </w:rPr>
        <w:t>First, d</w:t>
      </w:r>
      <w:r w:rsidR="0087620A">
        <w:rPr>
          <w:rFonts w:cs="Arial"/>
        </w:rPr>
        <w:t>eliberate killing</w:t>
      </w:r>
      <w:r>
        <w:rPr>
          <w:rFonts w:cs="Arial"/>
        </w:rPr>
        <w:t xml:space="preserve"> requires </w:t>
      </w:r>
      <w:r w:rsidR="0087620A">
        <w:rPr>
          <w:rFonts w:cs="Arial"/>
        </w:rPr>
        <w:t xml:space="preserve">the killer to take an attitude towards life that does not respect human fulfillment. </w:t>
      </w:r>
      <w:proofErr w:type="spellStart"/>
      <w:r>
        <w:t>Grisez</w:t>
      </w:r>
      <w:proofErr w:type="spellEnd"/>
      <w:r w:rsidR="00E66C4C">
        <w:t xml:space="preserve"> 3</w:t>
      </w:r>
      <w:r>
        <w:t>:</w:t>
      </w:r>
    </w:p>
    <w:p w14:paraId="605B21D7" w14:textId="77777777" w:rsidR="00544830" w:rsidRDefault="00544830" w:rsidP="00544830"/>
    <w:p w14:paraId="232E171D" w14:textId="77777777" w:rsidR="00544830" w:rsidRPr="00CE0DB8" w:rsidRDefault="00544830" w:rsidP="00544830">
      <w:pPr>
        <w:rPr>
          <w:rFonts w:eastAsia="Times New Roman"/>
          <w:sz w:val="16"/>
        </w:rPr>
      </w:pPr>
      <w:proofErr w:type="spellStart"/>
      <w:r w:rsidRPr="002E616B">
        <w:rPr>
          <w:sz w:val="16"/>
        </w:rPr>
        <w:t>Grisez</w:t>
      </w:r>
      <w:proofErr w:type="spellEnd"/>
      <w:r w:rsidRPr="002E616B">
        <w:rPr>
          <w:sz w:val="16"/>
        </w:rPr>
        <w:t xml:space="preserve">, </w:t>
      </w:r>
      <w:proofErr w:type="spellStart"/>
      <w:r w:rsidRPr="002E616B">
        <w:rPr>
          <w:sz w:val="16"/>
        </w:rPr>
        <w:t>Germain</w:t>
      </w:r>
      <w:proofErr w:type="spellEnd"/>
      <w:r w:rsidRPr="002E616B">
        <w:rPr>
          <w:sz w:val="16"/>
        </w:rPr>
        <w:t xml:space="preserve">. [Former </w:t>
      </w:r>
      <w:r w:rsidRPr="002E616B">
        <w:rPr>
          <w:rFonts w:eastAsia="Times New Roman"/>
          <w:color w:val="333366"/>
          <w:sz w:val="16"/>
          <w:szCs w:val="21"/>
        </w:rPr>
        <w:t xml:space="preserve">Professor of Christian Ethics at Mount Saint Mary’s University in </w:t>
      </w:r>
      <w:proofErr w:type="spellStart"/>
      <w:r w:rsidRPr="002E616B">
        <w:rPr>
          <w:rFonts w:eastAsia="Times New Roman"/>
          <w:color w:val="333366"/>
          <w:sz w:val="16"/>
          <w:szCs w:val="21"/>
        </w:rPr>
        <w:t>Emmitsburg</w:t>
      </w:r>
      <w:proofErr w:type="spellEnd"/>
      <w:r w:rsidRPr="002E616B">
        <w:rPr>
          <w:rFonts w:eastAsia="Times New Roman"/>
          <w:color w:val="333366"/>
          <w:sz w:val="16"/>
          <w:szCs w:val="21"/>
        </w:rPr>
        <w:t>, Maryland</w:t>
      </w:r>
      <w:r w:rsidRPr="002E616B">
        <w:rPr>
          <w:rFonts w:eastAsia="Times New Roman"/>
          <w:sz w:val="16"/>
        </w:rPr>
        <w:t>],</w:t>
      </w:r>
      <w:r w:rsidRPr="002E616B">
        <w:rPr>
          <w:sz w:val="16"/>
        </w:rPr>
        <w:t xml:space="preserve"> “Toward A Consistent Natural Law Ethics of Killing.” </w:t>
      </w:r>
      <w:proofErr w:type="spellStart"/>
      <w:proofErr w:type="gramStart"/>
      <w:r w:rsidRPr="002E616B">
        <w:rPr>
          <w:sz w:val="16"/>
        </w:rPr>
        <w:t>AmJJruis</w:t>
      </w:r>
      <w:proofErr w:type="spellEnd"/>
      <w:r w:rsidRPr="002E616B">
        <w:rPr>
          <w:sz w:val="16"/>
        </w:rPr>
        <w:t xml:space="preserve"> 15 [1970].</w:t>
      </w:r>
      <w:proofErr w:type="gramEnd"/>
    </w:p>
    <w:p w14:paraId="3A397D7D" w14:textId="77777777" w:rsidR="00544830" w:rsidRDefault="00544830" w:rsidP="00544830"/>
    <w:p w14:paraId="4A9008F7" w14:textId="77777777" w:rsidR="00544830" w:rsidRPr="00CE0DB8" w:rsidRDefault="00544830" w:rsidP="00544830">
      <w:pPr>
        <w:rPr>
          <w:sz w:val="16"/>
        </w:rPr>
      </w:pPr>
      <w:r w:rsidRPr="00CE0DB8">
        <w:rPr>
          <w:sz w:val="16"/>
        </w:rPr>
        <w:t xml:space="preserve">In this </w:t>
      </w:r>
      <w:proofErr w:type="spellStart"/>
      <w:r w:rsidRPr="00CE0DB8">
        <w:rPr>
          <w:sz w:val="16"/>
        </w:rPr>
        <w:t>nonutilitarian</w:t>
      </w:r>
      <w:proofErr w:type="spellEnd"/>
      <w:r w:rsidRPr="00CE0DB8">
        <w:rPr>
          <w:sz w:val="16"/>
        </w:rPr>
        <w:t xml:space="preserve"> moral outlook, whether or not another person's death is admitted within the scope of our intention is extremely important. </w:t>
      </w:r>
      <w:r w:rsidRPr="003B1435">
        <w:rPr>
          <w:rStyle w:val="UnderlineBold"/>
          <w:rFonts w:cs="Arial"/>
          <w:b w:val="0"/>
          <w:sz w:val="16"/>
          <w:u w:val="none"/>
        </w:rPr>
        <w:t>A difference of intention can relate identical behavior in quite different ways to our moral attitude, and to the self being created through our moral attitude.</w:t>
      </w:r>
      <w:r w:rsidRPr="00CE0DB8">
        <w:rPr>
          <w:rStyle w:val="UnderlineBold"/>
        </w:rPr>
        <w:t xml:space="preserve"> If one intends to kill another, he accepts the identity of killer as an aspect of his moral self. </w:t>
      </w:r>
      <w:r w:rsidRPr="00E57F4B">
        <w:rPr>
          <w:rStyle w:val="UnderlineBold"/>
          <w:rFonts w:cs="Arial"/>
          <w:b w:val="0"/>
          <w:sz w:val="16"/>
          <w:u w:val="none"/>
        </w:rPr>
        <w:t xml:space="preserve">If he is to be a killer through his own self-determination, </w:t>
      </w:r>
      <w:r w:rsidRPr="00CE0DB8">
        <w:rPr>
          <w:rStyle w:val="UnderlineBold"/>
        </w:rPr>
        <w:t>he must regard himself in any situation as the lord of life and of death. The good of life must be rated as a measurable value, not as an immeasurable dignity. Others' natural attitudes toward their own lives must be regarded as an irrational fact</w:t>
      </w:r>
      <w:r w:rsidRPr="003B1435">
        <w:rPr>
          <w:rStyle w:val="UnderlineBold"/>
          <w:rFonts w:cs="Arial"/>
          <w:b w:val="0"/>
          <w:sz w:val="16"/>
          <w:u w:val="none"/>
        </w:rPr>
        <w:t>, not as a starting point for reasonable community.</w:t>
      </w:r>
      <w:r w:rsidRPr="00CE0DB8">
        <w:rPr>
          <w:rStyle w:val="UnderlineBold"/>
        </w:rPr>
        <w:t xml:space="preserve"> </w:t>
      </w:r>
      <w:r w:rsidRPr="00CE0DB8">
        <w:rPr>
          <w:sz w:val="16"/>
        </w:rPr>
        <w:t>However, if one intends not the death of another but only the safety of his own life, then one need not identify himself as a killer. One's attitude toward human life itself and toward everything related to it can remain that of a person unwilling to take human life.</w:t>
      </w:r>
    </w:p>
    <w:p w14:paraId="12B4BC6E" w14:textId="77777777" w:rsidR="00544830" w:rsidRDefault="00544830" w:rsidP="00544830">
      <w:r>
        <w:t xml:space="preserve"> </w:t>
      </w:r>
    </w:p>
    <w:p w14:paraId="6139B889" w14:textId="60B86E46" w:rsidR="00603735" w:rsidRPr="00A72D3F" w:rsidRDefault="000C03D5" w:rsidP="00603735">
      <w:pPr>
        <w:pStyle w:val="Tag"/>
        <w:rPr>
          <w:lang w:eastAsia="zh-TW"/>
        </w:rPr>
      </w:pPr>
      <w:r>
        <w:rPr>
          <w:rFonts w:cs="Arial"/>
        </w:rPr>
        <w:t xml:space="preserve">But, </w:t>
      </w:r>
      <w:r w:rsidR="000703A0">
        <w:rPr>
          <w:rFonts w:cs="Arial"/>
        </w:rPr>
        <w:t>human life is a basic good</w:t>
      </w:r>
      <w:r w:rsidR="00603735" w:rsidRPr="00A72D3F">
        <w:rPr>
          <w:lang w:eastAsia="zh-TW"/>
        </w:rPr>
        <w:t>.</w:t>
      </w:r>
      <w:r w:rsidR="00603735">
        <w:rPr>
          <w:lang w:eastAsia="zh-TW"/>
        </w:rPr>
        <w:t xml:space="preserve"> </w:t>
      </w:r>
      <w:proofErr w:type="spellStart"/>
      <w:r w:rsidR="00603735">
        <w:rPr>
          <w:lang w:eastAsia="zh-TW"/>
        </w:rPr>
        <w:t>Grisez</w:t>
      </w:r>
      <w:proofErr w:type="spellEnd"/>
      <w:r w:rsidR="00603735">
        <w:rPr>
          <w:lang w:eastAsia="zh-TW"/>
        </w:rPr>
        <w:t xml:space="preserve"> 4:</w:t>
      </w:r>
    </w:p>
    <w:p w14:paraId="7E6953AE" w14:textId="77777777" w:rsidR="00603735" w:rsidRDefault="00603735" w:rsidP="00603735">
      <w:pPr>
        <w:rPr>
          <w:sz w:val="16"/>
          <w:lang w:eastAsia="zh-TW"/>
        </w:rPr>
      </w:pPr>
    </w:p>
    <w:p w14:paraId="29BC3A57" w14:textId="77777777" w:rsidR="00603735" w:rsidRDefault="00603735" w:rsidP="00603735">
      <w:pPr>
        <w:rPr>
          <w:sz w:val="16"/>
        </w:rPr>
      </w:pPr>
      <w:proofErr w:type="spellStart"/>
      <w:r w:rsidRPr="00AF57A1">
        <w:rPr>
          <w:sz w:val="16"/>
        </w:rPr>
        <w:t>Germain</w:t>
      </w:r>
      <w:proofErr w:type="spellEnd"/>
      <w:r w:rsidRPr="00AF57A1">
        <w:rPr>
          <w:sz w:val="16"/>
        </w:rPr>
        <w:t xml:space="preserve"> </w:t>
      </w:r>
      <w:proofErr w:type="spellStart"/>
      <w:r w:rsidRPr="00AF57A1">
        <w:rPr>
          <w:sz w:val="16"/>
        </w:rPr>
        <w:t>Grisez</w:t>
      </w:r>
      <w:proofErr w:type="spellEnd"/>
      <w:r w:rsidRPr="00AF57A1">
        <w:rPr>
          <w:sz w:val="16"/>
        </w:rPr>
        <w:t xml:space="preserve">, [Former Professor of Christian Ethics at Mount Saint Mary’s University in </w:t>
      </w:r>
      <w:proofErr w:type="spellStart"/>
      <w:r w:rsidRPr="00AF57A1">
        <w:rPr>
          <w:sz w:val="16"/>
        </w:rPr>
        <w:t>Emmitsburg</w:t>
      </w:r>
      <w:proofErr w:type="spellEnd"/>
      <w:r w:rsidRPr="00AF57A1">
        <w:rPr>
          <w:sz w:val="16"/>
        </w:rPr>
        <w:t xml:space="preserve">, Maryland], </w:t>
      </w:r>
      <w:r w:rsidRPr="00AF57A1">
        <w:rPr>
          <w:i/>
          <w:sz w:val="16"/>
        </w:rPr>
        <w:t>The Way of the Lord Jesus</w:t>
      </w:r>
      <w:r w:rsidRPr="00AF57A1">
        <w:rPr>
          <w:sz w:val="16"/>
        </w:rPr>
        <w:t xml:space="preserve"> Vol. 1, RK</w:t>
      </w:r>
    </w:p>
    <w:p w14:paraId="3516E676" w14:textId="77777777" w:rsidR="00603735" w:rsidRDefault="00603735" w:rsidP="00603735">
      <w:pPr>
        <w:rPr>
          <w:sz w:val="16"/>
          <w:lang w:eastAsia="zh-TW"/>
        </w:rPr>
      </w:pPr>
    </w:p>
    <w:p w14:paraId="4A9401F3" w14:textId="77777777" w:rsidR="00603735" w:rsidRPr="00A72D3F" w:rsidRDefault="00603735" w:rsidP="00603735">
      <w:pPr>
        <w:rPr>
          <w:sz w:val="16"/>
          <w:lang w:eastAsia="zh-TW"/>
        </w:rPr>
      </w:pPr>
      <w:r w:rsidRPr="00A72D3F">
        <w:rPr>
          <w:sz w:val="16"/>
          <w:lang w:eastAsia="zh-TW"/>
        </w:rPr>
        <w:t>Rational reflection supports the truth faith teaches. First, the instrumental view of the good of human life implies dualism. As already explained, intrinsic human goods are not possessions of persons, but the fulfillment of their being. On the instrumental view of life, life is not part of the intrinsic good of persons. However, life certainly is not separable from the living body, as if it were a mere possession. Thus, on the instrumental view of the good of life, the living body will be one thing and the fulfilled person something else. Thus the instrumental view of the good of human life implies dualism. Second, dualism is indefensible (see </w:t>
      </w:r>
      <w:proofErr w:type="spellStart"/>
      <w:r w:rsidRPr="00A72D3F">
        <w:rPr>
          <w:i/>
          <w:iCs/>
          <w:sz w:val="16"/>
          <w:lang w:eastAsia="zh-TW"/>
        </w:rPr>
        <w:t>S.t.</w:t>
      </w:r>
      <w:proofErr w:type="spellEnd"/>
      <w:r w:rsidRPr="00A72D3F">
        <w:rPr>
          <w:i/>
          <w:iCs/>
          <w:sz w:val="16"/>
          <w:lang w:eastAsia="zh-TW"/>
        </w:rPr>
        <w:t>,</w:t>
      </w:r>
      <w:r w:rsidRPr="00A72D3F">
        <w:rPr>
          <w:sz w:val="16"/>
          <w:lang w:eastAsia="zh-TW"/>
        </w:rPr>
        <w:t xml:space="preserve"> 1, q. 75, a. 4; q. 76, a. 1). </w:t>
      </w:r>
      <w:proofErr w:type="gramStart"/>
      <w:r w:rsidRPr="00A72D3F">
        <w:rPr>
          <w:rStyle w:val="UnderlineBold"/>
        </w:rPr>
        <w:t>Life is not merely one process among others, a process which can be distinguished from breathing</w:t>
      </w:r>
      <w:r w:rsidRPr="00A72D3F">
        <w:rPr>
          <w:sz w:val="16"/>
          <w:lang w:eastAsia="zh-TW"/>
        </w:rPr>
        <w:t>, feeling, choosing, talking, and so on.</w:t>
      </w:r>
      <w:proofErr w:type="gramEnd"/>
      <w:r w:rsidRPr="00A72D3F">
        <w:rPr>
          <w:sz w:val="16"/>
          <w:lang w:eastAsia="zh-TW"/>
        </w:rPr>
        <w:t xml:space="preserve"> </w:t>
      </w:r>
      <w:r w:rsidRPr="00A72D3F">
        <w:rPr>
          <w:rStyle w:val="UnderlineBold"/>
        </w:rPr>
        <w:t xml:space="preserve">The life of a person is indistinguishable from the person’s very reality. Life must pervade every part and activity of a person, or something of the person would be unreal. Moreover, one’s fulfillment is the completion of one’s given self. If the personal </w:t>
      </w:r>
      <w:proofErr w:type="gramStart"/>
      <w:r w:rsidRPr="00A72D3F">
        <w:rPr>
          <w:rStyle w:val="UnderlineBold"/>
        </w:rPr>
        <w:t>goods which constitute fulfillment</w:t>
      </w:r>
      <w:proofErr w:type="gramEnd"/>
      <w:r w:rsidRPr="00A72D3F">
        <w:rPr>
          <w:rStyle w:val="UnderlineBold"/>
        </w:rPr>
        <w:t xml:space="preserve"> were other than one’s given self, one could not fulfill oneself by acting.</w:t>
      </w:r>
    </w:p>
    <w:p w14:paraId="168BD68A" w14:textId="7857F407" w:rsidR="00A72D3F" w:rsidRDefault="00A72D3F" w:rsidP="00603735">
      <w:pPr>
        <w:pStyle w:val="Tag"/>
      </w:pPr>
    </w:p>
    <w:p w14:paraId="27A0E7A6" w14:textId="59632A2C" w:rsidR="00525492" w:rsidRDefault="00C55D14" w:rsidP="00544830">
      <w:pPr>
        <w:pStyle w:val="Tag"/>
        <w:rPr>
          <w:rFonts w:cs="Arial"/>
        </w:rPr>
      </w:pPr>
      <w:r>
        <w:rPr>
          <w:rFonts w:cs="Arial"/>
        </w:rPr>
        <w:t>Finally</w:t>
      </w:r>
      <w:r w:rsidR="00525492">
        <w:rPr>
          <w:rFonts w:cs="Arial"/>
        </w:rPr>
        <w:t>, a</w:t>
      </w:r>
      <w:r w:rsidR="00544830">
        <w:rPr>
          <w:rFonts w:cs="Arial"/>
          <w:szCs w:val="24"/>
        </w:rPr>
        <w:t>ccording to New Oxford American Dictionary, deliberate acts are “</w:t>
      </w:r>
      <w:r w:rsidR="00544830">
        <w:rPr>
          <w:rFonts w:cs="Arial"/>
        </w:rPr>
        <w:t xml:space="preserve">done consciously and intentionally,” so the </w:t>
      </w:r>
      <w:proofErr w:type="spellStart"/>
      <w:r w:rsidR="00544830">
        <w:rPr>
          <w:rFonts w:cs="Arial"/>
        </w:rPr>
        <w:t>aff’s</w:t>
      </w:r>
      <w:proofErr w:type="spellEnd"/>
      <w:r w:rsidR="00544830">
        <w:rPr>
          <w:rFonts w:cs="Arial"/>
        </w:rPr>
        <w:t xml:space="preserve"> version of self-defense is impermissible</w:t>
      </w:r>
      <w:r w:rsidR="00525492">
        <w:rPr>
          <w:rFonts w:cs="Arial"/>
        </w:rPr>
        <w:t xml:space="preserve"> because the killer intends the attacker’s death and not just self-preservation</w:t>
      </w:r>
      <w:r w:rsidR="00544830">
        <w:rPr>
          <w:rFonts w:cs="Arial"/>
        </w:rPr>
        <w:t xml:space="preserve">. </w:t>
      </w:r>
      <w:r w:rsidR="00525492">
        <w:rPr>
          <w:rFonts w:cs="Arial"/>
        </w:rPr>
        <w:t>Justice Robert Hunter furthers:</w:t>
      </w:r>
    </w:p>
    <w:p w14:paraId="439155DF" w14:textId="77777777" w:rsidR="00525492" w:rsidRDefault="00525492" w:rsidP="00525492"/>
    <w:p w14:paraId="1E669D0F" w14:textId="7CE5CAF6" w:rsidR="00525492" w:rsidRPr="00525492" w:rsidRDefault="00525492" w:rsidP="00525492">
      <w:pPr>
        <w:rPr>
          <w:sz w:val="16"/>
        </w:rPr>
      </w:pPr>
      <w:proofErr w:type="gramStart"/>
      <w:r w:rsidRPr="00525492">
        <w:rPr>
          <w:sz w:val="16"/>
        </w:rPr>
        <w:t>Justice Robert Hunter, [</w:t>
      </w:r>
      <w:r>
        <w:rPr>
          <w:sz w:val="16"/>
        </w:rPr>
        <w:t xml:space="preserve">Judge of </w:t>
      </w:r>
      <w:r w:rsidRPr="00525492">
        <w:rPr>
          <w:sz w:val="16"/>
        </w:rPr>
        <w:t xml:space="preserve">Court of Appeals of North Carolina], </w:t>
      </w:r>
      <w:r w:rsidRPr="00525492">
        <w:rPr>
          <w:i/>
          <w:sz w:val="16"/>
        </w:rPr>
        <w:t xml:space="preserve">State </w:t>
      </w:r>
      <w:proofErr w:type="spellStart"/>
      <w:r w:rsidRPr="00525492">
        <w:rPr>
          <w:i/>
          <w:sz w:val="16"/>
        </w:rPr>
        <w:t>vs</w:t>
      </w:r>
      <w:proofErr w:type="spellEnd"/>
      <w:r w:rsidRPr="00525492">
        <w:rPr>
          <w:i/>
          <w:sz w:val="16"/>
        </w:rPr>
        <w:t xml:space="preserve"> </w:t>
      </w:r>
      <w:proofErr w:type="spellStart"/>
      <w:r w:rsidRPr="00525492">
        <w:rPr>
          <w:i/>
          <w:sz w:val="16"/>
        </w:rPr>
        <w:t>Stitt</w:t>
      </w:r>
      <w:proofErr w:type="spellEnd"/>
      <w:r w:rsidRPr="00525492">
        <w:rPr>
          <w:sz w:val="16"/>
        </w:rPr>
        <w:t xml:space="preserve">, </w:t>
      </w:r>
      <w:hyperlink r:id="rId9" w:history="1">
        <w:proofErr w:type="gramEnd"/>
        <w:r w:rsidRPr="00525492">
          <w:rPr>
            <w:rStyle w:val="Hyperlink"/>
            <w:sz w:val="16"/>
          </w:rPr>
          <w:t>http://caselaw.findlaw.com/nc-court-of-appeals/1503763.html</w:t>
        </w:r>
        <w:proofErr w:type="gramStart"/>
      </w:hyperlink>
      <w:r w:rsidRPr="00525492">
        <w:rPr>
          <w:sz w:val="16"/>
        </w:rPr>
        <w:t>.</w:t>
      </w:r>
      <w:proofErr w:type="gramEnd"/>
      <w:r w:rsidRPr="00525492">
        <w:rPr>
          <w:sz w:val="16"/>
        </w:rPr>
        <w:t xml:space="preserve"> </w:t>
      </w:r>
      <w:r>
        <w:rPr>
          <w:sz w:val="16"/>
        </w:rPr>
        <w:t>FD</w:t>
      </w:r>
    </w:p>
    <w:p w14:paraId="5196D5DF" w14:textId="77777777" w:rsidR="00525492" w:rsidRDefault="00525492" w:rsidP="00544830">
      <w:pPr>
        <w:pStyle w:val="Tag"/>
        <w:rPr>
          <w:rFonts w:cs="Arial"/>
        </w:rPr>
      </w:pPr>
    </w:p>
    <w:p w14:paraId="4C35EAC1" w14:textId="26852293" w:rsidR="00525492" w:rsidRPr="005731B2" w:rsidRDefault="00525492" w:rsidP="00525492">
      <w:pPr>
        <w:rPr>
          <w:sz w:val="16"/>
          <w:bdr w:val="none" w:sz="0" w:space="0" w:color="auto" w:frame="1"/>
        </w:rPr>
      </w:pPr>
      <w:r w:rsidRPr="00525492">
        <w:rPr>
          <w:sz w:val="16"/>
        </w:rPr>
        <w:t>"</w:t>
      </w:r>
      <w:hyperlink r:id="rId10" w:history="1">
        <w:r w:rsidRPr="00525492">
          <w:rPr>
            <w:bCs/>
            <w:color w:val="660202"/>
            <w:sz w:val="16"/>
          </w:rPr>
          <w:t>First-degree murder</w:t>
        </w:r>
      </w:hyperlink>
      <w:r w:rsidRPr="00525492">
        <w:rPr>
          <w:sz w:val="16"/>
          <w:bdr w:val="none" w:sz="0" w:space="0" w:color="auto" w:frame="1"/>
        </w:rPr>
        <w:t> is the unlawful killing of another human being with malice and with premeditation and </w:t>
      </w:r>
      <w:r w:rsidRPr="00525492">
        <w:rPr>
          <w:i/>
          <w:iCs/>
          <w:sz w:val="16"/>
          <w:bdr w:val="none" w:sz="0" w:space="0" w:color="auto" w:frame="1"/>
        </w:rPr>
        <w:t>deliberation</w:t>
      </w:r>
      <w:r w:rsidRPr="00525492">
        <w:rPr>
          <w:sz w:val="16"/>
          <w:bdr w:val="none" w:sz="0" w:space="0" w:color="auto" w:frame="1"/>
        </w:rPr>
        <w:t>.</w:t>
      </w:r>
      <w:r w:rsidRPr="00525492">
        <w:rPr>
          <w:sz w:val="16"/>
          <w:szCs w:val="20"/>
        </w:rPr>
        <w:t xml:space="preserve"> </w:t>
      </w:r>
      <w:r w:rsidRPr="00525492">
        <w:rPr>
          <w:sz w:val="16"/>
          <w:bdr w:val="none" w:sz="0" w:space="0" w:color="auto" w:frame="1"/>
        </w:rPr>
        <w:t>"A killing is </w:t>
      </w:r>
      <w:r w:rsidRPr="00525492">
        <w:rPr>
          <w:i/>
          <w:iCs/>
          <w:sz w:val="16"/>
          <w:bdr w:val="none" w:sz="0" w:space="0" w:color="auto" w:frame="1"/>
        </w:rPr>
        <w:t>premeditated</w:t>
      </w:r>
      <w:r w:rsidRPr="00525492">
        <w:rPr>
          <w:sz w:val="16"/>
          <w:bdr w:val="none" w:sz="0" w:space="0" w:color="auto" w:frame="1"/>
        </w:rPr>
        <w:t> if the defendant formed the specific intent to kill the victim some period of time, however short, before the actual killing.</w:t>
      </w:r>
      <w:r w:rsidRPr="00525492">
        <w:rPr>
          <w:sz w:val="16"/>
          <w:szCs w:val="20"/>
        </w:rPr>
        <w:t xml:space="preserve"> </w:t>
      </w:r>
      <w:r w:rsidRPr="00525492">
        <w:rPr>
          <w:sz w:val="16"/>
          <w:bdr w:val="none" w:sz="0" w:space="0" w:color="auto" w:frame="1"/>
        </w:rPr>
        <w:t>"</w:t>
      </w:r>
      <w:r w:rsidRPr="00525492">
        <w:rPr>
          <w:rStyle w:val="UnderlineBold"/>
        </w:rPr>
        <w:t xml:space="preserve">A killing is deliberate if the defendant acted </w:t>
      </w:r>
      <w:r w:rsidRPr="00525492">
        <w:rPr>
          <w:sz w:val="16"/>
          <w:bdr w:val="none" w:sz="0" w:space="0" w:color="auto" w:frame="1"/>
        </w:rPr>
        <w:t xml:space="preserve">in a cool state of blood, </w:t>
      </w:r>
      <w:r w:rsidRPr="00525492">
        <w:rPr>
          <w:rStyle w:val="UnderlineBold"/>
        </w:rPr>
        <w:t xml:space="preserve">in furtherance of a fixed design for revenge or to accomplish an unlawful purpose and not </w:t>
      </w:r>
      <w:r w:rsidRPr="00525492">
        <w:rPr>
          <w:sz w:val="16"/>
          <w:bdr w:val="none" w:sz="0" w:space="0" w:color="auto" w:frame="1"/>
        </w:rPr>
        <w:t xml:space="preserve">under the influence of a violent passion, </w:t>
      </w:r>
      <w:r w:rsidRPr="00525492">
        <w:rPr>
          <w:rStyle w:val="UnderlineBold"/>
        </w:rPr>
        <w:t>suddenly aroused by lawful or just cause or legal provocation</w:t>
      </w:r>
      <w:r w:rsidRPr="00525492">
        <w:rPr>
          <w:sz w:val="16"/>
          <w:bdr w:val="none" w:sz="0" w:space="0" w:color="auto" w:frame="1"/>
        </w:rPr>
        <w:t>.</w:t>
      </w:r>
      <w:r w:rsidRPr="00525492">
        <w:rPr>
          <w:sz w:val="16"/>
          <w:szCs w:val="20"/>
        </w:rPr>
        <w:t xml:space="preserve"> </w:t>
      </w:r>
      <w:r w:rsidRPr="00525492">
        <w:rPr>
          <w:sz w:val="16"/>
          <w:bdr w:val="none" w:sz="0" w:space="0" w:color="auto" w:frame="1"/>
        </w:rPr>
        <w:t>"Premeditation and </w:t>
      </w:r>
      <w:r w:rsidRPr="00525492">
        <w:rPr>
          <w:i/>
          <w:iCs/>
          <w:sz w:val="16"/>
          <w:bdr w:val="none" w:sz="0" w:space="0" w:color="auto" w:frame="1"/>
        </w:rPr>
        <w:t>deliberation</w:t>
      </w:r>
      <w:r w:rsidRPr="00525492">
        <w:rPr>
          <w:sz w:val="16"/>
          <w:bdr w:val="none" w:sz="0" w:space="0" w:color="auto" w:frame="1"/>
        </w:rPr>
        <w:t> are usually proven by circumstantial evidence because they are mental processes that are not readily susceptible to proof by direct evidence."</w:t>
      </w:r>
    </w:p>
    <w:p w14:paraId="4B7BD97C" w14:textId="77777777" w:rsidR="00525492" w:rsidRPr="00525492" w:rsidRDefault="00525492" w:rsidP="00525492"/>
    <w:p w14:paraId="2A9AF718" w14:textId="2C5EC9B2" w:rsidR="00544830" w:rsidRPr="00544830" w:rsidRDefault="004D0721" w:rsidP="00544830">
      <w:pPr>
        <w:pStyle w:val="Tag"/>
        <w:rPr>
          <w:rFonts w:cs="Arial"/>
        </w:rPr>
      </w:pPr>
      <w:r>
        <w:rPr>
          <w:rFonts w:cs="Arial"/>
        </w:rPr>
        <w:t>However, even if he proves that it is necessary to kill in self-</w:t>
      </w:r>
      <w:proofErr w:type="gramStart"/>
      <w:r>
        <w:rPr>
          <w:rFonts w:cs="Arial"/>
        </w:rPr>
        <w:t>defense, that</w:t>
      </w:r>
      <w:proofErr w:type="gramEnd"/>
      <w:r>
        <w:rPr>
          <w:rFonts w:cs="Arial"/>
        </w:rPr>
        <w:t xml:space="preserve"> is not sufficient to meet my standard. </w:t>
      </w:r>
      <w:r w:rsidR="00C32498">
        <w:rPr>
          <w:rFonts w:cs="Arial"/>
        </w:rPr>
        <w:t>T</w:t>
      </w:r>
      <w:r w:rsidR="00544830">
        <w:rPr>
          <w:rFonts w:cs="Arial"/>
        </w:rPr>
        <w:t xml:space="preserve">he killer’s ultimate end </w:t>
      </w:r>
      <w:r w:rsidR="00C32498">
        <w:rPr>
          <w:rFonts w:cs="Arial"/>
        </w:rPr>
        <w:t xml:space="preserve">should </w:t>
      </w:r>
      <w:r>
        <w:rPr>
          <w:rFonts w:cs="Arial"/>
        </w:rPr>
        <w:t xml:space="preserve">still </w:t>
      </w:r>
      <w:r w:rsidR="00C32498">
        <w:rPr>
          <w:rFonts w:cs="Arial"/>
        </w:rPr>
        <w:t xml:space="preserve">be </w:t>
      </w:r>
      <w:r w:rsidR="00544830">
        <w:rPr>
          <w:rFonts w:cs="Arial"/>
        </w:rPr>
        <w:t xml:space="preserve">only self-defense and not the death of the attacker. </w:t>
      </w:r>
      <w:r w:rsidR="00544830">
        <w:t>McMahan:</w:t>
      </w:r>
    </w:p>
    <w:p w14:paraId="1606186E" w14:textId="77777777" w:rsidR="00544830" w:rsidRDefault="00544830" w:rsidP="00544830"/>
    <w:p w14:paraId="02E3FD18" w14:textId="77777777" w:rsidR="00544830" w:rsidRPr="00292B19" w:rsidRDefault="00544830" w:rsidP="00544830">
      <w:pPr>
        <w:rPr>
          <w:sz w:val="16"/>
        </w:rPr>
      </w:pPr>
      <w:proofErr w:type="gramStart"/>
      <w:r w:rsidRPr="00292B19">
        <w:rPr>
          <w:sz w:val="16"/>
        </w:rPr>
        <w:t xml:space="preserve">Jeff McMahan, [Professor of Philosophy at Rutgers], “Revising the Doctrine of Double Effect”, </w:t>
      </w:r>
      <w:r w:rsidRPr="00292B19">
        <w:rPr>
          <w:iCs/>
          <w:color w:val="000000"/>
          <w:sz w:val="16"/>
          <w:szCs w:val="19"/>
        </w:rPr>
        <w:t xml:space="preserve">Journal of Applied Philosophy, Vol.11, </w:t>
      </w:r>
      <w:r w:rsidRPr="00292B19">
        <w:rPr>
          <w:iCs/>
          <w:color w:val="000000"/>
          <w:sz w:val="16"/>
          <w:szCs w:val="20"/>
        </w:rPr>
        <w:t xml:space="preserve">No. </w:t>
      </w:r>
      <w:r w:rsidRPr="00292B19">
        <w:rPr>
          <w:color w:val="000000"/>
          <w:sz w:val="16"/>
          <w:szCs w:val="20"/>
        </w:rPr>
        <w:t xml:space="preserve">2, </w:t>
      </w:r>
      <w:r w:rsidRPr="00292B19">
        <w:rPr>
          <w:iCs/>
          <w:color w:val="000000"/>
          <w:sz w:val="16"/>
          <w:szCs w:val="19"/>
        </w:rPr>
        <w:t>1994.</w:t>
      </w:r>
      <w:proofErr w:type="gramEnd"/>
      <w:r w:rsidRPr="00292B19">
        <w:rPr>
          <w:iCs/>
          <w:color w:val="000000"/>
          <w:sz w:val="16"/>
          <w:szCs w:val="19"/>
        </w:rPr>
        <w:t xml:space="preserve"> RK</w:t>
      </w:r>
    </w:p>
    <w:p w14:paraId="7F713FFB" w14:textId="77777777" w:rsidR="00544830" w:rsidRDefault="00544830" w:rsidP="00544830">
      <w:pPr>
        <w:rPr>
          <w:rFonts w:cs="Arial"/>
          <w:sz w:val="16"/>
        </w:rPr>
      </w:pPr>
    </w:p>
    <w:p w14:paraId="36B07E37" w14:textId="77777777" w:rsidR="00544830" w:rsidRPr="00544830" w:rsidRDefault="00544830" w:rsidP="00544830">
      <w:pPr>
        <w:rPr>
          <w:rFonts w:cs="Arial"/>
          <w:sz w:val="16"/>
        </w:rPr>
      </w:pPr>
      <w:r w:rsidRPr="00544830">
        <w:rPr>
          <w:rFonts w:cs="Arial"/>
          <w:sz w:val="16"/>
        </w:rPr>
        <w:t xml:space="preserve">One problem with these responses is that they appear to exclude some applications of the DDE that its proponents have wished to defend. For example, </w:t>
      </w:r>
      <w:r w:rsidRPr="00544830">
        <w:rPr>
          <w:rFonts w:cs="Arial"/>
          <w:sz w:val="16"/>
          <w:szCs w:val="20"/>
        </w:rPr>
        <w:t xml:space="preserve">in </w:t>
      </w:r>
      <w:r w:rsidRPr="00544830">
        <w:rPr>
          <w:rFonts w:cs="Arial"/>
          <w:sz w:val="16"/>
        </w:rPr>
        <w:t xml:space="preserve">a passage that many have cited as the origin of the DDE, Thomas </w:t>
      </w:r>
      <w:r w:rsidRPr="00544830">
        <w:rPr>
          <w:rStyle w:val="UnderlineBold"/>
          <w:rFonts w:cs="Arial"/>
          <w:b w:val="0"/>
          <w:sz w:val="16"/>
          <w:u w:val="none"/>
        </w:rPr>
        <w:t>Aquinas argues that</w:t>
      </w:r>
      <w:r w:rsidRPr="00544830">
        <w:rPr>
          <w:rFonts w:cs="Arial"/>
          <w:b/>
          <w:sz w:val="16"/>
        </w:rPr>
        <w:t xml:space="preserve">, </w:t>
      </w:r>
      <w:r w:rsidRPr="00544830">
        <w:rPr>
          <w:rStyle w:val="UnderlineBold"/>
          <w:rFonts w:cs="Arial"/>
          <w:b w:val="0"/>
          <w:sz w:val="16"/>
          <w:u w:val="none"/>
        </w:rPr>
        <w:t xml:space="preserve">while it is wrong for one person to intend to kill another even in </w:t>
      </w:r>
      <w:proofErr w:type="spellStart"/>
      <w:r w:rsidRPr="00544830">
        <w:rPr>
          <w:rStyle w:val="UnderlineBold"/>
          <w:rFonts w:cs="Arial"/>
          <w:b w:val="0"/>
          <w:sz w:val="16"/>
          <w:u w:val="none"/>
        </w:rPr>
        <w:t>self-defence</w:t>
      </w:r>
      <w:proofErr w:type="spellEnd"/>
      <w:r w:rsidRPr="00544830">
        <w:rPr>
          <w:rStyle w:val="UnderlineBold"/>
          <w:rFonts w:cs="Arial"/>
          <w:b w:val="0"/>
          <w:sz w:val="16"/>
          <w:u w:val="none"/>
        </w:rPr>
        <w:t xml:space="preserve">, </w:t>
      </w:r>
      <w:r w:rsidRPr="00544830">
        <w:rPr>
          <w:rStyle w:val="UnderlineBold"/>
          <w:rFonts w:cs="Arial"/>
        </w:rPr>
        <w:t xml:space="preserve">killing in </w:t>
      </w:r>
      <w:proofErr w:type="spellStart"/>
      <w:r w:rsidRPr="00544830">
        <w:rPr>
          <w:rStyle w:val="UnderlineBold"/>
          <w:rFonts w:cs="Arial"/>
        </w:rPr>
        <w:t>self-defence</w:t>
      </w:r>
      <w:proofErr w:type="spellEnd"/>
      <w:r w:rsidRPr="00544830">
        <w:rPr>
          <w:rStyle w:val="UnderlineBold"/>
          <w:rFonts w:cs="Arial"/>
        </w:rPr>
        <w:t xml:space="preserve"> may still be permissible </w:t>
      </w:r>
      <w:r w:rsidRPr="00544830">
        <w:rPr>
          <w:rStyle w:val="UnderlineBold"/>
          <w:rFonts w:cs="Arial"/>
        </w:rPr>
        <w:lastRenderedPageBreak/>
        <w:t xml:space="preserve">provided that the lethal act of </w:t>
      </w:r>
      <w:proofErr w:type="spellStart"/>
      <w:r w:rsidRPr="00544830">
        <w:rPr>
          <w:rStyle w:val="UnderlineBold"/>
          <w:rFonts w:cs="Arial"/>
        </w:rPr>
        <w:t>defence</w:t>
      </w:r>
      <w:proofErr w:type="spellEnd"/>
      <w:r w:rsidRPr="00544830">
        <w:rPr>
          <w:rStyle w:val="UnderlineBold"/>
          <w:rFonts w:cs="Arial"/>
        </w:rPr>
        <w:t xml:space="preserve"> is carried out with the intention only to preserve one’s own life</w:t>
      </w:r>
      <w:r w:rsidRPr="00544830">
        <w:rPr>
          <w:rFonts w:cs="Arial"/>
          <w:sz w:val="16"/>
        </w:rPr>
        <w:t xml:space="preserve">. Aquinas thus assumes that </w:t>
      </w:r>
      <w:r w:rsidRPr="00544830">
        <w:rPr>
          <w:rStyle w:val="UnderlineBold"/>
          <w:rFonts w:cs="Arial"/>
          <w:b w:val="0"/>
          <w:sz w:val="16"/>
          <w:u w:val="none"/>
        </w:rPr>
        <w:t xml:space="preserve">it is possible for one to foresee with certainty that one’s act will kill one’s assailant without intending the killing as a means of </w:t>
      </w:r>
      <w:proofErr w:type="spellStart"/>
      <w:r w:rsidRPr="00544830">
        <w:rPr>
          <w:rStyle w:val="UnderlineBold"/>
          <w:rFonts w:cs="Arial"/>
          <w:b w:val="0"/>
          <w:sz w:val="16"/>
          <w:u w:val="none"/>
        </w:rPr>
        <w:t>self-defence</w:t>
      </w:r>
      <w:proofErr w:type="spellEnd"/>
      <w:r w:rsidRPr="00544830">
        <w:rPr>
          <w:rStyle w:val="UnderlineBold"/>
          <w:rFonts w:cs="Arial"/>
          <w:b w:val="0"/>
          <w:sz w:val="16"/>
          <w:u w:val="none"/>
        </w:rPr>
        <w:t xml:space="preserve"> </w:t>
      </w:r>
      <w:r w:rsidRPr="00544830">
        <w:rPr>
          <w:rFonts w:cs="Arial"/>
          <w:b/>
          <w:bCs/>
          <w:sz w:val="16"/>
          <w:szCs w:val="20"/>
        </w:rPr>
        <w:t xml:space="preserve">[4]. </w:t>
      </w:r>
      <w:r w:rsidRPr="00544830">
        <w:rPr>
          <w:rStyle w:val="UnderlineBold"/>
          <w:rFonts w:cs="Arial"/>
          <w:b w:val="0"/>
          <w:sz w:val="16"/>
          <w:u w:val="none"/>
        </w:rPr>
        <w:t xml:space="preserve">Various recent defenders of the DDE have accepted a view quite similar </w:t>
      </w:r>
      <w:r w:rsidRPr="00544830">
        <w:rPr>
          <w:rFonts w:cs="Arial"/>
          <w:sz w:val="16"/>
        </w:rPr>
        <w:t xml:space="preserve">to Aquinas’s. To illustrate their view, </w:t>
      </w:r>
      <w:r w:rsidRPr="00544830">
        <w:rPr>
          <w:rStyle w:val="UnderlineBold"/>
          <w:rFonts w:cs="Arial"/>
          <w:b w:val="0"/>
          <w:sz w:val="16"/>
          <w:u w:val="none"/>
        </w:rPr>
        <w:t>consider</w:t>
      </w:r>
      <w:r w:rsidRPr="00544830">
        <w:rPr>
          <w:rFonts w:cs="Arial"/>
          <w:b/>
        </w:rPr>
        <w:t xml:space="preserve">: </w:t>
      </w:r>
      <w:r w:rsidRPr="00544830">
        <w:rPr>
          <w:rStyle w:val="UnderlineBold"/>
          <w:rFonts w:cs="Arial"/>
          <w:b w:val="0"/>
          <w:sz w:val="16"/>
          <w:u w:val="none"/>
        </w:rPr>
        <w:t>Self-</w:t>
      </w:r>
      <w:proofErr w:type="spellStart"/>
      <w:r w:rsidRPr="00544830">
        <w:rPr>
          <w:rStyle w:val="UnderlineBold"/>
          <w:rFonts w:cs="Arial"/>
          <w:b w:val="0"/>
          <w:sz w:val="16"/>
          <w:u w:val="none"/>
        </w:rPr>
        <w:t>Defence</w:t>
      </w:r>
      <w:proofErr w:type="spellEnd"/>
      <w:r w:rsidRPr="00544830">
        <w:rPr>
          <w:rStyle w:val="UnderlineBold"/>
          <w:rFonts w:cs="Arial"/>
          <w:b w:val="0"/>
          <w:sz w:val="16"/>
          <w:u w:val="none"/>
        </w:rPr>
        <w:t xml:space="preserve"> </w:t>
      </w:r>
      <w:proofErr w:type="gramStart"/>
      <w:r w:rsidRPr="00544830">
        <w:rPr>
          <w:rStyle w:val="UnderlineBold"/>
          <w:rFonts w:cs="Arial"/>
          <w:b w:val="0"/>
          <w:sz w:val="16"/>
          <w:u w:val="none"/>
        </w:rPr>
        <w:t xml:space="preserve">I </w:t>
      </w:r>
      <w:r w:rsidRPr="00544830">
        <w:rPr>
          <w:rFonts w:cs="Arial"/>
          <w:b/>
          <w:szCs w:val="21"/>
        </w:rPr>
        <w:t>:</w:t>
      </w:r>
      <w:proofErr w:type="gramEnd"/>
      <w:r w:rsidRPr="00544830">
        <w:rPr>
          <w:rFonts w:cs="Arial"/>
          <w:b/>
          <w:szCs w:val="21"/>
        </w:rPr>
        <w:t xml:space="preserve"> </w:t>
      </w:r>
      <w:r w:rsidRPr="00544830">
        <w:rPr>
          <w:rStyle w:val="UnderlineBold"/>
          <w:rFonts w:cs="Arial"/>
          <w:b w:val="0"/>
          <w:sz w:val="16"/>
          <w:u w:val="none"/>
        </w:rPr>
        <w:t xml:space="preserve">One’s only </w:t>
      </w:r>
      <w:proofErr w:type="spellStart"/>
      <w:r w:rsidRPr="00544830">
        <w:rPr>
          <w:rStyle w:val="UnderlineBold"/>
          <w:rFonts w:cs="Arial"/>
          <w:b w:val="0"/>
          <w:sz w:val="16"/>
          <w:u w:val="none"/>
        </w:rPr>
        <w:t>defence</w:t>
      </w:r>
      <w:proofErr w:type="spellEnd"/>
      <w:r w:rsidRPr="00544830">
        <w:rPr>
          <w:rStyle w:val="UnderlineBold"/>
          <w:rFonts w:cs="Arial"/>
          <w:b w:val="0"/>
          <w:sz w:val="16"/>
          <w:u w:val="none"/>
        </w:rPr>
        <w:t xml:space="preserve"> against an unjust and potentially lethal attack is to shoot the attacker at close range with a flame-thrower</w:t>
      </w:r>
      <w:r w:rsidRPr="00544830">
        <w:rPr>
          <w:rFonts w:cs="Arial"/>
          <w:sz w:val="16"/>
        </w:rPr>
        <w:t>. The followers of Aquinas would accept that, in Self-</w:t>
      </w:r>
      <w:proofErr w:type="spellStart"/>
      <w:r w:rsidRPr="00544830">
        <w:rPr>
          <w:rFonts w:cs="Arial"/>
          <w:sz w:val="16"/>
        </w:rPr>
        <w:t>Defence</w:t>
      </w:r>
      <w:proofErr w:type="spellEnd"/>
      <w:r w:rsidRPr="00544830">
        <w:rPr>
          <w:rFonts w:cs="Arial"/>
          <w:sz w:val="16"/>
        </w:rPr>
        <w:t xml:space="preserve"> </w:t>
      </w:r>
      <w:r w:rsidRPr="00544830">
        <w:rPr>
          <w:rFonts w:cs="Arial"/>
          <w:sz w:val="16"/>
          <w:szCs w:val="21"/>
        </w:rPr>
        <w:t xml:space="preserve">1, </w:t>
      </w:r>
      <w:r w:rsidRPr="00544830">
        <w:rPr>
          <w:rStyle w:val="UnderlineBold"/>
          <w:rFonts w:cs="Arial"/>
        </w:rPr>
        <w:t xml:space="preserve">it is possible to </w:t>
      </w:r>
      <w:r w:rsidRPr="00544830">
        <w:rPr>
          <w:rFonts w:cs="Arial"/>
          <w:sz w:val="16"/>
        </w:rPr>
        <w:t xml:space="preserve">fire the flame-thrower </w:t>
      </w:r>
      <w:r w:rsidRPr="00544830">
        <w:rPr>
          <w:rStyle w:val="UnderlineBold"/>
          <w:rFonts w:cs="Arial"/>
        </w:rPr>
        <w:t>intend</w:t>
      </w:r>
      <w:r w:rsidRPr="00544830">
        <w:rPr>
          <w:rFonts w:cs="Arial"/>
          <w:sz w:val="16"/>
        </w:rPr>
        <w:t xml:space="preserve">ing </w:t>
      </w:r>
      <w:r w:rsidRPr="00544830">
        <w:rPr>
          <w:rStyle w:val="UnderlineBold"/>
          <w:rFonts w:cs="Arial"/>
        </w:rPr>
        <w:t>only to incapacitate and not to kill the attacker, while foreseeing that one’s action would in fact kill him in the process of incapacitating him. The killing, or the death of the attacker, could</w:t>
      </w:r>
      <w:r w:rsidRPr="00544830">
        <w:rPr>
          <w:rStyle w:val="UnderlineBold"/>
          <w:rFonts w:cs="Arial"/>
          <w:b w:val="0"/>
          <w:sz w:val="16"/>
          <w:u w:val="none"/>
        </w:rPr>
        <w:t xml:space="preserve">, according to these theorists, </w:t>
      </w:r>
      <w:r w:rsidRPr="00544830">
        <w:rPr>
          <w:rStyle w:val="UnderlineBold"/>
          <w:rFonts w:cs="Arial"/>
        </w:rPr>
        <w:t xml:space="preserve">be an unintended </w:t>
      </w:r>
      <w:r w:rsidRPr="00544830">
        <w:rPr>
          <w:rFonts w:cs="Arial"/>
          <w:sz w:val="16"/>
        </w:rPr>
        <w:t xml:space="preserve">(though of course not </w:t>
      </w:r>
      <w:r w:rsidRPr="00544830">
        <w:rPr>
          <w:rFonts w:cs="Arial"/>
          <w:i/>
          <w:iCs/>
          <w:sz w:val="16"/>
          <w:szCs w:val="18"/>
        </w:rPr>
        <w:t xml:space="preserve">accidental) </w:t>
      </w:r>
      <w:r w:rsidRPr="00544830">
        <w:rPr>
          <w:rStyle w:val="UnderlineBold"/>
          <w:rFonts w:cs="Arial"/>
        </w:rPr>
        <w:t xml:space="preserve">side-effect </w:t>
      </w:r>
      <w:r w:rsidRPr="0087620A">
        <w:rPr>
          <w:rStyle w:val="UnderlineBold"/>
          <w:b w:val="0"/>
          <w:sz w:val="16"/>
          <w:u w:val="none"/>
        </w:rPr>
        <w:t>[5]</w:t>
      </w:r>
      <w:proofErr w:type="gramStart"/>
      <w:r w:rsidRPr="0087620A">
        <w:rPr>
          <w:rStyle w:val="UnderlineBold"/>
          <w:b w:val="0"/>
          <w:sz w:val="16"/>
          <w:u w:val="none"/>
        </w:rPr>
        <w:t>.</w:t>
      </w:r>
      <w:r w:rsidRPr="00544830">
        <w:rPr>
          <w:rFonts w:cs="Arial"/>
          <w:sz w:val="16"/>
        </w:rPr>
        <w:t>This</w:t>
      </w:r>
      <w:proofErr w:type="gramEnd"/>
      <w:r w:rsidRPr="00544830">
        <w:rPr>
          <w:rFonts w:cs="Arial"/>
          <w:sz w:val="16"/>
        </w:rPr>
        <w:t>, I believe, is quite plausible.</w:t>
      </w:r>
    </w:p>
    <w:p w14:paraId="180C4AB6" w14:textId="77777777" w:rsidR="00544830" w:rsidRDefault="00544830" w:rsidP="00544830"/>
    <w:p w14:paraId="5E8379D5" w14:textId="1A628194" w:rsidR="005731B2" w:rsidRDefault="005731B2" w:rsidP="005731B2">
      <w:pPr>
        <w:pStyle w:val="Tag"/>
      </w:pPr>
      <w:r>
        <w:t xml:space="preserve">The death of the attacker can only be either an accident or </w:t>
      </w:r>
      <w:r w:rsidR="00555527">
        <w:t xml:space="preserve">a foreseen </w:t>
      </w:r>
      <w:r>
        <w:t xml:space="preserve">consequence, but never the initial purpose of the deadly force. </w:t>
      </w:r>
    </w:p>
    <w:p w14:paraId="2117317E" w14:textId="77777777" w:rsidR="00160FEC" w:rsidRDefault="00160FEC" w:rsidP="00160FEC"/>
    <w:p w14:paraId="63AC9B82" w14:textId="1CD61E82" w:rsidR="00E77CE0" w:rsidRDefault="00E77CE0" w:rsidP="00316F1A">
      <w:pPr>
        <w:pStyle w:val="Heading1"/>
      </w:pPr>
      <w:r w:rsidRPr="00E77CE0">
        <w:lastRenderedPageBreak/>
        <w:t>Case- Lay</w:t>
      </w:r>
    </w:p>
    <w:p w14:paraId="75555F1F" w14:textId="77777777" w:rsidR="00E77CE0" w:rsidRDefault="00E77CE0" w:rsidP="00E77CE0">
      <w:pPr>
        <w:pStyle w:val="Tag"/>
        <w:rPr>
          <w:rFonts w:cs="Arial"/>
        </w:rPr>
      </w:pPr>
    </w:p>
    <w:p w14:paraId="58E9F84D" w14:textId="77777777" w:rsidR="00E77CE0" w:rsidRPr="000914BB" w:rsidRDefault="00E77CE0" w:rsidP="00E77CE0">
      <w:pPr>
        <w:pStyle w:val="Tag"/>
        <w:rPr>
          <w:rFonts w:cs="Arial"/>
        </w:rPr>
      </w:pPr>
      <w:r>
        <w:rPr>
          <w:rFonts w:cs="Arial"/>
        </w:rPr>
        <w:t xml:space="preserve">I negate. We take actions for a purpose, and have those purposes because of higher purposes, but the justification for action must end somewhere, with self-evidence purposes. These are basic goods. </w:t>
      </w:r>
      <w:proofErr w:type="spellStart"/>
      <w:r>
        <w:rPr>
          <w:rFonts w:cs="Arial"/>
        </w:rPr>
        <w:t>Grisez</w:t>
      </w:r>
      <w:proofErr w:type="spellEnd"/>
      <w:r>
        <w:rPr>
          <w:rFonts w:cs="Arial"/>
        </w:rPr>
        <w:t xml:space="preserve">: </w:t>
      </w:r>
    </w:p>
    <w:p w14:paraId="22E77EF6" w14:textId="77777777" w:rsidR="00E77CE0" w:rsidRDefault="00E77CE0" w:rsidP="00E77CE0"/>
    <w:p w14:paraId="25FE66CE" w14:textId="77777777" w:rsidR="00E77CE0" w:rsidRPr="00D532B5" w:rsidRDefault="00E77CE0" w:rsidP="00E77CE0">
      <w:pPr>
        <w:rPr>
          <w:sz w:val="16"/>
        </w:rPr>
      </w:pPr>
      <w:proofErr w:type="spellStart"/>
      <w:r w:rsidRPr="00D532B5">
        <w:rPr>
          <w:sz w:val="16"/>
        </w:rPr>
        <w:t>Germain</w:t>
      </w:r>
      <w:proofErr w:type="spellEnd"/>
      <w:r w:rsidRPr="00D532B5">
        <w:rPr>
          <w:sz w:val="16"/>
        </w:rPr>
        <w:t xml:space="preserve"> </w:t>
      </w:r>
      <w:proofErr w:type="spellStart"/>
      <w:r w:rsidRPr="00D532B5">
        <w:rPr>
          <w:sz w:val="16"/>
        </w:rPr>
        <w:t>Grisez</w:t>
      </w:r>
      <w:proofErr w:type="spellEnd"/>
      <w:r w:rsidRPr="00D532B5">
        <w:rPr>
          <w:sz w:val="16"/>
        </w:rPr>
        <w:t xml:space="preserve">, Joseph Boyle, and John </w:t>
      </w:r>
      <w:proofErr w:type="spellStart"/>
      <w:r w:rsidRPr="00D532B5">
        <w:rPr>
          <w:sz w:val="16"/>
        </w:rPr>
        <w:t>Finnis</w:t>
      </w:r>
      <w:proofErr w:type="spellEnd"/>
      <w:r w:rsidRPr="00D532B5">
        <w:rPr>
          <w:sz w:val="16"/>
        </w:rPr>
        <w:t>, “Practical Principles, Moral Truth, and Ultimate Ends”, A</w:t>
      </w:r>
      <w:r w:rsidRPr="00D532B5">
        <w:rPr>
          <w:rFonts w:cs="Helvetica"/>
          <w:color w:val="000000"/>
          <w:sz w:val="16"/>
          <w:szCs w:val="24"/>
        </w:rPr>
        <w:t>merican Journal of Jurisdiction vol. 32, 1987. RK</w:t>
      </w:r>
    </w:p>
    <w:p w14:paraId="2BBAB299" w14:textId="77777777" w:rsidR="00E77CE0" w:rsidRDefault="00E77CE0" w:rsidP="00E77CE0"/>
    <w:p w14:paraId="34624F2E" w14:textId="77777777" w:rsidR="00E77CE0" w:rsidRPr="000914BB" w:rsidRDefault="00E77CE0" w:rsidP="00E77CE0">
      <w:pPr>
        <w:rPr>
          <w:rFonts w:cs="Arial"/>
          <w:sz w:val="16"/>
        </w:rPr>
      </w:pPr>
      <w:r w:rsidRPr="000914BB">
        <w:rPr>
          <w:rFonts w:cs="Arial"/>
          <w:sz w:val="16"/>
        </w:rPr>
        <w:t xml:space="preserve">Even </w:t>
      </w:r>
      <w:r w:rsidRPr="000914BB">
        <w:rPr>
          <w:rFonts w:cs="Arial"/>
          <w:sz w:val="16"/>
          <w:szCs w:val="21"/>
        </w:rPr>
        <w:t xml:space="preserve">when </w:t>
      </w:r>
      <w:r w:rsidRPr="000914BB">
        <w:rPr>
          <w:rFonts w:cs="Arial"/>
          <w:sz w:val="16"/>
        </w:rPr>
        <w:t xml:space="preserve">one's purpose </w:t>
      </w:r>
      <w:r w:rsidRPr="000914BB">
        <w:rPr>
          <w:rFonts w:cs="Arial"/>
          <w:sz w:val="16"/>
          <w:szCs w:val="20"/>
        </w:rPr>
        <w:t xml:space="preserve">is </w:t>
      </w:r>
      <w:r w:rsidRPr="000914BB">
        <w:rPr>
          <w:rFonts w:cs="Arial"/>
          <w:sz w:val="16"/>
        </w:rPr>
        <w:t xml:space="preserve">not distinct from one's action, </w:t>
      </w:r>
      <w:r w:rsidRPr="000914BB">
        <w:rPr>
          <w:rStyle w:val="UnderlineBold"/>
        </w:rPr>
        <w:t>something about the action underlies one's rational interest in doing it</w:t>
      </w:r>
      <w:r w:rsidRPr="000914BB">
        <w:rPr>
          <w:rFonts w:cs="Arial"/>
          <w:sz w:val="16"/>
          <w:szCs w:val="21"/>
        </w:rPr>
        <w:t xml:space="preserve">. </w:t>
      </w:r>
      <w:r w:rsidRPr="000914BB">
        <w:rPr>
          <w:rFonts w:cs="Arial"/>
          <w:sz w:val="16"/>
        </w:rPr>
        <w:t xml:space="preserve">One's reasons for playing </w:t>
      </w:r>
      <w:r w:rsidRPr="000914BB">
        <w:rPr>
          <w:rFonts w:cs="Arial"/>
          <w:sz w:val="16"/>
          <w:szCs w:val="21"/>
        </w:rPr>
        <w:t xml:space="preserve">a </w:t>
      </w:r>
      <w:r w:rsidRPr="000914BB">
        <w:rPr>
          <w:rFonts w:cs="Arial"/>
          <w:sz w:val="16"/>
        </w:rPr>
        <w:t xml:space="preserve">particular game or reading a particular novel are goods </w:t>
      </w:r>
      <w:r w:rsidRPr="000914BB">
        <w:rPr>
          <w:rFonts w:cs="Arial"/>
          <w:sz w:val="16"/>
          <w:szCs w:val="21"/>
        </w:rPr>
        <w:t xml:space="preserve">which </w:t>
      </w:r>
      <w:r w:rsidRPr="000914BB">
        <w:rPr>
          <w:rFonts w:cs="Arial"/>
          <w:sz w:val="16"/>
        </w:rPr>
        <w:t xml:space="preserve">are only instantiated through actions chosen for these reasons. Thus, playing and knowing always have their basic appeal, insofar </w:t>
      </w:r>
      <w:r w:rsidRPr="000914BB">
        <w:rPr>
          <w:rFonts w:cs="Arial"/>
          <w:sz w:val="16"/>
          <w:szCs w:val="21"/>
        </w:rPr>
        <w:t xml:space="preserve">as </w:t>
      </w:r>
      <w:r w:rsidRPr="000914BB">
        <w:rPr>
          <w:rFonts w:cs="Arial"/>
          <w:sz w:val="16"/>
        </w:rPr>
        <w:t xml:space="preserve">they are goods, but like other goods they can </w:t>
      </w:r>
      <w:r w:rsidRPr="000914BB">
        <w:rPr>
          <w:rFonts w:cs="Arial"/>
          <w:sz w:val="16"/>
          <w:szCs w:val="21"/>
        </w:rPr>
        <w:t xml:space="preserve">be </w:t>
      </w:r>
      <w:r w:rsidRPr="000914BB">
        <w:rPr>
          <w:rFonts w:cs="Arial"/>
          <w:sz w:val="16"/>
        </w:rPr>
        <w:t xml:space="preserve">realized only </w:t>
      </w:r>
      <w:r w:rsidRPr="000914BB">
        <w:rPr>
          <w:rFonts w:cs="Arial"/>
          <w:sz w:val="16"/>
          <w:szCs w:val="21"/>
        </w:rPr>
        <w:t xml:space="preserve">in </w:t>
      </w:r>
      <w:r w:rsidRPr="000914BB">
        <w:rPr>
          <w:rFonts w:cs="Arial"/>
          <w:sz w:val="16"/>
        </w:rPr>
        <w:t xml:space="preserve">limited </w:t>
      </w:r>
      <w:r w:rsidRPr="000914BB">
        <w:rPr>
          <w:rFonts w:cs="Arial"/>
          <w:sz w:val="16"/>
          <w:szCs w:val="21"/>
        </w:rPr>
        <w:t xml:space="preserve">ways </w:t>
      </w:r>
      <w:r w:rsidRPr="000914BB">
        <w:rPr>
          <w:rFonts w:cs="Arial"/>
          <w:sz w:val="16"/>
        </w:rPr>
        <w:t>through particular actions</w:t>
      </w:r>
      <w:r w:rsidRPr="000914BB">
        <w:rPr>
          <w:rStyle w:val="UnderlineBold"/>
        </w:rPr>
        <w:t xml:space="preserve">. Some goods are reasons for </w:t>
      </w:r>
      <w:proofErr w:type="gramStart"/>
      <w:r w:rsidRPr="000914BB">
        <w:rPr>
          <w:rStyle w:val="UnderlineBold"/>
        </w:rPr>
        <w:t>acting which need a further reason to explain the interest people</w:t>
      </w:r>
      <w:proofErr w:type="gramEnd"/>
      <w:r w:rsidRPr="000914BB">
        <w:rPr>
          <w:rStyle w:val="UnderlineBold"/>
        </w:rPr>
        <w:t xml:space="preserve"> take in them. </w:t>
      </w:r>
      <w:r w:rsidRPr="000914BB">
        <w:rPr>
          <w:rFonts w:cs="Arial"/>
          <w:sz w:val="16"/>
          <w:szCs w:val="21"/>
        </w:rPr>
        <w:t xml:space="preserve">We call </w:t>
      </w:r>
      <w:r w:rsidRPr="000914BB">
        <w:rPr>
          <w:rFonts w:cs="Arial"/>
          <w:sz w:val="16"/>
        </w:rPr>
        <w:t xml:space="preserve">such reasons for acting. </w:t>
      </w:r>
      <w:r w:rsidRPr="005503A1">
        <w:rPr>
          <w:rStyle w:val="UnderlineBold"/>
          <w:rFonts w:cs="Arial"/>
          <w:b w:val="0"/>
          <w:sz w:val="16"/>
          <w:u w:val="none"/>
        </w:rPr>
        <w:t>For example</w:t>
      </w:r>
      <w:r w:rsidRPr="000914BB">
        <w:rPr>
          <w:rFonts w:cs="Arial"/>
          <w:sz w:val="16"/>
          <w:szCs w:val="23"/>
        </w:rPr>
        <w:t xml:space="preserve">, </w:t>
      </w:r>
      <w:r w:rsidRPr="000914BB">
        <w:rPr>
          <w:rFonts w:cs="Arial"/>
          <w:sz w:val="16"/>
        </w:rPr>
        <w:t xml:space="preserve">as a </w:t>
      </w:r>
      <w:r w:rsidRPr="000914BB">
        <w:rPr>
          <w:rFonts w:cs="Arial"/>
          <w:sz w:val="16"/>
          <w:szCs w:val="23"/>
        </w:rPr>
        <w:t xml:space="preserve">reason for acting, </w:t>
      </w:r>
      <w:r w:rsidRPr="000914BB">
        <w:rPr>
          <w:rStyle w:val="UnderlineBold"/>
        </w:rPr>
        <w:t xml:space="preserve">winning a prize needs a further </w:t>
      </w:r>
      <w:proofErr w:type="gramStart"/>
      <w:r w:rsidRPr="000914BB">
        <w:rPr>
          <w:rStyle w:val="UnderlineBold"/>
        </w:rPr>
        <w:t>reason which</w:t>
      </w:r>
      <w:proofErr w:type="gramEnd"/>
      <w:r w:rsidRPr="000914BB">
        <w:rPr>
          <w:rStyle w:val="UnderlineBold"/>
        </w:rPr>
        <w:t xml:space="preserve"> motivates one to win. </w:t>
      </w:r>
      <w:r w:rsidRPr="005503A1">
        <w:rPr>
          <w:rStyle w:val="UnderlineBold"/>
          <w:rFonts w:cs="Arial"/>
          <w:b w:val="0"/>
          <w:sz w:val="16"/>
          <w:u w:val="none"/>
        </w:rPr>
        <w:t>The further reason will be the reason why one is interested in some further purpose, such as using the prize, showing that one has the necessary capabilities, and so on</w:t>
      </w:r>
      <w:r w:rsidRPr="000914BB">
        <w:rPr>
          <w:rFonts w:cs="Arial"/>
          <w:sz w:val="16"/>
        </w:rPr>
        <w:t xml:space="preserve">. </w:t>
      </w:r>
      <w:r w:rsidRPr="000914BB">
        <w:rPr>
          <w:rStyle w:val="UnderlineBold"/>
        </w:rPr>
        <w:t xml:space="preserve">One does finish deliberating and begin acting, and there cannot be an infinite regress in the </w:t>
      </w:r>
      <w:proofErr w:type="gramStart"/>
      <w:r w:rsidRPr="000914BB">
        <w:rPr>
          <w:rStyle w:val="UnderlineBold"/>
        </w:rPr>
        <w:t>goods which</w:t>
      </w:r>
      <w:proofErr w:type="gramEnd"/>
      <w:r w:rsidRPr="000914BB">
        <w:rPr>
          <w:rStyle w:val="UnderlineBold"/>
        </w:rPr>
        <w:t xml:space="preserve"> are reasons for acting</w:t>
      </w:r>
      <w:r w:rsidRPr="000914BB">
        <w:rPr>
          <w:rFonts w:cs="Arial"/>
          <w:sz w:val="16"/>
        </w:rPr>
        <w:t xml:space="preserve">. </w:t>
      </w:r>
      <w:r w:rsidRPr="000914BB">
        <w:rPr>
          <w:rStyle w:val="UnderlineBold"/>
        </w:rPr>
        <w:t>Plainly</w:t>
      </w:r>
      <w:r w:rsidRPr="000914BB">
        <w:rPr>
          <w:rFonts w:cs="Arial"/>
          <w:sz w:val="16"/>
        </w:rPr>
        <w:t xml:space="preserve">, then, </w:t>
      </w:r>
      <w:r w:rsidRPr="000914BB">
        <w:rPr>
          <w:rStyle w:val="UnderlineBold"/>
        </w:rPr>
        <w:t xml:space="preserve">there are reasons for acting which need no further reason; these are </w:t>
      </w:r>
      <w:r w:rsidRPr="000914BB">
        <w:rPr>
          <w:rFonts w:cs="Arial"/>
          <w:sz w:val="16"/>
        </w:rPr>
        <w:t xml:space="preserve">goods, one or more </w:t>
      </w:r>
      <w:r w:rsidRPr="000914BB">
        <w:rPr>
          <w:rFonts w:cs="Arial"/>
          <w:sz w:val="16"/>
          <w:szCs w:val="23"/>
        </w:rPr>
        <w:t xml:space="preserve">of </w:t>
      </w:r>
      <w:r w:rsidRPr="000914BB">
        <w:rPr>
          <w:rFonts w:cs="Arial"/>
          <w:sz w:val="16"/>
          <w:szCs w:val="21"/>
        </w:rPr>
        <w:t xml:space="preserve">which </w:t>
      </w:r>
      <w:r w:rsidRPr="000914BB">
        <w:rPr>
          <w:rFonts w:cs="Arial"/>
          <w:sz w:val="16"/>
        </w:rPr>
        <w:t xml:space="preserve">underlie any purpose. </w:t>
      </w:r>
      <w:r w:rsidRPr="000914BB">
        <w:rPr>
          <w:rFonts w:cs="Arial"/>
          <w:sz w:val="16"/>
          <w:szCs w:val="21"/>
        </w:rPr>
        <w:t xml:space="preserve">We call </w:t>
      </w:r>
      <w:r w:rsidRPr="000914BB">
        <w:rPr>
          <w:rFonts w:cs="Arial"/>
          <w:sz w:val="16"/>
        </w:rPr>
        <w:t xml:space="preserve">these </w:t>
      </w:r>
      <w:r w:rsidRPr="000914BB">
        <w:rPr>
          <w:rStyle w:val="UnderlineBold"/>
        </w:rPr>
        <w:t xml:space="preserve">BASIC GOODS. Actions specifically human in their motivation are done for the sake of </w:t>
      </w:r>
      <w:r w:rsidRPr="00544830">
        <w:rPr>
          <w:rStyle w:val="UnderlineBold"/>
          <w:rFonts w:cs="Arial"/>
          <w:b w:val="0"/>
          <w:sz w:val="16"/>
          <w:u w:val="none"/>
        </w:rPr>
        <w:t xml:space="preserve">one or more of these goods; every such action is chosen in view of one or more </w:t>
      </w:r>
      <w:r w:rsidRPr="000914BB">
        <w:rPr>
          <w:rStyle w:val="UnderlineBold"/>
        </w:rPr>
        <w:t>BASIC PURPOSES</w:t>
      </w:r>
      <w:r w:rsidRPr="000914BB">
        <w:rPr>
          <w:rFonts w:cs="Arial"/>
          <w:b/>
          <w:bCs/>
          <w:szCs w:val="17"/>
        </w:rPr>
        <w:t xml:space="preserve">. </w:t>
      </w:r>
      <w:r w:rsidRPr="000914BB">
        <w:rPr>
          <w:rFonts w:cs="Arial"/>
          <w:sz w:val="16"/>
        </w:rPr>
        <w:t xml:space="preserve">Basic </w:t>
      </w:r>
      <w:r w:rsidRPr="000914BB">
        <w:rPr>
          <w:rFonts w:cs="Arial"/>
          <w:sz w:val="16"/>
          <w:szCs w:val="23"/>
        </w:rPr>
        <w:t xml:space="preserve">purposes are those </w:t>
      </w:r>
      <w:r w:rsidRPr="000914BB">
        <w:rPr>
          <w:rFonts w:cs="Arial"/>
          <w:sz w:val="16"/>
        </w:rPr>
        <w:t xml:space="preserve">whose </w:t>
      </w:r>
      <w:proofErr w:type="gramStart"/>
      <w:r w:rsidRPr="000914BB">
        <w:rPr>
          <w:rFonts w:cs="Arial"/>
          <w:sz w:val="16"/>
        </w:rPr>
        <w:t xml:space="preserve">achievement </w:t>
      </w:r>
      <w:r w:rsidRPr="000914BB">
        <w:rPr>
          <w:rFonts w:cs="Arial"/>
          <w:sz w:val="16"/>
          <w:szCs w:val="21"/>
        </w:rPr>
        <w:t>will</w:t>
      </w:r>
      <w:proofErr w:type="gramEnd"/>
      <w:r w:rsidRPr="000914BB">
        <w:rPr>
          <w:rFonts w:cs="Arial"/>
          <w:sz w:val="16"/>
          <w:szCs w:val="21"/>
        </w:rPr>
        <w:t xml:space="preserve"> </w:t>
      </w:r>
      <w:r w:rsidRPr="000914BB">
        <w:rPr>
          <w:rFonts w:cs="Arial"/>
          <w:sz w:val="16"/>
        </w:rPr>
        <w:t>immediately instantiate basic goods.</w:t>
      </w:r>
    </w:p>
    <w:p w14:paraId="3A846902" w14:textId="77777777" w:rsidR="00E77CE0" w:rsidRDefault="00E77CE0" w:rsidP="00E77CE0"/>
    <w:p w14:paraId="04BD4EA4" w14:textId="672F313B" w:rsidR="00E77CE0" w:rsidRDefault="00E77CE0" w:rsidP="00E77CE0">
      <w:pPr>
        <w:pStyle w:val="Tag"/>
        <w:rPr>
          <w:rFonts w:cs="Arial"/>
        </w:rPr>
      </w:pPr>
      <w:r>
        <w:rPr>
          <w:rFonts w:cs="Arial"/>
        </w:rPr>
        <w:t xml:space="preserve">This requirement generates a stronger principle of morality, which requires that we never choose against a basic good. </w:t>
      </w:r>
      <w:proofErr w:type="spellStart"/>
      <w:r>
        <w:rPr>
          <w:rFonts w:cs="Arial"/>
        </w:rPr>
        <w:t>Grisez</w:t>
      </w:r>
      <w:proofErr w:type="spellEnd"/>
      <w:r>
        <w:rPr>
          <w:rFonts w:cs="Arial"/>
        </w:rPr>
        <w:t xml:space="preserve"> 2:</w:t>
      </w:r>
    </w:p>
    <w:p w14:paraId="6D7EA60B" w14:textId="77777777" w:rsidR="00E77CE0" w:rsidRPr="00321CF3" w:rsidRDefault="00E77CE0" w:rsidP="00E77CE0"/>
    <w:p w14:paraId="2EB4E43D" w14:textId="77777777" w:rsidR="00E77CE0" w:rsidRPr="00321CF3" w:rsidRDefault="00E77CE0" w:rsidP="00E77CE0">
      <w:pPr>
        <w:rPr>
          <w:rFonts w:cs="Arial"/>
          <w:sz w:val="16"/>
        </w:rPr>
      </w:pPr>
      <w:proofErr w:type="spellStart"/>
      <w:r w:rsidRPr="00321CF3">
        <w:rPr>
          <w:sz w:val="16"/>
        </w:rPr>
        <w:t>Germain</w:t>
      </w:r>
      <w:proofErr w:type="spellEnd"/>
      <w:r w:rsidRPr="00321CF3">
        <w:rPr>
          <w:sz w:val="16"/>
        </w:rPr>
        <w:t xml:space="preserve"> </w:t>
      </w:r>
      <w:proofErr w:type="spellStart"/>
      <w:r w:rsidRPr="00321CF3">
        <w:rPr>
          <w:sz w:val="16"/>
        </w:rPr>
        <w:t>Grisez</w:t>
      </w:r>
      <w:proofErr w:type="spellEnd"/>
      <w:r w:rsidRPr="00321CF3">
        <w:rPr>
          <w:sz w:val="16"/>
        </w:rPr>
        <w:t xml:space="preserve">, Joseph Boyle, and John </w:t>
      </w:r>
      <w:proofErr w:type="spellStart"/>
      <w:r w:rsidRPr="00321CF3">
        <w:rPr>
          <w:sz w:val="16"/>
        </w:rPr>
        <w:t>Finnis</w:t>
      </w:r>
      <w:proofErr w:type="spellEnd"/>
      <w:r w:rsidRPr="00321CF3">
        <w:rPr>
          <w:sz w:val="16"/>
        </w:rPr>
        <w:t xml:space="preserve">, “Practical Principles, Moral Truth, and Ultimate Ends,” 32 Am. J. </w:t>
      </w:r>
      <w:proofErr w:type="spellStart"/>
      <w:r w:rsidRPr="00321CF3">
        <w:rPr>
          <w:sz w:val="16"/>
        </w:rPr>
        <w:t>Juris</w:t>
      </w:r>
      <w:proofErr w:type="spellEnd"/>
      <w:r w:rsidRPr="00321CF3">
        <w:rPr>
          <w:sz w:val="16"/>
        </w:rPr>
        <w:t xml:space="preserve">. 99 1987. </w:t>
      </w:r>
    </w:p>
    <w:p w14:paraId="6CA4D5E5" w14:textId="77777777" w:rsidR="00E77CE0" w:rsidRDefault="00E77CE0" w:rsidP="00E77CE0">
      <w:pPr>
        <w:rPr>
          <w:rStyle w:val="UnderlineBold"/>
        </w:rPr>
      </w:pPr>
    </w:p>
    <w:p w14:paraId="0AAE94F3" w14:textId="77777777" w:rsidR="00E77CE0" w:rsidRPr="00CF4AAD" w:rsidRDefault="00E77CE0" w:rsidP="00E77CE0">
      <w:pPr>
        <w:rPr>
          <w:rFonts w:cs="Arial"/>
          <w:sz w:val="16"/>
        </w:rPr>
      </w:pPr>
      <w:r w:rsidRPr="00CF4AAD">
        <w:rPr>
          <w:rStyle w:val="UnderlineBold"/>
        </w:rPr>
        <w:t xml:space="preserve">Even morally bad actions have their point. One chooses to do what is morally wrong for some reason, and </w:t>
      </w:r>
      <w:r w:rsidRPr="00321CF3">
        <w:rPr>
          <w:rStyle w:val="UnderlineBold"/>
          <w:b w:val="0"/>
          <w:sz w:val="16"/>
          <w:u w:val="none"/>
        </w:rPr>
        <w:t xml:space="preserve">like any other deliberate action, </w:t>
      </w:r>
      <w:r w:rsidRPr="00CF4AAD">
        <w:rPr>
          <w:rStyle w:val="UnderlineBold"/>
        </w:rPr>
        <w:t xml:space="preserve">the reason for which one acts immorally must ultimately be reduced to the basic goods. </w:t>
      </w:r>
      <w:r w:rsidRPr="00CF4AAD">
        <w:rPr>
          <w:rFonts w:cs="Arial"/>
          <w:sz w:val="16"/>
        </w:rPr>
        <w:t xml:space="preserve">So far forth, even an immoral act responds to the first principle: Good is to be done and pursued. </w:t>
      </w:r>
      <w:r w:rsidRPr="00321CF3">
        <w:rPr>
          <w:rStyle w:val="UnderlineBold"/>
          <w:i/>
        </w:rPr>
        <w:t>However</w:t>
      </w:r>
      <w:r w:rsidRPr="00CF4AAD">
        <w:rPr>
          <w:rStyle w:val="UnderlineBold"/>
        </w:rPr>
        <w:t xml:space="preserve">, morally wrong acts do not respond to this principle as perfectly as morally good acts do. </w:t>
      </w:r>
      <w:r w:rsidRPr="00CF4AAD">
        <w:rPr>
          <w:rFonts w:cs="Arial"/>
          <w:sz w:val="16"/>
        </w:rPr>
        <w:t xml:space="preserve">To see why, one must consider the relationship between the principles of practical knowledge and those of morality. </w:t>
      </w:r>
      <w:r w:rsidRPr="00CF4AAD">
        <w:rPr>
          <w:rStyle w:val="UnderlineBold"/>
        </w:rPr>
        <w:t xml:space="preserve">In prohibiting pointlessness, the first principle of practical reasoning </w:t>
      </w:r>
      <w:r w:rsidRPr="00D84F2A">
        <w:rPr>
          <w:rStyle w:val="UnderlineBold"/>
          <w:rFonts w:cs="Arial"/>
          <w:b w:val="0"/>
          <w:sz w:val="16"/>
          <w:u w:val="none"/>
        </w:rPr>
        <w:t>as it were demands: Take as a premise at least one of the principles corresponding to the basic goods and follow through to the point at which you somehow instantiate that good through action. This demand</w:t>
      </w:r>
      <w:r w:rsidRPr="00CF4AAD">
        <w:rPr>
          <w:rStyle w:val="UnderlineBold"/>
        </w:rPr>
        <w:t xml:space="preserve"> is minimal and leaves one free to do anything from which one can anticipate any benefit whatsoever. </w:t>
      </w:r>
      <w:r w:rsidRPr="003943C7">
        <w:rPr>
          <w:rStyle w:val="UnderlineBold"/>
          <w:b w:val="0"/>
          <w:sz w:val="16"/>
          <w:u w:val="none"/>
        </w:rPr>
        <w:t xml:space="preserve">One can imagine </w:t>
      </w:r>
      <w:r w:rsidRPr="00CF4AAD">
        <w:rPr>
          <w:rStyle w:val="UnderlineBold"/>
        </w:rPr>
        <w:t xml:space="preserve">another principle </w:t>
      </w:r>
      <w:r w:rsidRPr="003943C7">
        <w:rPr>
          <w:rStyle w:val="UnderlineBold"/>
          <w:b w:val="0"/>
          <w:sz w:val="16"/>
          <w:u w:val="none"/>
        </w:rPr>
        <w:t xml:space="preserve">making </w:t>
      </w:r>
      <w:r>
        <w:rPr>
          <w:rStyle w:val="UnderlineBold"/>
        </w:rPr>
        <w:t xml:space="preserve">[makes] </w:t>
      </w:r>
      <w:r w:rsidRPr="00CF4AAD">
        <w:rPr>
          <w:rStyle w:val="UnderlineBold"/>
        </w:rPr>
        <w:t xml:space="preserve">a </w:t>
      </w:r>
      <w:r w:rsidRPr="003943C7">
        <w:rPr>
          <w:rStyle w:val="UnderlineBold"/>
          <w:b w:val="0"/>
          <w:sz w:val="16"/>
          <w:u w:val="none"/>
        </w:rPr>
        <w:t xml:space="preserve">far </w:t>
      </w:r>
      <w:r w:rsidRPr="00CF4AAD">
        <w:rPr>
          <w:rStyle w:val="UnderlineBold"/>
        </w:rPr>
        <w:t xml:space="preserve">stronger demand: </w:t>
      </w:r>
      <w:r w:rsidRPr="003943C7">
        <w:rPr>
          <w:rStyle w:val="UnderlineBold"/>
          <w:b w:val="0"/>
          <w:sz w:val="16"/>
          <w:u w:val="none"/>
        </w:rPr>
        <w:t xml:space="preserve">Insofar as it is in your power, </w:t>
      </w:r>
      <w:r w:rsidRPr="00CF4AAD">
        <w:rPr>
          <w:rStyle w:val="UnderlineBold"/>
        </w:rPr>
        <w:t xml:space="preserve">allow nothing but the principles corresponding to the basic goods to shape your practical thinking as you find, develop, and use your opportunities to pursue human fulfillment through your chosen actions. </w:t>
      </w:r>
      <w:r w:rsidRPr="00CF4AAD">
        <w:rPr>
          <w:rFonts w:cs="Arial"/>
          <w:sz w:val="16"/>
        </w:rPr>
        <w:t xml:space="preserve">This stronger demand is, not only that one be reasonable enough in one's practical thinking to avoid pointless- ness, </w:t>
      </w:r>
      <w:proofErr w:type="gramStart"/>
      <w:r w:rsidRPr="00CF4AAD">
        <w:rPr>
          <w:rFonts w:cs="Arial"/>
          <w:sz w:val="16"/>
        </w:rPr>
        <w:t>but</w:t>
      </w:r>
      <w:proofErr w:type="gramEnd"/>
      <w:r w:rsidRPr="00CF4AAD">
        <w:rPr>
          <w:rFonts w:cs="Arial"/>
          <w:sz w:val="16"/>
        </w:rPr>
        <w:t xml:space="preserve"> that one be entirely reasonable in such thinking. This stronger demand is inconsistent with many possible choices consistent with the weaker demand</w:t>
      </w:r>
      <w:r w:rsidRPr="00CF4AAD">
        <w:rPr>
          <w:rFonts w:cs="Arial"/>
          <w:b/>
        </w:rPr>
        <w:t xml:space="preserve">. </w:t>
      </w:r>
      <w:r w:rsidRPr="00CF4AAD">
        <w:rPr>
          <w:rStyle w:val="UnderlineBold"/>
          <w:b w:val="0"/>
          <w:sz w:val="16"/>
          <w:u w:val="none"/>
        </w:rPr>
        <w:t xml:space="preserve">The possible choices excluded by the stronger demand are </w:t>
      </w:r>
      <w:proofErr w:type="gramStart"/>
      <w:r w:rsidRPr="00CF4AAD">
        <w:rPr>
          <w:rStyle w:val="UnderlineBold"/>
          <w:b w:val="0"/>
          <w:sz w:val="16"/>
          <w:u w:val="none"/>
        </w:rPr>
        <w:t>those which</w:t>
      </w:r>
      <w:proofErr w:type="gramEnd"/>
      <w:r w:rsidRPr="00CF4AAD">
        <w:rPr>
          <w:rStyle w:val="UnderlineBold"/>
          <w:b w:val="0"/>
          <w:sz w:val="16"/>
          <w:u w:val="none"/>
        </w:rPr>
        <w:t xml:space="preserve"> are immoral</w:t>
      </w:r>
      <w:r w:rsidRPr="00CF4AAD">
        <w:rPr>
          <w:rFonts w:cs="Arial"/>
          <w:sz w:val="16"/>
        </w:rPr>
        <w:t xml:space="preserve">, for the stronger demand is a way of expressing the first principle of morality. </w:t>
      </w:r>
      <w:r w:rsidRPr="00CF4AAD">
        <w:rPr>
          <w:rStyle w:val="UnderlineBold"/>
        </w:rPr>
        <w:t xml:space="preserve">This expression of the first moral principle makes it clear that </w:t>
      </w:r>
      <w:r w:rsidRPr="003943C7">
        <w:rPr>
          <w:rStyle w:val="UnderlineBold"/>
          <w:highlight w:val="cyan"/>
        </w:rPr>
        <w:t>to be morally good is precisely to be completely reasonable. Right reason is nothing but unfettered reason</w:t>
      </w:r>
      <w:r w:rsidRPr="00E6121A">
        <w:rPr>
          <w:rStyle w:val="UnderlineBold"/>
          <w:b w:val="0"/>
          <w:sz w:val="16"/>
          <w:u w:val="none"/>
        </w:rPr>
        <w:t>, working throughout deliberation and receiving full attention</w:t>
      </w:r>
      <w:r w:rsidRPr="00E6121A">
        <w:rPr>
          <w:rFonts w:cs="Arial"/>
          <w:b/>
          <w:sz w:val="16"/>
        </w:rPr>
        <w:t xml:space="preserve">. </w:t>
      </w:r>
    </w:p>
    <w:p w14:paraId="6694F156" w14:textId="77777777" w:rsidR="00E77CE0" w:rsidRDefault="00E77CE0" w:rsidP="00E77CE0"/>
    <w:p w14:paraId="7AFB5FE2" w14:textId="77777777" w:rsidR="00E77CE0" w:rsidRPr="003943C7" w:rsidRDefault="00E77CE0" w:rsidP="00E77CE0">
      <w:pPr>
        <w:pStyle w:val="Tag"/>
      </w:pPr>
      <w:r>
        <w:t xml:space="preserve">We act rationally because of basic goods. Morality requires us to act rationally. Therefore being moral is to be completely rational, i.e. by respecting all basic goods. </w:t>
      </w:r>
      <w:r>
        <w:rPr>
          <w:rFonts w:cs="Arial"/>
        </w:rPr>
        <w:t xml:space="preserve">Thus, the standard is the first principle of morality, which requires that one only choose options whose willing is compatible with a will towards the full set of basic goods. There can be tradeoffs among different goods, and agents can permissibly choose in such tradeoffs, but not by choosing directly against one of the basic goods.   </w:t>
      </w:r>
    </w:p>
    <w:p w14:paraId="189A53AB" w14:textId="77777777" w:rsidR="00E77CE0" w:rsidRDefault="00E77CE0" w:rsidP="00E77CE0">
      <w:pPr>
        <w:pStyle w:val="Tag"/>
        <w:rPr>
          <w:b w:val="0"/>
          <w:sz w:val="20"/>
        </w:rPr>
      </w:pPr>
    </w:p>
    <w:p w14:paraId="7388969E" w14:textId="77777777" w:rsidR="00E77CE0" w:rsidRPr="005503A1" w:rsidRDefault="00E77CE0" w:rsidP="00E77CE0">
      <w:pPr>
        <w:pStyle w:val="Tag"/>
        <w:rPr>
          <w:rFonts w:cs="Arial"/>
        </w:rPr>
      </w:pPr>
      <w:r w:rsidRPr="005503A1">
        <w:rPr>
          <w:rFonts w:cs="Arial"/>
        </w:rPr>
        <w:lastRenderedPageBreak/>
        <w:t xml:space="preserve">I contend that a victim’s use of </w:t>
      </w:r>
      <w:r>
        <w:rPr>
          <w:rFonts w:cs="Arial"/>
        </w:rPr>
        <w:t xml:space="preserve">deliberate </w:t>
      </w:r>
      <w:r w:rsidRPr="005503A1">
        <w:rPr>
          <w:rFonts w:cs="Arial"/>
        </w:rPr>
        <w:t xml:space="preserve">deadly force </w:t>
      </w:r>
      <w:r>
        <w:rPr>
          <w:rFonts w:cs="Arial"/>
        </w:rPr>
        <w:t xml:space="preserve">is a violation of the will towards basic human goods. First, deliberate killing requires the killer to take an attitude towards life that does not respect human fulfillment. </w:t>
      </w:r>
      <w:proofErr w:type="spellStart"/>
      <w:r>
        <w:t>Grisez</w:t>
      </w:r>
      <w:proofErr w:type="spellEnd"/>
      <w:r>
        <w:t xml:space="preserve"> 3:</w:t>
      </w:r>
    </w:p>
    <w:p w14:paraId="5A0720E2" w14:textId="77777777" w:rsidR="00E77CE0" w:rsidRDefault="00E77CE0" w:rsidP="00E77CE0"/>
    <w:p w14:paraId="5E85771C" w14:textId="77777777" w:rsidR="00E77CE0" w:rsidRPr="00CE0DB8" w:rsidRDefault="00E77CE0" w:rsidP="00E77CE0">
      <w:pPr>
        <w:rPr>
          <w:rFonts w:eastAsia="Times New Roman"/>
          <w:sz w:val="16"/>
        </w:rPr>
      </w:pPr>
      <w:proofErr w:type="spellStart"/>
      <w:r w:rsidRPr="002E616B">
        <w:rPr>
          <w:sz w:val="16"/>
        </w:rPr>
        <w:t>Grisez</w:t>
      </w:r>
      <w:proofErr w:type="spellEnd"/>
      <w:r w:rsidRPr="002E616B">
        <w:rPr>
          <w:sz w:val="16"/>
        </w:rPr>
        <w:t xml:space="preserve">, </w:t>
      </w:r>
      <w:proofErr w:type="spellStart"/>
      <w:r w:rsidRPr="002E616B">
        <w:rPr>
          <w:sz w:val="16"/>
        </w:rPr>
        <w:t>Germain</w:t>
      </w:r>
      <w:proofErr w:type="spellEnd"/>
      <w:r w:rsidRPr="002E616B">
        <w:rPr>
          <w:sz w:val="16"/>
        </w:rPr>
        <w:t xml:space="preserve">. [Former </w:t>
      </w:r>
      <w:r w:rsidRPr="002E616B">
        <w:rPr>
          <w:rFonts w:eastAsia="Times New Roman"/>
          <w:color w:val="333366"/>
          <w:sz w:val="16"/>
          <w:szCs w:val="21"/>
        </w:rPr>
        <w:t xml:space="preserve">Professor of Christian Ethics at Mount Saint Mary’s University in </w:t>
      </w:r>
      <w:proofErr w:type="spellStart"/>
      <w:r w:rsidRPr="002E616B">
        <w:rPr>
          <w:rFonts w:eastAsia="Times New Roman"/>
          <w:color w:val="333366"/>
          <w:sz w:val="16"/>
          <w:szCs w:val="21"/>
        </w:rPr>
        <w:t>Emmitsburg</w:t>
      </w:r>
      <w:proofErr w:type="spellEnd"/>
      <w:r w:rsidRPr="002E616B">
        <w:rPr>
          <w:rFonts w:eastAsia="Times New Roman"/>
          <w:color w:val="333366"/>
          <w:sz w:val="16"/>
          <w:szCs w:val="21"/>
        </w:rPr>
        <w:t>, Maryland</w:t>
      </w:r>
      <w:r w:rsidRPr="002E616B">
        <w:rPr>
          <w:rFonts w:eastAsia="Times New Roman"/>
          <w:sz w:val="16"/>
        </w:rPr>
        <w:t>],</w:t>
      </w:r>
      <w:r w:rsidRPr="002E616B">
        <w:rPr>
          <w:sz w:val="16"/>
        </w:rPr>
        <w:t xml:space="preserve"> “Toward A Consistent Natural Law Ethics of Killing.” </w:t>
      </w:r>
      <w:proofErr w:type="spellStart"/>
      <w:proofErr w:type="gramStart"/>
      <w:r w:rsidRPr="002E616B">
        <w:rPr>
          <w:sz w:val="16"/>
        </w:rPr>
        <w:t>AmJJruis</w:t>
      </w:r>
      <w:proofErr w:type="spellEnd"/>
      <w:r w:rsidRPr="002E616B">
        <w:rPr>
          <w:sz w:val="16"/>
        </w:rPr>
        <w:t xml:space="preserve"> 15 [1970].</w:t>
      </w:r>
      <w:proofErr w:type="gramEnd"/>
    </w:p>
    <w:p w14:paraId="4137546C" w14:textId="77777777" w:rsidR="00E77CE0" w:rsidRDefault="00E77CE0" w:rsidP="00E77CE0"/>
    <w:p w14:paraId="02AE989E" w14:textId="77777777" w:rsidR="00E77CE0" w:rsidRPr="00CE0DB8" w:rsidRDefault="00E77CE0" w:rsidP="00E77CE0">
      <w:pPr>
        <w:rPr>
          <w:sz w:val="16"/>
        </w:rPr>
      </w:pPr>
      <w:r w:rsidRPr="00CE0DB8">
        <w:rPr>
          <w:sz w:val="16"/>
        </w:rPr>
        <w:t xml:space="preserve">In this </w:t>
      </w:r>
      <w:proofErr w:type="spellStart"/>
      <w:r w:rsidRPr="00CE0DB8">
        <w:rPr>
          <w:sz w:val="16"/>
        </w:rPr>
        <w:t>nonutilitarian</w:t>
      </w:r>
      <w:proofErr w:type="spellEnd"/>
      <w:r w:rsidRPr="00CE0DB8">
        <w:rPr>
          <w:sz w:val="16"/>
        </w:rPr>
        <w:t xml:space="preserve"> moral outlook, whether or not another person's death is admitted within the scope of our intention is extremely important. </w:t>
      </w:r>
      <w:r w:rsidRPr="003B1435">
        <w:rPr>
          <w:rStyle w:val="UnderlineBold"/>
          <w:rFonts w:cs="Arial"/>
          <w:b w:val="0"/>
          <w:sz w:val="16"/>
          <w:u w:val="none"/>
        </w:rPr>
        <w:t>A difference of intention can relate identical behavior in quite different ways to our moral attitude, and to the self being created through our moral attitude.</w:t>
      </w:r>
      <w:r w:rsidRPr="00CE0DB8">
        <w:rPr>
          <w:rStyle w:val="UnderlineBold"/>
        </w:rPr>
        <w:t xml:space="preserve"> If one intends to kill another, he accepts the identity of killer as an aspect of his moral self. </w:t>
      </w:r>
      <w:r w:rsidRPr="00E57F4B">
        <w:rPr>
          <w:rStyle w:val="UnderlineBold"/>
          <w:rFonts w:cs="Arial"/>
          <w:b w:val="0"/>
          <w:sz w:val="16"/>
          <w:u w:val="none"/>
        </w:rPr>
        <w:t xml:space="preserve">If he is to be a killer through his own self-determination, </w:t>
      </w:r>
      <w:r w:rsidRPr="00CE0DB8">
        <w:rPr>
          <w:rStyle w:val="UnderlineBold"/>
        </w:rPr>
        <w:t>he must regard himself in any situation as the lord of life and of death. The good of life must be rated as a measurable value, not as an immeasurable dignity. Others' natural attitudes toward their own lives must be regarded as an irrational fact</w:t>
      </w:r>
      <w:r w:rsidRPr="003B1435">
        <w:rPr>
          <w:rStyle w:val="UnderlineBold"/>
          <w:rFonts w:cs="Arial"/>
          <w:b w:val="0"/>
          <w:sz w:val="16"/>
          <w:u w:val="none"/>
        </w:rPr>
        <w:t>, not as a starting point for reasonable community.</w:t>
      </w:r>
      <w:r w:rsidRPr="00CE0DB8">
        <w:rPr>
          <w:rStyle w:val="UnderlineBold"/>
        </w:rPr>
        <w:t xml:space="preserve"> </w:t>
      </w:r>
      <w:r w:rsidRPr="00CE0DB8">
        <w:rPr>
          <w:sz w:val="16"/>
        </w:rPr>
        <w:t>However, if one intends not the death of another but only the safety of his own life, then one need not identify himself as a killer. One's attitude toward human life itself and toward everything related to it can remain that of a person unwilling to take human life.</w:t>
      </w:r>
    </w:p>
    <w:p w14:paraId="7F218FA8" w14:textId="77777777" w:rsidR="00E77CE0" w:rsidRDefault="00E77CE0" w:rsidP="00E77CE0">
      <w:r>
        <w:t xml:space="preserve"> </w:t>
      </w:r>
    </w:p>
    <w:p w14:paraId="45910AF5" w14:textId="77777777" w:rsidR="00E77CE0" w:rsidRPr="00A72D3F" w:rsidRDefault="00E77CE0" w:rsidP="00E77CE0">
      <w:pPr>
        <w:pStyle w:val="Tag"/>
        <w:rPr>
          <w:lang w:eastAsia="zh-TW"/>
        </w:rPr>
      </w:pPr>
      <w:r>
        <w:rPr>
          <w:rFonts w:cs="Arial"/>
        </w:rPr>
        <w:t>But, human life is a basic good</w:t>
      </w:r>
      <w:r w:rsidRPr="00A72D3F">
        <w:rPr>
          <w:lang w:eastAsia="zh-TW"/>
        </w:rPr>
        <w:t>.</w:t>
      </w:r>
      <w:r>
        <w:rPr>
          <w:lang w:eastAsia="zh-TW"/>
        </w:rPr>
        <w:t xml:space="preserve"> </w:t>
      </w:r>
      <w:proofErr w:type="spellStart"/>
      <w:r>
        <w:rPr>
          <w:lang w:eastAsia="zh-TW"/>
        </w:rPr>
        <w:t>Grisez</w:t>
      </w:r>
      <w:proofErr w:type="spellEnd"/>
      <w:r>
        <w:rPr>
          <w:lang w:eastAsia="zh-TW"/>
        </w:rPr>
        <w:t xml:space="preserve"> 4:</w:t>
      </w:r>
    </w:p>
    <w:p w14:paraId="685E2B33" w14:textId="77777777" w:rsidR="00E77CE0" w:rsidRDefault="00E77CE0" w:rsidP="00E77CE0">
      <w:pPr>
        <w:rPr>
          <w:sz w:val="16"/>
          <w:lang w:eastAsia="zh-TW"/>
        </w:rPr>
      </w:pPr>
    </w:p>
    <w:p w14:paraId="7FAC2754" w14:textId="77777777" w:rsidR="00E77CE0" w:rsidRDefault="00E77CE0" w:rsidP="00E77CE0">
      <w:pPr>
        <w:rPr>
          <w:sz w:val="16"/>
        </w:rPr>
      </w:pPr>
      <w:proofErr w:type="spellStart"/>
      <w:r w:rsidRPr="00AF57A1">
        <w:rPr>
          <w:sz w:val="16"/>
        </w:rPr>
        <w:t>Germain</w:t>
      </w:r>
      <w:proofErr w:type="spellEnd"/>
      <w:r w:rsidRPr="00AF57A1">
        <w:rPr>
          <w:sz w:val="16"/>
        </w:rPr>
        <w:t xml:space="preserve"> </w:t>
      </w:r>
      <w:proofErr w:type="spellStart"/>
      <w:r w:rsidRPr="00AF57A1">
        <w:rPr>
          <w:sz w:val="16"/>
        </w:rPr>
        <w:t>Grisez</w:t>
      </w:r>
      <w:proofErr w:type="spellEnd"/>
      <w:r w:rsidRPr="00AF57A1">
        <w:rPr>
          <w:sz w:val="16"/>
        </w:rPr>
        <w:t xml:space="preserve">, [Former Professor of Christian Ethics at Mount Saint Mary’s University in </w:t>
      </w:r>
      <w:proofErr w:type="spellStart"/>
      <w:r w:rsidRPr="00AF57A1">
        <w:rPr>
          <w:sz w:val="16"/>
        </w:rPr>
        <w:t>Emmitsburg</w:t>
      </w:r>
      <w:proofErr w:type="spellEnd"/>
      <w:r w:rsidRPr="00AF57A1">
        <w:rPr>
          <w:sz w:val="16"/>
        </w:rPr>
        <w:t xml:space="preserve">, Maryland], </w:t>
      </w:r>
      <w:r w:rsidRPr="00AF57A1">
        <w:rPr>
          <w:i/>
          <w:sz w:val="16"/>
        </w:rPr>
        <w:t>The Way of the Lord Jesus</w:t>
      </w:r>
      <w:r w:rsidRPr="00AF57A1">
        <w:rPr>
          <w:sz w:val="16"/>
        </w:rPr>
        <w:t xml:space="preserve"> Vol. 1, RK</w:t>
      </w:r>
    </w:p>
    <w:p w14:paraId="0A6DBFA0" w14:textId="77777777" w:rsidR="00E77CE0" w:rsidRDefault="00E77CE0" w:rsidP="00E77CE0">
      <w:pPr>
        <w:rPr>
          <w:sz w:val="16"/>
          <w:lang w:eastAsia="zh-TW"/>
        </w:rPr>
      </w:pPr>
    </w:p>
    <w:p w14:paraId="2F5D0537" w14:textId="77777777" w:rsidR="00E77CE0" w:rsidRPr="00A72D3F" w:rsidRDefault="00E77CE0" w:rsidP="00E77CE0">
      <w:pPr>
        <w:rPr>
          <w:sz w:val="16"/>
          <w:lang w:eastAsia="zh-TW"/>
        </w:rPr>
      </w:pPr>
      <w:r w:rsidRPr="00A72D3F">
        <w:rPr>
          <w:sz w:val="16"/>
          <w:lang w:eastAsia="zh-TW"/>
        </w:rPr>
        <w:t>Rational reflection supports the truth faith teaches. First, the instrumental view of the good of human life implies dualism. As already explained, intrinsic human goods are not possessions of persons, but the fulfillment of their being. On the instrumental view of life, life is not part of the intrinsic good of persons. However, life certainly is not separable from the living body, as if it were a mere possession. Thus, on the instrumental view of the good of life, the living body will be one thing and the fulfilled person something else. Thus the instrumental view of the good of human life implies dualism. Second, dualism is indefensible (see </w:t>
      </w:r>
      <w:proofErr w:type="spellStart"/>
      <w:r w:rsidRPr="00A72D3F">
        <w:rPr>
          <w:i/>
          <w:iCs/>
          <w:sz w:val="16"/>
          <w:lang w:eastAsia="zh-TW"/>
        </w:rPr>
        <w:t>S.t.</w:t>
      </w:r>
      <w:proofErr w:type="spellEnd"/>
      <w:r w:rsidRPr="00A72D3F">
        <w:rPr>
          <w:i/>
          <w:iCs/>
          <w:sz w:val="16"/>
          <w:lang w:eastAsia="zh-TW"/>
        </w:rPr>
        <w:t>,</w:t>
      </w:r>
      <w:r w:rsidRPr="00A72D3F">
        <w:rPr>
          <w:sz w:val="16"/>
          <w:lang w:eastAsia="zh-TW"/>
        </w:rPr>
        <w:t xml:space="preserve"> 1, q. 75, a. 4; q. 76, a. 1). </w:t>
      </w:r>
      <w:proofErr w:type="gramStart"/>
      <w:r w:rsidRPr="00A72D3F">
        <w:rPr>
          <w:rStyle w:val="UnderlineBold"/>
        </w:rPr>
        <w:t>Life is not merely one process among others, a process which can be distinguished from breathing</w:t>
      </w:r>
      <w:r w:rsidRPr="00A72D3F">
        <w:rPr>
          <w:sz w:val="16"/>
          <w:lang w:eastAsia="zh-TW"/>
        </w:rPr>
        <w:t>, feeling, choosing, talking, and so on.</w:t>
      </w:r>
      <w:proofErr w:type="gramEnd"/>
      <w:r w:rsidRPr="00A72D3F">
        <w:rPr>
          <w:sz w:val="16"/>
          <w:lang w:eastAsia="zh-TW"/>
        </w:rPr>
        <w:t xml:space="preserve"> </w:t>
      </w:r>
      <w:r w:rsidRPr="00A72D3F">
        <w:rPr>
          <w:rStyle w:val="UnderlineBold"/>
        </w:rPr>
        <w:t xml:space="preserve">The life of a person is indistinguishable from the person’s very reality. Life must pervade every part and activity of a person, or something of the person would be unreal. Moreover, one’s fulfillment is the completion of one’s given self. If the personal </w:t>
      </w:r>
      <w:proofErr w:type="gramStart"/>
      <w:r w:rsidRPr="00A72D3F">
        <w:rPr>
          <w:rStyle w:val="UnderlineBold"/>
        </w:rPr>
        <w:t>goods which constitute fulfillment</w:t>
      </w:r>
      <w:proofErr w:type="gramEnd"/>
      <w:r w:rsidRPr="00A72D3F">
        <w:rPr>
          <w:rStyle w:val="UnderlineBold"/>
        </w:rPr>
        <w:t xml:space="preserve"> were other than one’s given self, one could not fulfill oneself by acting.</w:t>
      </w:r>
    </w:p>
    <w:p w14:paraId="1E9DC947" w14:textId="77777777" w:rsidR="00E77CE0" w:rsidRDefault="00E77CE0" w:rsidP="00E77CE0">
      <w:pPr>
        <w:pStyle w:val="Tag"/>
      </w:pPr>
    </w:p>
    <w:p w14:paraId="263F6869" w14:textId="77777777" w:rsidR="00E77CE0" w:rsidRDefault="00E77CE0" w:rsidP="00E77CE0">
      <w:pPr>
        <w:pStyle w:val="Tag"/>
        <w:rPr>
          <w:rFonts w:cs="Arial"/>
        </w:rPr>
      </w:pPr>
      <w:r>
        <w:rPr>
          <w:rFonts w:cs="Arial"/>
        </w:rPr>
        <w:t>Finally, a</w:t>
      </w:r>
      <w:r>
        <w:rPr>
          <w:rFonts w:cs="Arial"/>
          <w:szCs w:val="24"/>
        </w:rPr>
        <w:t>ccording to New Oxford American Dictionary, deliberate acts are “</w:t>
      </w:r>
      <w:r>
        <w:rPr>
          <w:rFonts w:cs="Arial"/>
        </w:rPr>
        <w:t xml:space="preserve">done consciously and intentionally,” so the </w:t>
      </w:r>
      <w:proofErr w:type="spellStart"/>
      <w:r>
        <w:rPr>
          <w:rFonts w:cs="Arial"/>
        </w:rPr>
        <w:t>aff’s</w:t>
      </w:r>
      <w:proofErr w:type="spellEnd"/>
      <w:r>
        <w:rPr>
          <w:rFonts w:cs="Arial"/>
        </w:rPr>
        <w:t xml:space="preserve"> version of self-defense is impermissible because the killer intends the attacker’s death and not just self-preservation. Justice Robert Hunter furthers:</w:t>
      </w:r>
    </w:p>
    <w:p w14:paraId="69953FC9" w14:textId="77777777" w:rsidR="00E77CE0" w:rsidRDefault="00E77CE0" w:rsidP="00E77CE0"/>
    <w:p w14:paraId="1DBCF257" w14:textId="77777777" w:rsidR="00E77CE0" w:rsidRPr="00525492" w:rsidRDefault="00E77CE0" w:rsidP="00E77CE0">
      <w:pPr>
        <w:rPr>
          <w:sz w:val="16"/>
        </w:rPr>
      </w:pPr>
      <w:proofErr w:type="gramStart"/>
      <w:r w:rsidRPr="00525492">
        <w:rPr>
          <w:sz w:val="16"/>
        </w:rPr>
        <w:t>Justice Robert Hunter, [</w:t>
      </w:r>
      <w:r>
        <w:rPr>
          <w:sz w:val="16"/>
        </w:rPr>
        <w:t xml:space="preserve">Judge of </w:t>
      </w:r>
      <w:r w:rsidRPr="00525492">
        <w:rPr>
          <w:sz w:val="16"/>
        </w:rPr>
        <w:t xml:space="preserve">Court of Appeals of North Carolina], </w:t>
      </w:r>
      <w:r w:rsidRPr="00525492">
        <w:rPr>
          <w:i/>
          <w:sz w:val="16"/>
        </w:rPr>
        <w:t xml:space="preserve">State </w:t>
      </w:r>
      <w:proofErr w:type="spellStart"/>
      <w:r w:rsidRPr="00525492">
        <w:rPr>
          <w:i/>
          <w:sz w:val="16"/>
        </w:rPr>
        <w:t>vs</w:t>
      </w:r>
      <w:proofErr w:type="spellEnd"/>
      <w:r w:rsidRPr="00525492">
        <w:rPr>
          <w:i/>
          <w:sz w:val="16"/>
        </w:rPr>
        <w:t xml:space="preserve"> </w:t>
      </w:r>
      <w:proofErr w:type="spellStart"/>
      <w:r w:rsidRPr="00525492">
        <w:rPr>
          <w:i/>
          <w:sz w:val="16"/>
        </w:rPr>
        <w:t>Stitt</w:t>
      </w:r>
      <w:proofErr w:type="spellEnd"/>
      <w:r w:rsidRPr="00525492">
        <w:rPr>
          <w:sz w:val="16"/>
        </w:rPr>
        <w:t xml:space="preserve">, </w:t>
      </w:r>
      <w:hyperlink r:id="rId11" w:history="1">
        <w:proofErr w:type="gramEnd"/>
        <w:r w:rsidRPr="00525492">
          <w:rPr>
            <w:rStyle w:val="Hyperlink"/>
            <w:sz w:val="16"/>
          </w:rPr>
          <w:t>http://caselaw.findlaw.com/nc-court-of-appeals/1503763.html</w:t>
        </w:r>
        <w:proofErr w:type="gramStart"/>
      </w:hyperlink>
      <w:r w:rsidRPr="00525492">
        <w:rPr>
          <w:sz w:val="16"/>
        </w:rPr>
        <w:t>.</w:t>
      </w:r>
      <w:proofErr w:type="gramEnd"/>
      <w:r w:rsidRPr="00525492">
        <w:rPr>
          <w:sz w:val="16"/>
        </w:rPr>
        <w:t xml:space="preserve"> </w:t>
      </w:r>
      <w:r>
        <w:rPr>
          <w:sz w:val="16"/>
        </w:rPr>
        <w:t>FD</w:t>
      </w:r>
    </w:p>
    <w:p w14:paraId="74A9B1CB" w14:textId="77777777" w:rsidR="00E77CE0" w:rsidRDefault="00E77CE0" w:rsidP="00E77CE0">
      <w:pPr>
        <w:pStyle w:val="Tag"/>
        <w:rPr>
          <w:rFonts w:cs="Arial"/>
        </w:rPr>
      </w:pPr>
    </w:p>
    <w:p w14:paraId="2D16AFCF" w14:textId="77777777" w:rsidR="00E77CE0" w:rsidRPr="005731B2" w:rsidRDefault="00E77CE0" w:rsidP="00E77CE0">
      <w:pPr>
        <w:rPr>
          <w:sz w:val="16"/>
          <w:bdr w:val="none" w:sz="0" w:space="0" w:color="auto" w:frame="1"/>
        </w:rPr>
      </w:pPr>
      <w:r w:rsidRPr="00525492">
        <w:rPr>
          <w:sz w:val="16"/>
        </w:rPr>
        <w:t>"</w:t>
      </w:r>
      <w:hyperlink r:id="rId12" w:history="1">
        <w:r w:rsidRPr="00525492">
          <w:rPr>
            <w:bCs/>
            <w:color w:val="660202"/>
            <w:sz w:val="16"/>
          </w:rPr>
          <w:t>First-degree murder</w:t>
        </w:r>
      </w:hyperlink>
      <w:r w:rsidRPr="00525492">
        <w:rPr>
          <w:sz w:val="16"/>
          <w:bdr w:val="none" w:sz="0" w:space="0" w:color="auto" w:frame="1"/>
        </w:rPr>
        <w:t> is the unlawful killing of another human being with malice and with premeditation and </w:t>
      </w:r>
      <w:r w:rsidRPr="00525492">
        <w:rPr>
          <w:i/>
          <w:iCs/>
          <w:sz w:val="16"/>
          <w:bdr w:val="none" w:sz="0" w:space="0" w:color="auto" w:frame="1"/>
        </w:rPr>
        <w:t>deliberation</w:t>
      </w:r>
      <w:r w:rsidRPr="00525492">
        <w:rPr>
          <w:sz w:val="16"/>
          <w:bdr w:val="none" w:sz="0" w:space="0" w:color="auto" w:frame="1"/>
        </w:rPr>
        <w:t>.</w:t>
      </w:r>
      <w:r w:rsidRPr="00525492">
        <w:rPr>
          <w:sz w:val="16"/>
          <w:szCs w:val="20"/>
        </w:rPr>
        <w:t xml:space="preserve"> </w:t>
      </w:r>
      <w:r w:rsidRPr="00525492">
        <w:rPr>
          <w:sz w:val="16"/>
          <w:bdr w:val="none" w:sz="0" w:space="0" w:color="auto" w:frame="1"/>
        </w:rPr>
        <w:t>"A killing is </w:t>
      </w:r>
      <w:r w:rsidRPr="00525492">
        <w:rPr>
          <w:i/>
          <w:iCs/>
          <w:sz w:val="16"/>
          <w:bdr w:val="none" w:sz="0" w:space="0" w:color="auto" w:frame="1"/>
        </w:rPr>
        <w:t>premeditated</w:t>
      </w:r>
      <w:r w:rsidRPr="00525492">
        <w:rPr>
          <w:sz w:val="16"/>
          <w:bdr w:val="none" w:sz="0" w:space="0" w:color="auto" w:frame="1"/>
        </w:rPr>
        <w:t> if the defendant formed the specific intent to kill the victim some period of time, however short, before the actual killing.</w:t>
      </w:r>
      <w:r w:rsidRPr="00525492">
        <w:rPr>
          <w:sz w:val="16"/>
          <w:szCs w:val="20"/>
        </w:rPr>
        <w:t xml:space="preserve"> </w:t>
      </w:r>
      <w:r w:rsidRPr="00525492">
        <w:rPr>
          <w:sz w:val="16"/>
          <w:bdr w:val="none" w:sz="0" w:space="0" w:color="auto" w:frame="1"/>
        </w:rPr>
        <w:t>"</w:t>
      </w:r>
      <w:r w:rsidRPr="00525492">
        <w:rPr>
          <w:rStyle w:val="UnderlineBold"/>
        </w:rPr>
        <w:t xml:space="preserve">A killing is deliberate if the defendant acted </w:t>
      </w:r>
      <w:r w:rsidRPr="00525492">
        <w:rPr>
          <w:sz w:val="16"/>
          <w:bdr w:val="none" w:sz="0" w:space="0" w:color="auto" w:frame="1"/>
        </w:rPr>
        <w:t xml:space="preserve">in a cool state of blood, </w:t>
      </w:r>
      <w:r w:rsidRPr="00525492">
        <w:rPr>
          <w:rStyle w:val="UnderlineBold"/>
        </w:rPr>
        <w:t xml:space="preserve">in furtherance of a fixed design for revenge or to accomplish an unlawful purpose and not </w:t>
      </w:r>
      <w:r w:rsidRPr="00525492">
        <w:rPr>
          <w:sz w:val="16"/>
          <w:bdr w:val="none" w:sz="0" w:space="0" w:color="auto" w:frame="1"/>
        </w:rPr>
        <w:t xml:space="preserve">under the influence of a violent passion, </w:t>
      </w:r>
      <w:r w:rsidRPr="00525492">
        <w:rPr>
          <w:rStyle w:val="UnderlineBold"/>
        </w:rPr>
        <w:t>suddenly aroused by lawful or just cause or legal provocation</w:t>
      </w:r>
      <w:r w:rsidRPr="00525492">
        <w:rPr>
          <w:sz w:val="16"/>
          <w:bdr w:val="none" w:sz="0" w:space="0" w:color="auto" w:frame="1"/>
        </w:rPr>
        <w:t>.</w:t>
      </w:r>
      <w:r w:rsidRPr="00525492">
        <w:rPr>
          <w:sz w:val="16"/>
          <w:szCs w:val="20"/>
        </w:rPr>
        <w:t xml:space="preserve"> </w:t>
      </w:r>
      <w:r w:rsidRPr="00525492">
        <w:rPr>
          <w:sz w:val="16"/>
          <w:bdr w:val="none" w:sz="0" w:space="0" w:color="auto" w:frame="1"/>
        </w:rPr>
        <w:t>"Premeditation and </w:t>
      </w:r>
      <w:r w:rsidRPr="00525492">
        <w:rPr>
          <w:i/>
          <w:iCs/>
          <w:sz w:val="16"/>
          <w:bdr w:val="none" w:sz="0" w:space="0" w:color="auto" w:frame="1"/>
        </w:rPr>
        <w:t>deliberation</w:t>
      </w:r>
      <w:r w:rsidRPr="00525492">
        <w:rPr>
          <w:sz w:val="16"/>
          <w:bdr w:val="none" w:sz="0" w:space="0" w:color="auto" w:frame="1"/>
        </w:rPr>
        <w:t> are usually proven by circumstantial evidence because they are mental processes that are not readily susceptible to proof by direct evidence."</w:t>
      </w:r>
    </w:p>
    <w:p w14:paraId="5A6363CD" w14:textId="77777777" w:rsidR="00E77CE0" w:rsidRPr="00525492" w:rsidRDefault="00E77CE0" w:rsidP="00E77CE0"/>
    <w:p w14:paraId="31F893E1" w14:textId="77777777" w:rsidR="00E77CE0" w:rsidRPr="00544830" w:rsidRDefault="00E77CE0" w:rsidP="00E77CE0">
      <w:pPr>
        <w:pStyle w:val="Tag"/>
        <w:rPr>
          <w:rFonts w:cs="Arial"/>
        </w:rPr>
      </w:pPr>
      <w:r>
        <w:rPr>
          <w:rFonts w:cs="Arial"/>
        </w:rPr>
        <w:t>However, even if he proves that it is necessary to kill in self-</w:t>
      </w:r>
      <w:proofErr w:type="gramStart"/>
      <w:r>
        <w:rPr>
          <w:rFonts w:cs="Arial"/>
        </w:rPr>
        <w:t>defense, that</w:t>
      </w:r>
      <w:proofErr w:type="gramEnd"/>
      <w:r>
        <w:rPr>
          <w:rFonts w:cs="Arial"/>
        </w:rPr>
        <w:t xml:space="preserve"> is not sufficient to meet my standard. The killer’s ultimate end should still be only self-defense and not the death of the attacker. </w:t>
      </w:r>
      <w:r>
        <w:t>McMahan:</w:t>
      </w:r>
    </w:p>
    <w:p w14:paraId="284DE180" w14:textId="77777777" w:rsidR="00E77CE0" w:rsidRDefault="00E77CE0" w:rsidP="00E77CE0"/>
    <w:p w14:paraId="4ED0BF45" w14:textId="77777777" w:rsidR="00E77CE0" w:rsidRPr="00292B19" w:rsidRDefault="00E77CE0" w:rsidP="00E77CE0">
      <w:pPr>
        <w:rPr>
          <w:sz w:val="16"/>
        </w:rPr>
      </w:pPr>
      <w:proofErr w:type="gramStart"/>
      <w:r w:rsidRPr="00292B19">
        <w:rPr>
          <w:sz w:val="16"/>
        </w:rPr>
        <w:t xml:space="preserve">Jeff McMahan, [Professor of Philosophy at Rutgers], “Revising the Doctrine of Double Effect”, </w:t>
      </w:r>
      <w:r w:rsidRPr="00292B19">
        <w:rPr>
          <w:iCs/>
          <w:color w:val="000000"/>
          <w:sz w:val="16"/>
          <w:szCs w:val="19"/>
        </w:rPr>
        <w:t xml:space="preserve">Journal of Applied Philosophy, Vol.11, </w:t>
      </w:r>
      <w:r w:rsidRPr="00292B19">
        <w:rPr>
          <w:iCs/>
          <w:color w:val="000000"/>
          <w:sz w:val="16"/>
          <w:szCs w:val="20"/>
        </w:rPr>
        <w:t xml:space="preserve">No. </w:t>
      </w:r>
      <w:r w:rsidRPr="00292B19">
        <w:rPr>
          <w:color w:val="000000"/>
          <w:sz w:val="16"/>
          <w:szCs w:val="20"/>
        </w:rPr>
        <w:t xml:space="preserve">2, </w:t>
      </w:r>
      <w:r w:rsidRPr="00292B19">
        <w:rPr>
          <w:iCs/>
          <w:color w:val="000000"/>
          <w:sz w:val="16"/>
          <w:szCs w:val="19"/>
        </w:rPr>
        <w:t>1994.</w:t>
      </w:r>
      <w:proofErr w:type="gramEnd"/>
      <w:r w:rsidRPr="00292B19">
        <w:rPr>
          <w:iCs/>
          <w:color w:val="000000"/>
          <w:sz w:val="16"/>
          <w:szCs w:val="19"/>
        </w:rPr>
        <w:t xml:space="preserve"> RK</w:t>
      </w:r>
    </w:p>
    <w:p w14:paraId="394696C1" w14:textId="77777777" w:rsidR="00E77CE0" w:rsidRDefault="00E77CE0" w:rsidP="00E77CE0">
      <w:pPr>
        <w:rPr>
          <w:rFonts w:cs="Arial"/>
          <w:sz w:val="16"/>
        </w:rPr>
      </w:pPr>
    </w:p>
    <w:p w14:paraId="64123809" w14:textId="77777777" w:rsidR="00E77CE0" w:rsidRPr="00544830" w:rsidRDefault="00E77CE0" w:rsidP="00E77CE0">
      <w:pPr>
        <w:rPr>
          <w:rFonts w:cs="Arial"/>
          <w:sz w:val="16"/>
        </w:rPr>
      </w:pPr>
      <w:r w:rsidRPr="00544830">
        <w:rPr>
          <w:rFonts w:cs="Arial"/>
          <w:sz w:val="16"/>
        </w:rPr>
        <w:t xml:space="preserve">One problem with these responses is that they appear to exclude some applications of the DDE that its proponents have wished to defend. For example, </w:t>
      </w:r>
      <w:r w:rsidRPr="00544830">
        <w:rPr>
          <w:rFonts w:cs="Arial"/>
          <w:sz w:val="16"/>
          <w:szCs w:val="20"/>
        </w:rPr>
        <w:t xml:space="preserve">in </w:t>
      </w:r>
      <w:r w:rsidRPr="00544830">
        <w:rPr>
          <w:rFonts w:cs="Arial"/>
          <w:sz w:val="16"/>
        </w:rPr>
        <w:t xml:space="preserve">a passage that many have cited as the origin of the DDE, Thomas </w:t>
      </w:r>
      <w:r w:rsidRPr="00544830">
        <w:rPr>
          <w:rStyle w:val="UnderlineBold"/>
          <w:rFonts w:cs="Arial"/>
          <w:b w:val="0"/>
          <w:sz w:val="16"/>
          <w:u w:val="none"/>
        </w:rPr>
        <w:t>Aquinas argues that</w:t>
      </w:r>
      <w:r w:rsidRPr="00544830">
        <w:rPr>
          <w:rFonts w:cs="Arial"/>
          <w:b/>
          <w:sz w:val="16"/>
        </w:rPr>
        <w:t xml:space="preserve">, </w:t>
      </w:r>
      <w:r w:rsidRPr="00544830">
        <w:rPr>
          <w:rStyle w:val="UnderlineBold"/>
          <w:rFonts w:cs="Arial"/>
          <w:b w:val="0"/>
          <w:sz w:val="16"/>
          <w:u w:val="none"/>
        </w:rPr>
        <w:t xml:space="preserve">while it is wrong for one person to intend to kill another even in </w:t>
      </w:r>
      <w:proofErr w:type="spellStart"/>
      <w:r w:rsidRPr="00544830">
        <w:rPr>
          <w:rStyle w:val="UnderlineBold"/>
          <w:rFonts w:cs="Arial"/>
          <w:b w:val="0"/>
          <w:sz w:val="16"/>
          <w:u w:val="none"/>
        </w:rPr>
        <w:t>self-defence</w:t>
      </w:r>
      <w:proofErr w:type="spellEnd"/>
      <w:r w:rsidRPr="00544830">
        <w:rPr>
          <w:rStyle w:val="UnderlineBold"/>
          <w:rFonts w:cs="Arial"/>
          <w:b w:val="0"/>
          <w:sz w:val="16"/>
          <w:u w:val="none"/>
        </w:rPr>
        <w:t xml:space="preserve">, </w:t>
      </w:r>
      <w:r w:rsidRPr="00544830">
        <w:rPr>
          <w:rStyle w:val="UnderlineBold"/>
          <w:rFonts w:cs="Arial"/>
        </w:rPr>
        <w:t xml:space="preserve">killing in </w:t>
      </w:r>
      <w:proofErr w:type="spellStart"/>
      <w:r w:rsidRPr="00544830">
        <w:rPr>
          <w:rStyle w:val="UnderlineBold"/>
          <w:rFonts w:cs="Arial"/>
        </w:rPr>
        <w:t>self-defence</w:t>
      </w:r>
      <w:proofErr w:type="spellEnd"/>
      <w:r w:rsidRPr="00544830">
        <w:rPr>
          <w:rStyle w:val="UnderlineBold"/>
          <w:rFonts w:cs="Arial"/>
        </w:rPr>
        <w:t xml:space="preserve"> may still be permissible </w:t>
      </w:r>
      <w:r w:rsidRPr="00544830">
        <w:rPr>
          <w:rStyle w:val="UnderlineBold"/>
          <w:rFonts w:cs="Arial"/>
        </w:rPr>
        <w:lastRenderedPageBreak/>
        <w:t xml:space="preserve">provided that the lethal act of </w:t>
      </w:r>
      <w:proofErr w:type="spellStart"/>
      <w:r w:rsidRPr="00544830">
        <w:rPr>
          <w:rStyle w:val="UnderlineBold"/>
          <w:rFonts w:cs="Arial"/>
        </w:rPr>
        <w:t>defence</w:t>
      </w:r>
      <w:proofErr w:type="spellEnd"/>
      <w:r w:rsidRPr="00544830">
        <w:rPr>
          <w:rStyle w:val="UnderlineBold"/>
          <w:rFonts w:cs="Arial"/>
        </w:rPr>
        <w:t xml:space="preserve"> is carried out with the intention only to preserve one’s own life</w:t>
      </w:r>
      <w:r w:rsidRPr="00544830">
        <w:rPr>
          <w:rFonts w:cs="Arial"/>
          <w:sz w:val="16"/>
        </w:rPr>
        <w:t xml:space="preserve">. Aquinas thus assumes that </w:t>
      </w:r>
      <w:r w:rsidRPr="00544830">
        <w:rPr>
          <w:rStyle w:val="UnderlineBold"/>
          <w:rFonts w:cs="Arial"/>
          <w:b w:val="0"/>
          <w:sz w:val="16"/>
          <w:u w:val="none"/>
        </w:rPr>
        <w:t xml:space="preserve">it is possible for one to foresee with certainty that one’s act will kill one’s assailant without intending the killing as a means of </w:t>
      </w:r>
      <w:proofErr w:type="spellStart"/>
      <w:r w:rsidRPr="00544830">
        <w:rPr>
          <w:rStyle w:val="UnderlineBold"/>
          <w:rFonts w:cs="Arial"/>
          <w:b w:val="0"/>
          <w:sz w:val="16"/>
          <w:u w:val="none"/>
        </w:rPr>
        <w:t>self-defence</w:t>
      </w:r>
      <w:proofErr w:type="spellEnd"/>
      <w:r w:rsidRPr="00544830">
        <w:rPr>
          <w:rStyle w:val="UnderlineBold"/>
          <w:rFonts w:cs="Arial"/>
          <w:b w:val="0"/>
          <w:sz w:val="16"/>
          <w:u w:val="none"/>
        </w:rPr>
        <w:t xml:space="preserve"> </w:t>
      </w:r>
      <w:r w:rsidRPr="00544830">
        <w:rPr>
          <w:rFonts w:cs="Arial"/>
          <w:b/>
          <w:bCs/>
          <w:sz w:val="16"/>
          <w:szCs w:val="20"/>
        </w:rPr>
        <w:t xml:space="preserve">[4]. </w:t>
      </w:r>
      <w:r w:rsidRPr="00544830">
        <w:rPr>
          <w:rStyle w:val="UnderlineBold"/>
          <w:rFonts w:cs="Arial"/>
          <w:b w:val="0"/>
          <w:sz w:val="16"/>
          <w:u w:val="none"/>
        </w:rPr>
        <w:t xml:space="preserve">Various recent defenders of the DDE have accepted a view quite similar </w:t>
      </w:r>
      <w:r w:rsidRPr="00544830">
        <w:rPr>
          <w:rFonts w:cs="Arial"/>
          <w:sz w:val="16"/>
        </w:rPr>
        <w:t xml:space="preserve">to Aquinas’s. To illustrate their view, </w:t>
      </w:r>
      <w:r w:rsidRPr="00544830">
        <w:rPr>
          <w:rStyle w:val="UnderlineBold"/>
          <w:rFonts w:cs="Arial"/>
          <w:b w:val="0"/>
          <w:sz w:val="16"/>
          <w:u w:val="none"/>
        </w:rPr>
        <w:t>consider</w:t>
      </w:r>
      <w:r w:rsidRPr="00544830">
        <w:rPr>
          <w:rFonts w:cs="Arial"/>
          <w:b/>
        </w:rPr>
        <w:t xml:space="preserve">: </w:t>
      </w:r>
      <w:r w:rsidRPr="00544830">
        <w:rPr>
          <w:rStyle w:val="UnderlineBold"/>
          <w:rFonts w:cs="Arial"/>
          <w:b w:val="0"/>
          <w:sz w:val="16"/>
          <w:u w:val="none"/>
        </w:rPr>
        <w:t>Self-</w:t>
      </w:r>
      <w:proofErr w:type="spellStart"/>
      <w:r w:rsidRPr="00544830">
        <w:rPr>
          <w:rStyle w:val="UnderlineBold"/>
          <w:rFonts w:cs="Arial"/>
          <w:b w:val="0"/>
          <w:sz w:val="16"/>
          <w:u w:val="none"/>
        </w:rPr>
        <w:t>Defence</w:t>
      </w:r>
      <w:proofErr w:type="spellEnd"/>
      <w:r w:rsidRPr="00544830">
        <w:rPr>
          <w:rStyle w:val="UnderlineBold"/>
          <w:rFonts w:cs="Arial"/>
          <w:b w:val="0"/>
          <w:sz w:val="16"/>
          <w:u w:val="none"/>
        </w:rPr>
        <w:t xml:space="preserve"> </w:t>
      </w:r>
      <w:proofErr w:type="gramStart"/>
      <w:r w:rsidRPr="00544830">
        <w:rPr>
          <w:rStyle w:val="UnderlineBold"/>
          <w:rFonts w:cs="Arial"/>
          <w:b w:val="0"/>
          <w:sz w:val="16"/>
          <w:u w:val="none"/>
        </w:rPr>
        <w:t xml:space="preserve">I </w:t>
      </w:r>
      <w:r w:rsidRPr="00544830">
        <w:rPr>
          <w:rFonts w:cs="Arial"/>
          <w:b/>
          <w:szCs w:val="21"/>
        </w:rPr>
        <w:t>:</w:t>
      </w:r>
      <w:proofErr w:type="gramEnd"/>
      <w:r w:rsidRPr="00544830">
        <w:rPr>
          <w:rFonts w:cs="Arial"/>
          <w:b/>
          <w:szCs w:val="21"/>
        </w:rPr>
        <w:t xml:space="preserve"> </w:t>
      </w:r>
      <w:r w:rsidRPr="00544830">
        <w:rPr>
          <w:rStyle w:val="UnderlineBold"/>
          <w:rFonts w:cs="Arial"/>
          <w:b w:val="0"/>
          <w:sz w:val="16"/>
          <w:u w:val="none"/>
        </w:rPr>
        <w:t xml:space="preserve">One’s only </w:t>
      </w:r>
      <w:proofErr w:type="spellStart"/>
      <w:r w:rsidRPr="00544830">
        <w:rPr>
          <w:rStyle w:val="UnderlineBold"/>
          <w:rFonts w:cs="Arial"/>
          <w:b w:val="0"/>
          <w:sz w:val="16"/>
          <w:u w:val="none"/>
        </w:rPr>
        <w:t>defence</w:t>
      </w:r>
      <w:proofErr w:type="spellEnd"/>
      <w:r w:rsidRPr="00544830">
        <w:rPr>
          <w:rStyle w:val="UnderlineBold"/>
          <w:rFonts w:cs="Arial"/>
          <w:b w:val="0"/>
          <w:sz w:val="16"/>
          <w:u w:val="none"/>
        </w:rPr>
        <w:t xml:space="preserve"> against an unjust and potentially lethal attack is to shoot the attacker at close range with a flame-thrower</w:t>
      </w:r>
      <w:r w:rsidRPr="00544830">
        <w:rPr>
          <w:rFonts w:cs="Arial"/>
          <w:sz w:val="16"/>
        </w:rPr>
        <w:t>. The followers of Aquinas would accept that, in Self-</w:t>
      </w:r>
      <w:proofErr w:type="spellStart"/>
      <w:r w:rsidRPr="00544830">
        <w:rPr>
          <w:rFonts w:cs="Arial"/>
          <w:sz w:val="16"/>
        </w:rPr>
        <w:t>Defence</w:t>
      </w:r>
      <w:proofErr w:type="spellEnd"/>
      <w:r w:rsidRPr="00544830">
        <w:rPr>
          <w:rFonts w:cs="Arial"/>
          <w:sz w:val="16"/>
        </w:rPr>
        <w:t xml:space="preserve"> </w:t>
      </w:r>
      <w:r w:rsidRPr="00544830">
        <w:rPr>
          <w:rFonts w:cs="Arial"/>
          <w:sz w:val="16"/>
          <w:szCs w:val="21"/>
        </w:rPr>
        <w:t xml:space="preserve">1, </w:t>
      </w:r>
      <w:r w:rsidRPr="00544830">
        <w:rPr>
          <w:rStyle w:val="UnderlineBold"/>
          <w:rFonts w:cs="Arial"/>
        </w:rPr>
        <w:t xml:space="preserve">it is possible to </w:t>
      </w:r>
      <w:r w:rsidRPr="00544830">
        <w:rPr>
          <w:rFonts w:cs="Arial"/>
          <w:sz w:val="16"/>
        </w:rPr>
        <w:t xml:space="preserve">fire the flame-thrower </w:t>
      </w:r>
      <w:r w:rsidRPr="00544830">
        <w:rPr>
          <w:rStyle w:val="UnderlineBold"/>
          <w:rFonts w:cs="Arial"/>
        </w:rPr>
        <w:t>intend</w:t>
      </w:r>
      <w:r w:rsidRPr="00544830">
        <w:rPr>
          <w:rFonts w:cs="Arial"/>
          <w:sz w:val="16"/>
        </w:rPr>
        <w:t xml:space="preserve">ing </w:t>
      </w:r>
      <w:r w:rsidRPr="00544830">
        <w:rPr>
          <w:rStyle w:val="UnderlineBold"/>
          <w:rFonts w:cs="Arial"/>
        </w:rPr>
        <w:t>only to incapacitate and not to kill the attacker, while foreseeing that one’s action would in fact kill him in the process of incapacitating him. The killing, or the death of the attacker, could</w:t>
      </w:r>
      <w:r w:rsidRPr="00544830">
        <w:rPr>
          <w:rStyle w:val="UnderlineBold"/>
          <w:rFonts w:cs="Arial"/>
          <w:b w:val="0"/>
          <w:sz w:val="16"/>
          <w:u w:val="none"/>
        </w:rPr>
        <w:t xml:space="preserve">, according to these theorists, </w:t>
      </w:r>
      <w:r w:rsidRPr="00544830">
        <w:rPr>
          <w:rStyle w:val="UnderlineBold"/>
          <w:rFonts w:cs="Arial"/>
        </w:rPr>
        <w:t xml:space="preserve">be an unintended </w:t>
      </w:r>
      <w:r w:rsidRPr="00544830">
        <w:rPr>
          <w:rFonts w:cs="Arial"/>
          <w:sz w:val="16"/>
        </w:rPr>
        <w:t xml:space="preserve">(though of course not </w:t>
      </w:r>
      <w:r w:rsidRPr="00544830">
        <w:rPr>
          <w:rFonts w:cs="Arial"/>
          <w:i/>
          <w:iCs/>
          <w:sz w:val="16"/>
          <w:szCs w:val="18"/>
        </w:rPr>
        <w:t xml:space="preserve">accidental) </w:t>
      </w:r>
      <w:r w:rsidRPr="00544830">
        <w:rPr>
          <w:rStyle w:val="UnderlineBold"/>
          <w:rFonts w:cs="Arial"/>
        </w:rPr>
        <w:t xml:space="preserve">side-effect </w:t>
      </w:r>
      <w:r w:rsidRPr="0087620A">
        <w:rPr>
          <w:rStyle w:val="UnderlineBold"/>
          <w:b w:val="0"/>
          <w:sz w:val="16"/>
          <w:u w:val="none"/>
        </w:rPr>
        <w:t>[5]</w:t>
      </w:r>
      <w:proofErr w:type="gramStart"/>
      <w:r w:rsidRPr="0087620A">
        <w:rPr>
          <w:rStyle w:val="UnderlineBold"/>
          <w:b w:val="0"/>
          <w:sz w:val="16"/>
          <w:u w:val="none"/>
        </w:rPr>
        <w:t>.</w:t>
      </w:r>
      <w:r w:rsidRPr="00544830">
        <w:rPr>
          <w:rFonts w:cs="Arial"/>
          <w:sz w:val="16"/>
        </w:rPr>
        <w:t>This</w:t>
      </w:r>
      <w:proofErr w:type="gramEnd"/>
      <w:r w:rsidRPr="00544830">
        <w:rPr>
          <w:rFonts w:cs="Arial"/>
          <w:sz w:val="16"/>
        </w:rPr>
        <w:t>, I believe, is quite plausible.</w:t>
      </w:r>
    </w:p>
    <w:p w14:paraId="29FCADE0" w14:textId="77777777" w:rsidR="00E77CE0" w:rsidRDefault="00E77CE0" w:rsidP="00E77CE0"/>
    <w:p w14:paraId="5DA746D6" w14:textId="50FEA706" w:rsidR="00E77CE0" w:rsidRDefault="00E77CE0" w:rsidP="00E77CE0">
      <w:pPr>
        <w:pStyle w:val="Tag"/>
      </w:pPr>
      <w:r>
        <w:t xml:space="preserve">The death of the attacker can only be either an accident or a foreseen consequence, but never the initial purpose of the deadly force. Therefore, because killing in revenge is never permissible, I negate. </w:t>
      </w:r>
    </w:p>
    <w:p w14:paraId="5D5D21E3" w14:textId="77777777" w:rsidR="00E77CE0" w:rsidRPr="00E77CE0" w:rsidRDefault="00E77CE0" w:rsidP="00E77CE0"/>
    <w:p w14:paraId="11D26746" w14:textId="10BAA7CD" w:rsidR="00160FEC" w:rsidRDefault="00160FEC" w:rsidP="00316F1A">
      <w:pPr>
        <w:pStyle w:val="Heading1"/>
      </w:pPr>
      <w:bookmarkStart w:id="1" w:name="_Toc189284285"/>
      <w:r w:rsidRPr="00160FEC">
        <w:lastRenderedPageBreak/>
        <w:t>CP</w:t>
      </w:r>
      <w:bookmarkEnd w:id="1"/>
    </w:p>
    <w:p w14:paraId="578B6CFC" w14:textId="77777777" w:rsidR="00160FEC" w:rsidRDefault="00160FEC" w:rsidP="00160FEC"/>
    <w:p w14:paraId="2B5D7F75" w14:textId="1E3F8AAD" w:rsidR="00160FEC" w:rsidRPr="00160FEC" w:rsidRDefault="00160FEC" w:rsidP="00160FEC">
      <w:pPr>
        <w:pStyle w:val="Tag"/>
      </w:pPr>
      <w:r w:rsidRPr="00160FEC">
        <w:t>Text: It is morally permissible for victims of repeated domestic abuse to use deadly force against their attackers with self-</w:t>
      </w:r>
      <w:r w:rsidR="00705FEA">
        <w:t xml:space="preserve">preservation </w:t>
      </w:r>
      <w:r w:rsidRPr="00160FEC">
        <w:t xml:space="preserve">as their </w:t>
      </w:r>
      <w:r>
        <w:t xml:space="preserve">ONLY </w:t>
      </w:r>
      <w:r w:rsidRPr="00160FEC">
        <w:t>end.</w:t>
      </w:r>
      <w:r>
        <w:t xml:space="preserve"> McMahan explains:</w:t>
      </w:r>
    </w:p>
    <w:p w14:paraId="3CEF6546" w14:textId="77777777" w:rsidR="00160FEC" w:rsidRDefault="00160FEC" w:rsidP="00160FEC"/>
    <w:p w14:paraId="470D09FE" w14:textId="77777777" w:rsidR="00160FEC" w:rsidRPr="00292B19" w:rsidRDefault="00160FEC" w:rsidP="00160FEC">
      <w:pPr>
        <w:rPr>
          <w:sz w:val="16"/>
        </w:rPr>
      </w:pPr>
      <w:proofErr w:type="gramStart"/>
      <w:r w:rsidRPr="00292B19">
        <w:rPr>
          <w:sz w:val="16"/>
        </w:rPr>
        <w:t xml:space="preserve">Jeff McMahan, [Professor of Philosophy at Rutgers], “Revising the Doctrine of Double Effect”, </w:t>
      </w:r>
      <w:r w:rsidRPr="00292B19">
        <w:rPr>
          <w:iCs/>
          <w:color w:val="000000"/>
          <w:sz w:val="16"/>
          <w:szCs w:val="19"/>
        </w:rPr>
        <w:t xml:space="preserve">Journal of Applied Philosophy, Vol.11, </w:t>
      </w:r>
      <w:r w:rsidRPr="00292B19">
        <w:rPr>
          <w:iCs/>
          <w:color w:val="000000"/>
          <w:sz w:val="16"/>
          <w:szCs w:val="20"/>
        </w:rPr>
        <w:t xml:space="preserve">No. </w:t>
      </w:r>
      <w:r w:rsidRPr="00292B19">
        <w:rPr>
          <w:color w:val="000000"/>
          <w:sz w:val="16"/>
          <w:szCs w:val="20"/>
        </w:rPr>
        <w:t xml:space="preserve">2, </w:t>
      </w:r>
      <w:r w:rsidRPr="00292B19">
        <w:rPr>
          <w:iCs/>
          <w:color w:val="000000"/>
          <w:sz w:val="16"/>
          <w:szCs w:val="19"/>
        </w:rPr>
        <w:t>1994.</w:t>
      </w:r>
      <w:proofErr w:type="gramEnd"/>
      <w:r w:rsidRPr="00292B19">
        <w:rPr>
          <w:iCs/>
          <w:color w:val="000000"/>
          <w:sz w:val="16"/>
          <w:szCs w:val="19"/>
        </w:rPr>
        <w:t xml:space="preserve"> RK</w:t>
      </w:r>
    </w:p>
    <w:p w14:paraId="5A452DC3" w14:textId="77777777" w:rsidR="00160FEC" w:rsidRDefault="00160FEC" w:rsidP="00160FEC">
      <w:pPr>
        <w:rPr>
          <w:rFonts w:cs="Arial"/>
          <w:sz w:val="16"/>
        </w:rPr>
      </w:pPr>
    </w:p>
    <w:p w14:paraId="34C2AC6C" w14:textId="09872A8A" w:rsidR="00160FEC" w:rsidRPr="00160FEC" w:rsidRDefault="00160FEC" w:rsidP="00160FEC">
      <w:pPr>
        <w:rPr>
          <w:rFonts w:cs="Arial"/>
          <w:sz w:val="16"/>
        </w:rPr>
      </w:pPr>
      <w:r w:rsidRPr="00544830">
        <w:rPr>
          <w:rFonts w:cs="Arial"/>
          <w:sz w:val="16"/>
        </w:rPr>
        <w:t xml:space="preserve">One problem with these responses is that they appear to exclude some applications of the DDE that its proponents have wished to defend. For example, </w:t>
      </w:r>
      <w:r w:rsidRPr="00544830">
        <w:rPr>
          <w:rFonts w:cs="Arial"/>
          <w:sz w:val="16"/>
          <w:szCs w:val="20"/>
        </w:rPr>
        <w:t xml:space="preserve">in </w:t>
      </w:r>
      <w:r w:rsidRPr="00544830">
        <w:rPr>
          <w:rFonts w:cs="Arial"/>
          <w:sz w:val="16"/>
        </w:rPr>
        <w:t xml:space="preserve">a passage that many have cited as the origin of the DDE, Thomas </w:t>
      </w:r>
      <w:r w:rsidRPr="00544830">
        <w:rPr>
          <w:rStyle w:val="UnderlineBold"/>
          <w:rFonts w:cs="Arial"/>
          <w:b w:val="0"/>
          <w:sz w:val="16"/>
          <w:u w:val="none"/>
        </w:rPr>
        <w:t>Aquinas argues that</w:t>
      </w:r>
      <w:r w:rsidRPr="00544830">
        <w:rPr>
          <w:rFonts w:cs="Arial"/>
          <w:b/>
          <w:sz w:val="16"/>
        </w:rPr>
        <w:t xml:space="preserve">, </w:t>
      </w:r>
      <w:r w:rsidRPr="00544830">
        <w:rPr>
          <w:rStyle w:val="UnderlineBold"/>
          <w:rFonts w:cs="Arial"/>
          <w:b w:val="0"/>
          <w:sz w:val="16"/>
          <w:u w:val="none"/>
        </w:rPr>
        <w:t xml:space="preserve">while it is wrong for one person to intend to kill another even in </w:t>
      </w:r>
      <w:proofErr w:type="spellStart"/>
      <w:r w:rsidRPr="00544830">
        <w:rPr>
          <w:rStyle w:val="UnderlineBold"/>
          <w:rFonts w:cs="Arial"/>
          <w:b w:val="0"/>
          <w:sz w:val="16"/>
          <w:u w:val="none"/>
        </w:rPr>
        <w:t>self-defence</w:t>
      </w:r>
      <w:proofErr w:type="spellEnd"/>
      <w:r w:rsidRPr="00544830">
        <w:rPr>
          <w:rStyle w:val="UnderlineBold"/>
          <w:rFonts w:cs="Arial"/>
          <w:b w:val="0"/>
          <w:sz w:val="16"/>
          <w:u w:val="none"/>
        </w:rPr>
        <w:t xml:space="preserve">, </w:t>
      </w:r>
      <w:r w:rsidRPr="00544830">
        <w:rPr>
          <w:rStyle w:val="UnderlineBold"/>
          <w:rFonts w:cs="Arial"/>
        </w:rPr>
        <w:t xml:space="preserve">killing in </w:t>
      </w:r>
      <w:proofErr w:type="spellStart"/>
      <w:r w:rsidRPr="00544830">
        <w:rPr>
          <w:rStyle w:val="UnderlineBold"/>
          <w:rFonts w:cs="Arial"/>
        </w:rPr>
        <w:t>self-defence</w:t>
      </w:r>
      <w:proofErr w:type="spellEnd"/>
      <w:r w:rsidRPr="00544830">
        <w:rPr>
          <w:rStyle w:val="UnderlineBold"/>
          <w:rFonts w:cs="Arial"/>
        </w:rPr>
        <w:t xml:space="preserve"> may still be permissible provided that the lethal act of </w:t>
      </w:r>
      <w:proofErr w:type="spellStart"/>
      <w:r w:rsidRPr="00544830">
        <w:rPr>
          <w:rStyle w:val="UnderlineBold"/>
          <w:rFonts w:cs="Arial"/>
        </w:rPr>
        <w:t>defence</w:t>
      </w:r>
      <w:proofErr w:type="spellEnd"/>
      <w:r w:rsidRPr="00544830">
        <w:rPr>
          <w:rStyle w:val="UnderlineBold"/>
          <w:rFonts w:cs="Arial"/>
        </w:rPr>
        <w:t xml:space="preserve"> is carried out with the intention only to preserve one’s own life</w:t>
      </w:r>
      <w:r w:rsidRPr="00544830">
        <w:rPr>
          <w:rFonts w:cs="Arial"/>
          <w:sz w:val="16"/>
        </w:rPr>
        <w:t xml:space="preserve">. Aquinas thus assumes that </w:t>
      </w:r>
      <w:r w:rsidRPr="00544830">
        <w:rPr>
          <w:rStyle w:val="UnderlineBold"/>
          <w:rFonts w:cs="Arial"/>
          <w:b w:val="0"/>
          <w:sz w:val="16"/>
          <w:u w:val="none"/>
        </w:rPr>
        <w:t xml:space="preserve">it is possible for one to foresee with certainty that one’s act will kill one’s assailant without intending the killing as a means of </w:t>
      </w:r>
      <w:proofErr w:type="spellStart"/>
      <w:r w:rsidRPr="00544830">
        <w:rPr>
          <w:rStyle w:val="UnderlineBold"/>
          <w:rFonts w:cs="Arial"/>
          <w:b w:val="0"/>
          <w:sz w:val="16"/>
          <w:u w:val="none"/>
        </w:rPr>
        <w:t>self-defence</w:t>
      </w:r>
      <w:proofErr w:type="spellEnd"/>
      <w:r w:rsidRPr="00544830">
        <w:rPr>
          <w:rStyle w:val="UnderlineBold"/>
          <w:rFonts w:cs="Arial"/>
          <w:b w:val="0"/>
          <w:sz w:val="16"/>
          <w:u w:val="none"/>
        </w:rPr>
        <w:t xml:space="preserve"> </w:t>
      </w:r>
      <w:r w:rsidRPr="00544830">
        <w:rPr>
          <w:rFonts w:cs="Arial"/>
          <w:b/>
          <w:bCs/>
          <w:sz w:val="16"/>
          <w:szCs w:val="20"/>
        </w:rPr>
        <w:t xml:space="preserve">[4]. </w:t>
      </w:r>
      <w:r w:rsidRPr="00544830">
        <w:rPr>
          <w:rStyle w:val="UnderlineBold"/>
          <w:rFonts w:cs="Arial"/>
          <w:b w:val="0"/>
          <w:sz w:val="16"/>
          <w:u w:val="none"/>
        </w:rPr>
        <w:t xml:space="preserve">Various recent defenders of the DDE have accepted a view quite similar </w:t>
      </w:r>
      <w:r w:rsidRPr="00544830">
        <w:rPr>
          <w:rFonts w:cs="Arial"/>
          <w:sz w:val="16"/>
        </w:rPr>
        <w:t xml:space="preserve">to Aquinas’s. To illustrate their view, </w:t>
      </w:r>
      <w:r w:rsidRPr="00544830">
        <w:rPr>
          <w:rStyle w:val="UnderlineBold"/>
          <w:rFonts w:cs="Arial"/>
          <w:b w:val="0"/>
          <w:sz w:val="16"/>
          <w:u w:val="none"/>
        </w:rPr>
        <w:t>consider</w:t>
      </w:r>
      <w:r w:rsidRPr="00544830">
        <w:rPr>
          <w:rFonts w:cs="Arial"/>
          <w:b/>
        </w:rPr>
        <w:t xml:space="preserve">: </w:t>
      </w:r>
      <w:r w:rsidRPr="00544830">
        <w:rPr>
          <w:rStyle w:val="UnderlineBold"/>
          <w:rFonts w:cs="Arial"/>
          <w:b w:val="0"/>
          <w:sz w:val="16"/>
          <w:u w:val="none"/>
        </w:rPr>
        <w:t>Self-</w:t>
      </w:r>
      <w:proofErr w:type="spellStart"/>
      <w:r w:rsidRPr="00544830">
        <w:rPr>
          <w:rStyle w:val="UnderlineBold"/>
          <w:rFonts w:cs="Arial"/>
          <w:b w:val="0"/>
          <w:sz w:val="16"/>
          <w:u w:val="none"/>
        </w:rPr>
        <w:t>Defence</w:t>
      </w:r>
      <w:proofErr w:type="spellEnd"/>
      <w:r w:rsidRPr="00544830">
        <w:rPr>
          <w:rStyle w:val="UnderlineBold"/>
          <w:rFonts w:cs="Arial"/>
          <w:b w:val="0"/>
          <w:sz w:val="16"/>
          <w:u w:val="none"/>
        </w:rPr>
        <w:t xml:space="preserve"> </w:t>
      </w:r>
      <w:proofErr w:type="gramStart"/>
      <w:r w:rsidRPr="00544830">
        <w:rPr>
          <w:rStyle w:val="UnderlineBold"/>
          <w:rFonts w:cs="Arial"/>
          <w:b w:val="0"/>
          <w:sz w:val="16"/>
          <w:u w:val="none"/>
        </w:rPr>
        <w:t xml:space="preserve">I </w:t>
      </w:r>
      <w:r w:rsidRPr="00544830">
        <w:rPr>
          <w:rFonts w:cs="Arial"/>
          <w:b/>
          <w:szCs w:val="21"/>
        </w:rPr>
        <w:t>:</w:t>
      </w:r>
      <w:proofErr w:type="gramEnd"/>
      <w:r w:rsidRPr="00544830">
        <w:rPr>
          <w:rFonts w:cs="Arial"/>
          <w:b/>
          <w:szCs w:val="21"/>
        </w:rPr>
        <w:t xml:space="preserve"> </w:t>
      </w:r>
      <w:r w:rsidRPr="00544830">
        <w:rPr>
          <w:rStyle w:val="UnderlineBold"/>
          <w:rFonts w:cs="Arial"/>
          <w:b w:val="0"/>
          <w:sz w:val="16"/>
          <w:u w:val="none"/>
        </w:rPr>
        <w:t xml:space="preserve">One’s only </w:t>
      </w:r>
      <w:proofErr w:type="spellStart"/>
      <w:r w:rsidRPr="00544830">
        <w:rPr>
          <w:rStyle w:val="UnderlineBold"/>
          <w:rFonts w:cs="Arial"/>
          <w:b w:val="0"/>
          <w:sz w:val="16"/>
          <w:u w:val="none"/>
        </w:rPr>
        <w:t>defence</w:t>
      </w:r>
      <w:proofErr w:type="spellEnd"/>
      <w:r w:rsidRPr="00544830">
        <w:rPr>
          <w:rStyle w:val="UnderlineBold"/>
          <w:rFonts w:cs="Arial"/>
          <w:b w:val="0"/>
          <w:sz w:val="16"/>
          <w:u w:val="none"/>
        </w:rPr>
        <w:t xml:space="preserve"> against an unjust and potentially lethal attack is to shoot the attacker at close range with a flame-thrower</w:t>
      </w:r>
      <w:r w:rsidRPr="00544830">
        <w:rPr>
          <w:rFonts w:cs="Arial"/>
          <w:sz w:val="16"/>
        </w:rPr>
        <w:t>. The followers of Aquinas would accept that, in Self-</w:t>
      </w:r>
      <w:proofErr w:type="spellStart"/>
      <w:r w:rsidRPr="00544830">
        <w:rPr>
          <w:rFonts w:cs="Arial"/>
          <w:sz w:val="16"/>
        </w:rPr>
        <w:t>Defence</w:t>
      </w:r>
      <w:proofErr w:type="spellEnd"/>
      <w:r w:rsidRPr="00544830">
        <w:rPr>
          <w:rFonts w:cs="Arial"/>
          <w:sz w:val="16"/>
        </w:rPr>
        <w:t xml:space="preserve"> </w:t>
      </w:r>
      <w:r w:rsidRPr="00544830">
        <w:rPr>
          <w:rFonts w:cs="Arial"/>
          <w:sz w:val="16"/>
          <w:szCs w:val="21"/>
        </w:rPr>
        <w:t xml:space="preserve">1, </w:t>
      </w:r>
      <w:r w:rsidRPr="00544830">
        <w:rPr>
          <w:rStyle w:val="UnderlineBold"/>
          <w:rFonts w:cs="Arial"/>
        </w:rPr>
        <w:t xml:space="preserve">it is possible to </w:t>
      </w:r>
      <w:r w:rsidRPr="00544830">
        <w:rPr>
          <w:rFonts w:cs="Arial"/>
          <w:sz w:val="16"/>
        </w:rPr>
        <w:t xml:space="preserve">fire the flame-thrower </w:t>
      </w:r>
      <w:r w:rsidRPr="00544830">
        <w:rPr>
          <w:rStyle w:val="UnderlineBold"/>
          <w:rFonts w:cs="Arial"/>
        </w:rPr>
        <w:t>intend</w:t>
      </w:r>
      <w:r w:rsidRPr="00544830">
        <w:rPr>
          <w:rFonts w:cs="Arial"/>
          <w:sz w:val="16"/>
        </w:rPr>
        <w:t xml:space="preserve">ing </w:t>
      </w:r>
      <w:r w:rsidRPr="00544830">
        <w:rPr>
          <w:rStyle w:val="UnderlineBold"/>
          <w:rFonts w:cs="Arial"/>
        </w:rPr>
        <w:t>only to incapacitate and not to kill the attacker, while foreseeing that one’s action would in fact kill him in the process of incapacitating him. The killing, or the death of the attacker, could</w:t>
      </w:r>
      <w:r w:rsidRPr="00544830">
        <w:rPr>
          <w:rStyle w:val="UnderlineBold"/>
          <w:rFonts w:cs="Arial"/>
          <w:b w:val="0"/>
          <w:sz w:val="16"/>
          <w:u w:val="none"/>
        </w:rPr>
        <w:t xml:space="preserve">, according to these theorists, </w:t>
      </w:r>
      <w:r w:rsidRPr="00544830">
        <w:rPr>
          <w:rStyle w:val="UnderlineBold"/>
          <w:rFonts w:cs="Arial"/>
        </w:rPr>
        <w:t xml:space="preserve">be an unintended </w:t>
      </w:r>
      <w:r w:rsidRPr="00544830">
        <w:rPr>
          <w:rFonts w:cs="Arial"/>
          <w:sz w:val="16"/>
        </w:rPr>
        <w:t xml:space="preserve">(though of course not </w:t>
      </w:r>
      <w:r w:rsidRPr="00544830">
        <w:rPr>
          <w:rFonts w:cs="Arial"/>
          <w:i/>
          <w:iCs/>
          <w:sz w:val="16"/>
          <w:szCs w:val="18"/>
        </w:rPr>
        <w:t xml:space="preserve">accidental) </w:t>
      </w:r>
      <w:r w:rsidRPr="00544830">
        <w:rPr>
          <w:rStyle w:val="UnderlineBold"/>
          <w:rFonts w:cs="Arial"/>
        </w:rPr>
        <w:t xml:space="preserve">side-effect </w:t>
      </w:r>
      <w:r w:rsidRPr="0087620A">
        <w:rPr>
          <w:rStyle w:val="UnderlineBold"/>
          <w:b w:val="0"/>
          <w:sz w:val="16"/>
          <w:u w:val="none"/>
        </w:rPr>
        <w:t>[5]</w:t>
      </w:r>
      <w:proofErr w:type="gramStart"/>
      <w:r w:rsidRPr="0087620A">
        <w:rPr>
          <w:rStyle w:val="UnderlineBold"/>
          <w:b w:val="0"/>
          <w:sz w:val="16"/>
          <w:u w:val="none"/>
        </w:rPr>
        <w:t>.</w:t>
      </w:r>
      <w:r w:rsidRPr="00544830">
        <w:rPr>
          <w:rFonts w:cs="Arial"/>
          <w:sz w:val="16"/>
        </w:rPr>
        <w:t>This</w:t>
      </w:r>
      <w:proofErr w:type="gramEnd"/>
      <w:r w:rsidRPr="00544830">
        <w:rPr>
          <w:rFonts w:cs="Arial"/>
          <w:sz w:val="16"/>
        </w:rPr>
        <w:t>, I believe, is quite plausible.</w:t>
      </w:r>
    </w:p>
    <w:p w14:paraId="6236F03F" w14:textId="77777777" w:rsidR="00160FEC" w:rsidRDefault="00160FEC" w:rsidP="00160FEC"/>
    <w:p w14:paraId="49AF4BF6" w14:textId="56B46D23" w:rsidR="00160FEC" w:rsidRDefault="00160FEC" w:rsidP="00160FEC">
      <w:pPr>
        <w:pStyle w:val="Tag"/>
      </w:pPr>
      <w:r w:rsidRPr="00160FEC">
        <w:t>Competition:</w:t>
      </w:r>
      <w:r>
        <w:t xml:space="preserve"> The </w:t>
      </w:r>
      <w:proofErr w:type="spellStart"/>
      <w:r>
        <w:t>aff</w:t>
      </w:r>
      <w:proofErr w:type="spellEnd"/>
      <w:r>
        <w:t xml:space="preserve"> has to defend victims using deadly force against their attackers with </w:t>
      </w:r>
      <w:r w:rsidR="00705FEA">
        <w:t>the ultimate goal of the DEATH OF THE ATTACKER, not just SELF-PRESERVATION.</w:t>
      </w:r>
      <w:r>
        <w:t xml:space="preserve"> </w:t>
      </w:r>
    </w:p>
    <w:p w14:paraId="701726C2" w14:textId="77777777" w:rsidR="00160FEC" w:rsidRPr="00160FEC" w:rsidRDefault="00160FEC" w:rsidP="00160FEC"/>
    <w:p w14:paraId="4FE73688" w14:textId="1CA8AAB4" w:rsidR="00160FEC" w:rsidRDefault="00160FEC" w:rsidP="00160FEC">
      <w:pPr>
        <w:pStyle w:val="Tag"/>
        <w:numPr>
          <w:ilvl w:val="0"/>
          <w:numId w:val="7"/>
        </w:numPr>
        <w:rPr>
          <w:rFonts w:cs="Arial"/>
        </w:rPr>
      </w:pPr>
      <w:r>
        <w:t>A</w:t>
      </w:r>
      <w:r>
        <w:rPr>
          <w:rFonts w:cs="Arial"/>
          <w:szCs w:val="24"/>
        </w:rPr>
        <w:t>ccording to New Oxford American Dictionary, deliberate acts are “</w:t>
      </w:r>
      <w:r>
        <w:rPr>
          <w:rFonts w:cs="Arial"/>
        </w:rPr>
        <w:t xml:space="preserve">done consciously and intentionally,” so the </w:t>
      </w:r>
      <w:proofErr w:type="spellStart"/>
      <w:r>
        <w:rPr>
          <w:rFonts w:cs="Arial"/>
        </w:rPr>
        <w:t>aff’s</w:t>
      </w:r>
      <w:proofErr w:type="spellEnd"/>
      <w:r>
        <w:rPr>
          <w:rFonts w:cs="Arial"/>
        </w:rPr>
        <w:t xml:space="preserve"> version of self-defense is impermissible because the killer intends the attacker’s death and not just self-preservation. </w:t>
      </w:r>
    </w:p>
    <w:p w14:paraId="008C602B" w14:textId="4241C45E" w:rsidR="00160FEC" w:rsidRPr="00160FEC" w:rsidRDefault="00160FEC" w:rsidP="00160FEC">
      <w:pPr>
        <w:pStyle w:val="Tag"/>
        <w:numPr>
          <w:ilvl w:val="0"/>
          <w:numId w:val="7"/>
        </w:numPr>
      </w:pPr>
      <w:r>
        <w:rPr>
          <w:rFonts w:cs="Arial"/>
        </w:rPr>
        <w:t xml:space="preserve">Deliberate killings legally defined as instances where the attacker’s death was intended as an end-in-itself. </w:t>
      </w:r>
      <w:r w:rsidRPr="00160FEC">
        <w:rPr>
          <w:rFonts w:cs="Arial"/>
        </w:rPr>
        <w:t xml:space="preserve">Justice Robert Hunter </w:t>
      </w:r>
      <w:r>
        <w:rPr>
          <w:rFonts w:cs="Arial"/>
        </w:rPr>
        <w:t>writes</w:t>
      </w:r>
      <w:r w:rsidRPr="00160FEC">
        <w:rPr>
          <w:rFonts w:cs="Arial"/>
        </w:rPr>
        <w:t>:</w:t>
      </w:r>
    </w:p>
    <w:p w14:paraId="245202DA" w14:textId="77777777" w:rsidR="00160FEC" w:rsidRDefault="00160FEC" w:rsidP="00160FEC"/>
    <w:p w14:paraId="794425A2" w14:textId="77777777" w:rsidR="00160FEC" w:rsidRPr="00525492" w:rsidRDefault="00160FEC" w:rsidP="00160FEC">
      <w:pPr>
        <w:rPr>
          <w:sz w:val="16"/>
        </w:rPr>
      </w:pPr>
      <w:proofErr w:type="gramStart"/>
      <w:r w:rsidRPr="00525492">
        <w:rPr>
          <w:sz w:val="16"/>
        </w:rPr>
        <w:t>Justice Robert Hunter, [</w:t>
      </w:r>
      <w:r>
        <w:rPr>
          <w:sz w:val="16"/>
        </w:rPr>
        <w:t xml:space="preserve">Judge of </w:t>
      </w:r>
      <w:r w:rsidRPr="00525492">
        <w:rPr>
          <w:sz w:val="16"/>
        </w:rPr>
        <w:t xml:space="preserve">Court of Appeals of North Carolina], </w:t>
      </w:r>
      <w:r w:rsidRPr="00525492">
        <w:rPr>
          <w:i/>
          <w:sz w:val="16"/>
        </w:rPr>
        <w:t xml:space="preserve">State </w:t>
      </w:r>
      <w:proofErr w:type="spellStart"/>
      <w:r w:rsidRPr="00525492">
        <w:rPr>
          <w:i/>
          <w:sz w:val="16"/>
        </w:rPr>
        <w:t>vs</w:t>
      </w:r>
      <w:proofErr w:type="spellEnd"/>
      <w:r w:rsidRPr="00525492">
        <w:rPr>
          <w:i/>
          <w:sz w:val="16"/>
        </w:rPr>
        <w:t xml:space="preserve"> </w:t>
      </w:r>
      <w:proofErr w:type="spellStart"/>
      <w:r w:rsidRPr="00525492">
        <w:rPr>
          <w:i/>
          <w:sz w:val="16"/>
        </w:rPr>
        <w:t>Stitt</w:t>
      </w:r>
      <w:proofErr w:type="spellEnd"/>
      <w:r w:rsidRPr="00525492">
        <w:rPr>
          <w:sz w:val="16"/>
        </w:rPr>
        <w:t xml:space="preserve">, </w:t>
      </w:r>
      <w:hyperlink r:id="rId13" w:history="1">
        <w:proofErr w:type="gramEnd"/>
        <w:r w:rsidRPr="00525492">
          <w:rPr>
            <w:rStyle w:val="Hyperlink"/>
            <w:sz w:val="16"/>
          </w:rPr>
          <w:t>http://caselaw.findlaw.com/nc-court-of-appeals/1503763.html</w:t>
        </w:r>
        <w:proofErr w:type="gramStart"/>
      </w:hyperlink>
      <w:r w:rsidRPr="00525492">
        <w:rPr>
          <w:sz w:val="16"/>
        </w:rPr>
        <w:t>.</w:t>
      </w:r>
      <w:proofErr w:type="gramEnd"/>
      <w:r w:rsidRPr="00525492">
        <w:rPr>
          <w:sz w:val="16"/>
        </w:rPr>
        <w:t xml:space="preserve"> </w:t>
      </w:r>
      <w:r>
        <w:rPr>
          <w:sz w:val="16"/>
        </w:rPr>
        <w:t>FD</w:t>
      </w:r>
    </w:p>
    <w:p w14:paraId="4664A549" w14:textId="77777777" w:rsidR="00160FEC" w:rsidRDefault="00160FEC" w:rsidP="00160FEC">
      <w:pPr>
        <w:pStyle w:val="Tag"/>
        <w:rPr>
          <w:rFonts w:cs="Arial"/>
        </w:rPr>
      </w:pPr>
    </w:p>
    <w:p w14:paraId="1E25B345" w14:textId="77777777" w:rsidR="00160FEC" w:rsidRPr="005731B2" w:rsidRDefault="00160FEC" w:rsidP="00160FEC">
      <w:pPr>
        <w:rPr>
          <w:sz w:val="16"/>
          <w:bdr w:val="none" w:sz="0" w:space="0" w:color="auto" w:frame="1"/>
        </w:rPr>
      </w:pPr>
      <w:r w:rsidRPr="00525492">
        <w:rPr>
          <w:sz w:val="16"/>
        </w:rPr>
        <w:t>"</w:t>
      </w:r>
      <w:hyperlink r:id="rId14" w:history="1">
        <w:r w:rsidRPr="00525492">
          <w:rPr>
            <w:bCs/>
            <w:color w:val="660202"/>
            <w:sz w:val="16"/>
          </w:rPr>
          <w:t>First-degree murder</w:t>
        </w:r>
      </w:hyperlink>
      <w:r w:rsidRPr="00525492">
        <w:rPr>
          <w:sz w:val="16"/>
          <w:bdr w:val="none" w:sz="0" w:space="0" w:color="auto" w:frame="1"/>
        </w:rPr>
        <w:t> is the unlawful killing of another human being with malice and with premeditation and </w:t>
      </w:r>
      <w:r w:rsidRPr="00525492">
        <w:rPr>
          <w:i/>
          <w:iCs/>
          <w:sz w:val="16"/>
          <w:bdr w:val="none" w:sz="0" w:space="0" w:color="auto" w:frame="1"/>
        </w:rPr>
        <w:t>deliberation</w:t>
      </w:r>
      <w:r w:rsidRPr="00525492">
        <w:rPr>
          <w:sz w:val="16"/>
          <w:bdr w:val="none" w:sz="0" w:space="0" w:color="auto" w:frame="1"/>
        </w:rPr>
        <w:t>.</w:t>
      </w:r>
      <w:r w:rsidRPr="00525492">
        <w:rPr>
          <w:sz w:val="16"/>
          <w:szCs w:val="20"/>
        </w:rPr>
        <w:t xml:space="preserve"> </w:t>
      </w:r>
      <w:r w:rsidRPr="00525492">
        <w:rPr>
          <w:sz w:val="16"/>
          <w:bdr w:val="none" w:sz="0" w:space="0" w:color="auto" w:frame="1"/>
        </w:rPr>
        <w:t>"A killing is </w:t>
      </w:r>
      <w:r w:rsidRPr="00525492">
        <w:rPr>
          <w:i/>
          <w:iCs/>
          <w:sz w:val="16"/>
          <w:bdr w:val="none" w:sz="0" w:space="0" w:color="auto" w:frame="1"/>
        </w:rPr>
        <w:t>premeditated</w:t>
      </w:r>
      <w:r w:rsidRPr="00525492">
        <w:rPr>
          <w:sz w:val="16"/>
          <w:bdr w:val="none" w:sz="0" w:space="0" w:color="auto" w:frame="1"/>
        </w:rPr>
        <w:t> if the defendant formed the specific intent to kill the victim some period of time, however short, before the actual killing.</w:t>
      </w:r>
      <w:r w:rsidRPr="00525492">
        <w:rPr>
          <w:sz w:val="16"/>
          <w:szCs w:val="20"/>
        </w:rPr>
        <w:t xml:space="preserve"> </w:t>
      </w:r>
      <w:r w:rsidRPr="00525492">
        <w:rPr>
          <w:sz w:val="16"/>
          <w:bdr w:val="none" w:sz="0" w:space="0" w:color="auto" w:frame="1"/>
        </w:rPr>
        <w:t>"</w:t>
      </w:r>
      <w:r w:rsidRPr="00525492">
        <w:rPr>
          <w:rStyle w:val="UnderlineBold"/>
        </w:rPr>
        <w:t xml:space="preserve">A killing is deliberate if the defendant acted </w:t>
      </w:r>
      <w:r w:rsidRPr="00525492">
        <w:rPr>
          <w:sz w:val="16"/>
          <w:bdr w:val="none" w:sz="0" w:space="0" w:color="auto" w:frame="1"/>
        </w:rPr>
        <w:t xml:space="preserve">in a cool state of blood, </w:t>
      </w:r>
      <w:r w:rsidRPr="00525492">
        <w:rPr>
          <w:rStyle w:val="UnderlineBold"/>
        </w:rPr>
        <w:t xml:space="preserve">in furtherance of a fixed design for revenge or to accomplish an unlawful purpose and not </w:t>
      </w:r>
      <w:r w:rsidRPr="00525492">
        <w:rPr>
          <w:sz w:val="16"/>
          <w:bdr w:val="none" w:sz="0" w:space="0" w:color="auto" w:frame="1"/>
        </w:rPr>
        <w:t xml:space="preserve">under the influence of a violent passion, </w:t>
      </w:r>
      <w:r w:rsidRPr="00525492">
        <w:rPr>
          <w:rStyle w:val="UnderlineBold"/>
        </w:rPr>
        <w:t>suddenly aroused by lawful or just cause or legal provocation</w:t>
      </w:r>
      <w:r w:rsidRPr="00525492">
        <w:rPr>
          <w:sz w:val="16"/>
          <w:bdr w:val="none" w:sz="0" w:space="0" w:color="auto" w:frame="1"/>
        </w:rPr>
        <w:t>.</w:t>
      </w:r>
      <w:r w:rsidRPr="00525492">
        <w:rPr>
          <w:sz w:val="16"/>
          <w:szCs w:val="20"/>
        </w:rPr>
        <w:t xml:space="preserve"> </w:t>
      </w:r>
      <w:r w:rsidRPr="00525492">
        <w:rPr>
          <w:sz w:val="16"/>
          <w:bdr w:val="none" w:sz="0" w:space="0" w:color="auto" w:frame="1"/>
        </w:rPr>
        <w:t>"Premeditation and </w:t>
      </w:r>
      <w:r w:rsidRPr="00525492">
        <w:rPr>
          <w:i/>
          <w:iCs/>
          <w:sz w:val="16"/>
          <w:bdr w:val="none" w:sz="0" w:space="0" w:color="auto" w:frame="1"/>
        </w:rPr>
        <w:t>deliberation</w:t>
      </w:r>
      <w:r w:rsidRPr="00525492">
        <w:rPr>
          <w:sz w:val="16"/>
          <w:bdr w:val="none" w:sz="0" w:space="0" w:color="auto" w:frame="1"/>
        </w:rPr>
        <w:t> are usually proven by circumstantial evidence because they are mental processes that are not readily susceptible to proof by direct evidence."</w:t>
      </w:r>
    </w:p>
    <w:p w14:paraId="0BE58E2F" w14:textId="77777777" w:rsidR="00160FEC" w:rsidRDefault="00160FEC" w:rsidP="00160FEC"/>
    <w:p w14:paraId="3DD15202" w14:textId="646890AF" w:rsidR="0064551A" w:rsidRDefault="00160FEC" w:rsidP="0064551A">
      <w:pPr>
        <w:pStyle w:val="Tag"/>
        <w:rPr>
          <w:rFonts w:cs="Arial"/>
        </w:rPr>
      </w:pPr>
      <w:r w:rsidRPr="00160FEC">
        <w:t>Net Benefit:</w:t>
      </w:r>
      <w:r w:rsidR="0064551A">
        <w:t xml:space="preserve"> </w:t>
      </w:r>
      <w:r w:rsidR="0064551A">
        <w:rPr>
          <w:rFonts w:cs="Arial"/>
        </w:rPr>
        <w:t>The</w:t>
      </w:r>
      <w:r w:rsidR="0064551A" w:rsidRPr="005503A1">
        <w:rPr>
          <w:rFonts w:cs="Arial"/>
        </w:rPr>
        <w:t xml:space="preserve"> victim’s use of </w:t>
      </w:r>
      <w:r w:rsidR="0064551A">
        <w:rPr>
          <w:rFonts w:cs="Arial"/>
        </w:rPr>
        <w:t xml:space="preserve">deliberate </w:t>
      </w:r>
      <w:r w:rsidR="0064551A" w:rsidRPr="005503A1">
        <w:rPr>
          <w:rFonts w:cs="Arial"/>
        </w:rPr>
        <w:t xml:space="preserve">deadly force </w:t>
      </w:r>
      <w:r w:rsidR="0064551A">
        <w:rPr>
          <w:rFonts w:cs="Arial"/>
        </w:rPr>
        <w:t xml:space="preserve">is a violation of the will towards basic human goods, so it is impermissible. </w:t>
      </w:r>
    </w:p>
    <w:p w14:paraId="59EFCB38" w14:textId="4846E881" w:rsidR="0064551A" w:rsidRDefault="0064551A" w:rsidP="0064551A"/>
    <w:p w14:paraId="7327317F" w14:textId="40D824B1" w:rsidR="00B8529A" w:rsidRPr="000914BB" w:rsidRDefault="00B8529A" w:rsidP="00B8529A">
      <w:pPr>
        <w:pStyle w:val="Tag"/>
        <w:rPr>
          <w:rFonts w:cs="Arial"/>
        </w:rPr>
      </w:pPr>
      <w:r>
        <w:rPr>
          <w:rFonts w:cs="Arial"/>
        </w:rPr>
        <w:t xml:space="preserve">We take actions for a purpose, and have those purposes because of higher purposes, but the justification for action must end somewhere, with self-evidence purposes. These are basic goods, i.e. what we are naturally disposed to pursue. </w:t>
      </w:r>
      <w:proofErr w:type="spellStart"/>
      <w:r>
        <w:rPr>
          <w:rFonts w:cs="Arial"/>
        </w:rPr>
        <w:t>Grisez</w:t>
      </w:r>
      <w:proofErr w:type="spellEnd"/>
      <w:r>
        <w:rPr>
          <w:rFonts w:cs="Arial"/>
        </w:rPr>
        <w:t xml:space="preserve">: </w:t>
      </w:r>
    </w:p>
    <w:p w14:paraId="41A2BC77" w14:textId="77777777" w:rsidR="00B8529A" w:rsidRDefault="00B8529A" w:rsidP="00B8529A"/>
    <w:p w14:paraId="1B24E74A" w14:textId="77777777" w:rsidR="00B8529A" w:rsidRPr="00D532B5" w:rsidRDefault="00B8529A" w:rsidP="00B8529A">
      <w:pPr>
        <w:rPr>
          <w:sz w:val="16"/>
        </w:rPr>
      </w:pPr>
      <w:proofErr w:type="spellStart"/>
      <w:r w:rsidRPr="00D532B5">
        <w:rPr>
          <w:sz w:val="16"/>
        </w:rPr>
        <w:t>Germain</w:t>
      </w:r>
      <w:proofErr w:type="spellEnd"/>
      <w:r w:rsidRPr="00D532B5">
        <w:rPr>
          <w:sz w:val="16"/>
        </w:rPr>
        <w:t xml:space="preserve"> </w:t>
      </w:r>
      <w:proofErr w:type="spellStart"/>
      <w:r w:rsidRPr="00D532B5">
        <w:rPr>
          <w:sz w:val="16"/>
        </w:rPr>
        <w:t>Grisez</w:t>
      </w:r>
      <w:proofErr w:type="spellEnd"/>
      <w:r w:rsidRPr="00D532B5">
        <w:rPr>
          <w:sz w:val="16"/>
        </w:rPr>
        <w:t xml:space="preserve">, Joseph Boyle, and John </w:t>
      </w:r>
      <w:proofErr w:type="spellStart"/>
      <w:r w:rsidRPr="00D532B5">
        <w:rPr>
          <w:sz w:val="16"/>
        </w:rPr>
        <w:t>Finnis</w:t>
      </w:r>
      <w:proofErr w:type="spellEnd"/>
      <w:r w:rsidRPr="00D532B5">
        <w:rPr>
          <w:sz w:val="16"/>
        </w:rPr>
        <w:t>, “Practical Principles, Moral Truth, and Ultimate Ends”, A</w:t>
      </w:r>
      <w:r w:rsidRPr="00D532B5">
        <w:rPr>
          <w:rFonts w:cs="Helvetica"/>
          <w:color w:val="000000"/>
          <w:sz w:val="16"/>
          <w:szCs w:val="24"/>
        </w:rPr>
        <w:t>merican Journal of Jurisdiction vol. 32, 1987. RK</w:t>
      </w:r>
    </w:p>
    <w:p w14:paraId="71C9D55A" w14:textId="77777777" w:rsidR="00B8529A" w:rsidRDefault="00B8529A" w:rsidP="00B8529A"/>
    <w:p w14:paraId="670AC4DF" w14:textId="77777777" w:rsidR="00B8529A" w:rsidRPr="000914BB" w:rsidRDefault="00B8529A" w:rsidP="00B8529A">
      <w:pPr>
        <w:rPr>
          <w:rFonts w:cs="Arial"/>
          <w:sz w:val="16"/>
        </w:rPr>
      </w:pPr>
      <w:r w:rsidRPr="000914BB">
        <w:rPr>
          <w:rFonts w:cs="Arial"/>
          <w:sz w:val="16"/>
        </w:rPr>
        <w:t xml:space="preserve">Even </w:t>
      </w:r>
      <w:r w:rsidRPr="000914BB">
        <w:rPr>
          <w:rFonts w:cs="Arial"/>
          <w:sz w:val="16"/>
          <w:szCs w:val="21"/>
        </w:rPr>
        <w:t xml:space="preserve">when </w:t>
      </w:r>
      <w:r w:rsidRPr="000914BB">
        <w:rPr>
          <w:rFonts w:cs="Arial"/>
          <w:sz w:val="16"/>
        </w:rPr>
        <w:t xml:space="preserve">one's purpose </w:t>
      </w:r>
      <w:r w:rsidRPr="000914BB">
        <w:rPr>
          <w:rFonts w:cs="Arial"/>
          <w:sz w:val="16"/>
          <w:szCs w:val="20"/>
        </w:rPr>
        <w:t xml:space="preserve">is </w:t>
      </w:r>
      <w:r w:rsidRPr="000914BB">
        <w:rPr>
          <w:rFonts w:cs="Arial"/>
          <w:sz w:val="16"/>
        </w:rPr>
        <w:t xml:space="preserve">not distinct from one's action, </w:t>
      </w:r>
      <w:r w:rsidRPr="000914BB">
        <w:rPr>
          <w:rStyle w:val="UnderlineBold"/>
        </w:rPr>
        <w:t>something about the action underlies one's rational interest in doing it</w:t>
      </w:r>
      <w:r w:rsidRPr="000914BB">
        <w:rPr>
          <w:rFonts w:cs="Arial"/>
          <w:sz w:val="16"/>
          <w:szCs w:val="21"/>
        </w:rPr>
        <w:t xml:space="preserve">. </w:t>
      </w:r>
      <w:r w:rsidRPr="000914BB">
        <w:rPr>
          <w:rFonts w:cs="Arial"/>
          <w:sz w:val="16"/>
        </w:rPr>
        <w:t xml:space="preserve">One's reasons for playing </w:t>
      </w:r>
      <w:r w:rsidRPr="000914BB">
        <w:rPr>
          <w:rFonts w:cs="Arial"/>
          <w:sz w:val="16"/>
          <w:szCs w:val="21"/>
        </w:rPr>
        <w:t xml:space="preserve">a </w:t>
      </w:r>
      <w:r w:rsidRPr="000914BB">
        <w:rPr>
          <w:rFonts w:cs="Arial"/>
          <w:sz w:val="16"/>
        </w:rPr>
        <w:t xml:space="preserve">particular game or reading a particular novel are goods </w:t>
      </w:r>
      <w:r w:rsidRPr="000914BB">
        <w:rPr>
          <w:rFonts w:cs="Arial"/>
          <w:sz w:val="16"/>
          <w:szCs w:val="21"/>
        </w:rPr>
        <w:t xml:space="preserve">which </w:t>
      </w:r>
      <w:r w:rsidRPr="000914BB">
        <w:rPr>
          <w:rFonts w:cs="Arial"/>
          <w:sz w:val="16"/>
        </w:rPr>
        <w:t xml:space="preserve">are only </w:t>
      </w:r>
      <w:r w:rsidRPr="000914BB">
        <w:rPr>
          <w:rFonts w:cs="Arial"/>
          <w:sz w:val="16"/>
        </w:rPr>
        <w:lastRenderedPageBreak/>
        <w:t xml:space="preserve">instantiated through actions chosen for these reasons. Thus, playing and knowing always have their basic appeal, insofar </w:t>
      </w:r>
      <w:r w:rsidRPr="000914BB">
        <w:rPr>
          <w:rFonts w:cs="Arial"/>
          <w:sz w:val="16"/>
          <w:szCs w:val="21"/>
        </w:rPr>
        <w:t xml:space="preserve">as </w:t>
      </w:r>
      <w:r w:rsidRPr="000914BB">
        <w:rPr>
          <w:rFonts w:cs="Arial"/>
          <w:sz w:val="16"/>
        </w:rPr>
        <w:t xml:space="preserve">they are goods, but like other goods they can </w:t>
      </w:r>
      <w:r w:rsidRPr="000914BB">
        <w:rPr>
          <w:rFonts w:cs="Arial"/>
          <w:sz w:val="16"/>
          <w:szCs w:val="21"/>
        </w:rPr>
        <w:t xml:space="preserve">be </w:t>
      </w:r>
      <w:r w:rsidRPr="000914BB">
        <w:rPr>
          <w:rFonts w:cs="Arial"/>
          <w:sz w:val="16"/>
        </w:rPr>
        <w:t xml:space="preserve">realized only </w:t>
      </w:r>
      <w:r w:rsidRPr="000914BB">
        <w:rPr>
          <w:rFonts w:cs="Arial"/>
          <w:sz w:val="16"/>
          <w:szCs w:val="21"/>
        </w:rPr>
        <w:t xml:space="preserve">in </w:t>
      </w:r>
      <w:r w:rsidRPr="000914BB">
        <w:rPr>
          <w:rFonts w:cs="Arial"/>
          <w:sz w:val="16"/>
        </w:rPr>
        <w:t xml:space="preserve">limited </w:t>
      </w:r>
      <w:r w:rsidRPr="000914BB">
        <w:rPr>
          <w:rFonts w:cs="Arial"/>
          <w:sz w:val="16"/>
          <w:szCs w:val="21"/>
        </w:rPr>
        <w:t xml:space="preserve">ways </w:t>
      </w:r>
      <w:r w:rsidRPr="000914BB">
        <w:rPr>
          <w:rFonts w:cs="Arial"/>
          <w:sz w:val="16"/>
        </w:rPr>
        <w:t>through particular actions</w:t>
      </w:r>
      <w:r w:rsidRPr="000914BB">
        <w:rPr>
          <w:rStyle w:val="UnderlineBold"/>
        </w:rPr>
        <w:t xml:space="preserve">. Some goods are reasons for </w:t>
      </w:r>
      <w:proofErr w:type="gramStart"/>
      <w:r w:rsidRPr="000914BB">
        <w:rPr>
          <w:rStyle w:val="UnderlineBold"/>
        </w:rPr>
        <w:t>acting which need a further reason to explain the interest people</w:t>
      </w:r>
      <w:proofErr w:type="gramEnd"/>
      <w:r w:rsidRPr="000914BB">
        <w:rPr>
          <w:rStyle w:val="UnderlineBold"/>
        </w:rPr>
        <w:t xml:space="preserve"> take in them. </w:t>
      </w:r>
      <w:r w:rsidRPr="000914BB">
        <w:rPr>
          <w:rFonts w:cs="Arial"/>
          <w:sz w:val="16"/>
          <w:szCs w:val="21"/>
        </w:rPr>
        <w:t xml:space="preserve">We call </w:t>
      </w:r>
      <w:r w:rsidRPr="000914BB">
        <w:rPr>
          <w:rFonts w:cs="Arial"/>
          <w:sz w:val="16"/>
        </w:rPr>
        <w:t xml:space="preserve">such reasons for acting. </w:t>
      </w:r>
      <w:r w:rsidRPr="005503A1">
        <w:rPr>
          <w:rStyle w:val="UnderlineBold"/>
          <w:rFonts w:cs="Arial"/>
          <w:b w:val="0"/>
          <w:sz w:val="16"/>
          <w:u w:val="none"/>
        </w:rPr>
        <w:t>For example</w:t>
      </w:r>
      <w:r w:rsidRPr="000914BB">
        <w:rPr>
          <w:rFonts w:cs="Arial"/>
          <w:sz w:val="16"/>
          <w:szCs w:val="23"/>
        </w:rPr>
        <w:t xml:space="preserve">, </w:t>
      </w:r>
      <w:r w:rsidRPr="000914BB">
        <w:rPr>
          <w:rFonts w:cs="Arial"/>
          <w:sz w:val="16"/>
        </w:rPr>
        <w:t xml:space="preserve">as a </w:t>
      </w:r>
      <w:r w:rsidRPr="000914BB">
        <w:rPr>
          <w:rFonts w:cs="Arial"/>
          <w:sz w:val="16"/>
          <w:szCs w:val="23"/>
        </w:rPr>
        <w:t xml:space="preserve">reason for acting, </w:t>
      </w:r>
      <w:r w:rsidRPr="000914BB">
        <w:rPr>
          <w:rStyle w:val="UnderlineBold"/>
        </w:rPr>
        <w:t xml:space="preserve">winning a prize needs a further </w:t>
      </w:r>
      <w:proofErr w:type="gramStart"/>
      <w:r w:rsidRPr="000914BB">
        <w:rPr>
          <w:rStyle w:val="UnderlineBold"/>
        </w:rPr>
        <w:t>reason which</w:t>
      </w:r>
      <w:proofErr w:type="gramEnd"/>
      <w:r w:rsidRPr="000914BB">
        <w:rPr>
          <w:rStyle w:val="UnderlineBold"/>
        </w:rPr>
        <w:t xml:space="preserve"> motivates one to win. </w:t>
      </w:r>
      <w:r w:rsidRPr="005503A1">
        <w:rPr>
          <w:rStyle w:val="UnderlineBold"/>
          <w:rFonts w:cs="Arial"/>
          <w:b w:val="0"/>
          <w:sz w:val="16"/>
          <w:u w:val="none"/>
        </w:rPr>
        <w:t>The further reason will be the reason why one is interested in some further purpose, such as using the prize, showing that one has the necessary capabilities, and so on</w:t>
      </w:r>
      <w:r w:rsidRPr="000914BB">
        <w:rPr>
          <w:rFonts w:cs="Arial"/>
          <w:sz w:val="16"/>
        </w:rPr>
        <w:t xml:space="preserve">. </w:t>
      </w:r>
      <w:r w:rsidRPr="000914BB">
        <w:rPr>
          <w:rStyle w:val="UnderlineBold"/>
        </w:rPr>
        <w:t xml:space="preserve">One does finish deliberating and begin acting, and there cannot be an infinite regress in the </w:t>
      </w:r>
      <w:proofErr w:type="gramStart"/>
      <w:r w:rsidRPr="000914BB">
        <w:rPr>
          <w:rStyle w:val="UnderlineBold"/>
        </w:rPr>
        <w:t>goods which</w:t>
      </w:r>
      <w:proofErr w:type="gramEnd"/>
      <w:r w:rsidRPr="000914BB">
        <w:rPr>
          <w:rStyle w:val="UnderlineBold"/>
        </w:rPr>
        <w:t xml:space="preserve"> are reasons for acting</w:t>
      </w:r>
      <w:r w:rsidRPr="000914BB">
        <w:rPr>
          <w:rFonts w:cs="Arial"/>
          <w:sz w:val="16"/>
        </w:rPr>
        <w:t xml:space="preserve">. </w:t>
      </w:r>
      <w:r w:rsidRPr="000914BB">
        <w:rPr>
          <w:rStyle w:val="UnderlineBold"/>
        </w:rPr>
        <w:t>Plainly</w:t>
      </w:r>
      <w:r w:rsidRPr="000914BB">
        <w:rPr>
          <w:rFonts w:cs="Arial"/>
          <w:sz w:val="16"/>
        </w:rPr>
        <w:t xml:space="preserve">, then, </w:t>
      </w:r>
      <w:r w:rsidRPr="000914BB">
        <w:rPr>
          <w:rStyle w:val="UnderlineBold"/>
        </w:rPr>
        <w:t xml:space="preserve">there are reasons for acting which need no further reason; these are </w:t>
      </w:r>
      <w:r w:rsidRPr="000914BB">
        <w:rPr>
          <w:rFonts w:cs="Arial"/>
          <w:sz w:val="16"/>
        </w:rPr>
        <w:t xml:space="preserve">goods, one or more </w:t>
      </w:r>
      <w:r w:rsidRPr="000914BB">
        <w:rPr>
          <w:rFonts w:cs="Arial"/>
          <w:sz w:val="16"/>
          <w:szCs w:val="23"/>
        </w:rPr>
        <w:t xml:space="preserve">of </w:t>
      </w:r>
      <w:r w:rsidRPr="000914BB">
        <w:rPr>
          <w:rFonts w:cs="Arial"/>
          <w:sz w:val="16"/>
          <w:szCs w:val="21"/>
        </w:rPr>
        <w:t xml:space="preserve">which </w:t>
      </w:r>
      <w:r w:rsidRPr="000914BB">
        <w:rPr>
          <w:rFonts w:cs="Arial"/>
          <w:sz w:val="16"/>
        </w:rPr>
        <w:t xml:space="preserve">underlie any purpose. </w:t>
      </w:r>
      <w:r w:rsidRPr="000914BB">
        <w:rPr>
          <w:rFonts w:cs="Arial"/>
          <w:sz w:val="16"/>
          <w:szCs w:val="21"/>
        </w:rPr>
        <w:t xml:space="preserve">We call </w:t>
      </w:r>
      <w:r w:rsidRPr="000914BB">
        <w:rPr>
          <w:rFonts w:cs="Arial"/>
          <w:sz w:val="16"/>
        </w:rPr>
        <w:t xml:space="preserve">these </w:t>
      </w:r>
      <w:r w:rsidRPr="000914BB">
        <w:rPr>
          <w:rStyle w:val="UnderlineBold"/>
        </w:rPr>
        <w:t xml:space="preserve">BASIC GOODS. Actions specifically human in their motivation are done for the sake of </w:t>
      </w:r>
      <w:r w:rsidRPr="00544830">
        <w:rPr>
          <w:rStyle w:val="UnderlineBold"/>
          <w:rFonts w:cs="Arial"/>
          <w:b w:val="0"/>
          <w:sz w:val="16"/>
          <w:u w:val="none"/>
        </w:rPr>
        <w:t xml:space="preserve">one or more of these goods; every such action is chosen in view of one or more </w:t>
      </w:r>
      <w:r w:rsidRPr="000914BB">
        <w:rPr>
          <w:rStyle w:val="UnderlineBold"/>
        </w:rPr>
        <w:t>BASIC PURPOSES</w:t>
      </w:r>
      <w:r w:rsidRPr="000914BB">
        <w:rPr>
          <w:rFonts w:cs="Arial"/>
          <w:b/>
          <w:bCs/>
          <w:szCs w:val="17"/>
        </w:rPr>
        <w:t xml:space="preserve">. </w:t>
      </w:r>
      <w:r w:rsidRPr="000914BB">
        <w:rPr>
          <w:rFonts w:cs="Arial"/>
          <w:sz w:val="16"/>
        </w:rPr>
        <w:t xml:space="preserve">Basic </w:t>
      </w:r>
      <w:r w:rsidRPr="000914BB">
        <w:rPr>
          <w:rFonts w:cs="Arial"/>
          <w:sz w:val="16"/>
          <w:szCs w:val="23"/>
        </w:rPr>
        <w:t xml:space="preserve">purposes are those </w:t>
      </w:r>
      <w:r w:rsidRPr="000914BB">
        <w:rPr>
          <w:rFonts w:cs="Arial"/>
          <w:sz w:val="16"/>
        </w:rPr>
        <w:t xml:space="preserve">whose </w:t>
      </w:r>
      <w:proofErr w:type="gramStart"/>
      <w:r w:rsidRPr="000914BB">
        <w:rPr>
          <w:rFonts w:cs="Arial"/>
          <w:sz w:val="16"/>
        </w:rPr>
        <w:t xml:space="preserve">achievement </w:t>
      </w:r>
      <w:r w:rsidRPr="000914BB">
        <w:rPr>
          <w:rFonts w:cs="Arial"/>
          <w:sz w:val="16"/>
          <w:szCs w:val="21"/>
        </w:rPr>
        <w:t>will</w:t>
      </w:r>
      <w:proofErr w:type="gramEnd"/>
      <w:r w:rsidRPr="000914BB">
        <w:rPr>
          <w:rFonts w:cs="Arial"/>
          <w:sz w:val="16"/>
          <w:szCs w:val="21"/>
        </w:rPr>
        <w:t xml:space="preserve"> </w:t>
      </w:r>
      <w:r w:rsidRPr="000914BB">
        <w:rPr>
          <w:rFonts w:cs="Arial"/>
          <w:sz w:val="16"/>
        </w:rPr>
        <w:t>immediately instantiate basic goods.</w:t>
      </w:r>
    </w:p>
    <w:p w14:paraId="5B6099A4" w14:textId="77777777" w:rsidR="00B8529A" w:rsidRDefault="00B8529A" w:rsidP="00B8529A"/>
    <w:p w14:paraId="1FC652BC" w14:textId="3E73A75F" w:rsidR="00B8529A" w:rsidRDefault="003279B6" w:rsidP="00B8529A">
      <w:pPr>
        <w:pStyle w:val="Tag"/>
        <w:rPr>
          <w:rFonts w:cs="Arial"/>
        </w:rPr>
      </w:pPr>
      <w:r>
        <w:rPr>
          <w:rFonts w:cs="Arial"/>
        </w:rPr>
        <w:t>And, h</w:t>
      </w:r>
      <w:r w:rsidR="00B8529A">
        <w:rPr>
          <w:rFonts w:cs="Arial"/>
        </w:rPr>
        <w:t xml:space="preserve">uman life is a basic good because it is a prerequisite of the indefinite goals and purposes that could be set. </w:t>
      </w:r>
      <w:proofErr w:type="spellStart"/>
      <w:r w:rsidR="00B8529A">
        <w:rPr>
          <w:rFonts w:cs="Arial"/>
        </w:rPr>
        <w:t>Finnis</w:t>
      </w:r>
      <w:proofErr w:type="spellEnd"/>
      <w:r w:rsidR="00B8529A">
        <w:rPr>
          <w:rFonts w:cs="Arial"/>
        </w:rPr>
        <w:t xml:space="preserve"> 2:</w:t>
      </w:r>
    </w:p>
    <w:p w14:paraId="1660B2EB" w14:textId="77777777" w:rsidR="00B8529A" w:rsidRDefault="00B8529A" w:rsidP="00B8529A"/>
    <w:p w14:paraId="16BC92D4" w14:textId="77777777" w:rsidR="00B8529A" w:rsidRPr="002E7287" w:rsidRDefault="00B8529A" w:rsidP="00B8529A">
      <w:pPr>
        <w:rPr>
          <w:rFonts w:cs="Arial"/>
          <w:sz w:val="16"/>
        </w:rPr>
      </w:pPr>
      <w:proofErr w:type="gramStart"/>
      <w:r w:rsidRPr="002E7287">
        <w:rPr>
          <w:rFonts w:cs="Arial"/>
          <w:sz w:val="16"/>
        </w:rPr>
        <w:t xml:space="preserve">John </w:t>
      </w:r>
      <w:proofErr w:type="spellStart"/>
      <w:r w:rsidRPr="002E7287">
        <w:rPr>
          <w:rFonts w:cs="Arial"/>
          <w:sz w:val="16"/>
        </w:rPr>
        <w:t>Finnis</w:t>
      </w:r>
      <w:proofErr w:type="spellEnd"/>
      <w:r w:rsidRPr="002E7287">
        <w:rPr>
          <w:rFonts w:cs="Arial"/>
          <w:sz w:val="16"/>
        </w:rPr>
        <w:t xml:space="preserve">, [Professor of Law and Legal Philosophy at Oxford University], “Natural Law and Legal Reasoning”, Vol. </w:t>
      </w:r>
      <w:r w:rsidRPr="002E7287">
        <w:rPr>
          <w:rFonts w:cs="Arial"/>
          <w:color w:val="000000"/>
          <w:sz w:val="16"/>
          <w:szCs w:val="24"/>
        </w:rPr>
        <w:t>38 Cleveland State Law Review, 1990.</w:t>
      </w:r>
      <w:proofErr w:type="gramEnd"/>
      <w:r w:rsidRPr="002E7287">
        <w:rPr>
          <w:rFonts w:cs="Arial"/>
          <w:color w:val="000000"/>
          <w:sz w:val="16"/>
          <w:szCs w:val="24"/>
        </w:rPr>
        <w:t xml:space="preserve"> RK</w:t>
      </w:r>
    </w:p>
    <w:p w14:paraId="5B597DFF" w14:textId="77777777" w:rsidR="00B8529A" w:rsidRDefault="00B8529A" w:rsidP="00B8529A"/>
    <w:p w14:paraId="13437535" w14:textId="77777777" w:rsidR="00B8529A" w:rsidRPr="00B2770F" w:rsidRDefault="00B8529A" w:rsidP="00B8529A">
      <w:pPr>
        <w:rPr>
          <w:rStyle w:val="UnderlineBold"/>
          <w:b w:val="0"/>
          <w:sz w:val="16"/>
          <w:u w:val="none"/>
        </w:rPr>
      </w:pPr>
      <w:r w:rsidRPr="002E7287">
        <w:rPr>
          <w:sz w:val="16"/>
        </w:rPr>
        <w:t xml:space="preserve">An account of basic reasons for action should not be exclusively </w:t>
      </w:r>
      <w:r w:rsidRPr="002E7287">
        <w:rPr>
          <w:sz w:val="16"/>
          <w:szCs w:val="21"/>
        </w:rPr>
        <w:t>ra</w:t>
      </w:r>
      <w:r w:rsidRPr="002E7287">
        <w:rPr>
          <w:sz w:val="16"/>
        </w:rPr>
        <w:t xml:space="preserve">tionalistic. </w:t>
      </w:r>
      <w:r w:rsidRPr="002E7287">
        <w:rPr>
          <w:sz w:val="16"/>
          <w:szCs w:val="21"/>
        </w:rPr>
        <w:t xml:space="preserve">It </w:t>
      </w:r>
      <w:r w:rsidRPr="002E7287">
        <w:rPr>
          <w:sz w:val="16"/>
        </w:rPr>
        <w:t xml:space="preserve">should not </w:t>
      </w:r>
      <w:r w:rsidRPr="002E7287">
        <w:rPr>
          <w:sz w:val="16"/>
          <w:szCs w:val="21"/>
        </w:rPr>
        <w:t xml:space="preserve">portray human </w:t>
      </w:r>
      <w:r w:rsidRPr="002E7287">
        <w:rPr>
          <w:sz w:val="16"/>
        </w:rPr>
        <w:t xml:space="preserve">flourishing </w:t>
      </w:r>
      <w:r w:rsidRPr="002E7287">
        <w:rPr>
          <w:sz w:val="16"/>
          <w:szCs w:val="21"/>
        </w:rPr>
        <w:t xml:space="preserve">in terms </w:t>
      </w:r>
      <w:r w:rsidRPr="002E7287">
        <w:rPr>
          <w:sz w:val="16"/>
        </w:rPr>
        <w:t xml:space="preserve">only of the exercise of our capacities to reason. </w:t>
      </w:r>
      <w:r w:rsidRPr="002E7287">
        <w:rPr>
          <w:rStyle w:val="UnderlineBold"/>
        </w:rPr>
        <w:t xml:space="preserve">We are organic </w:t>
      </w:r>
      <w:r w:rsidRPr="00B2770F">
        <w:rPr>
          <w:rStyle w:val="UnderlineBold"/>
          <w:b w:val="0"/>
          <w:sz w:val="16"/>
          <w:u w:val="none"/>
        </w:rPr>
        <w:t xml:space="preserve">substances, </w:t>
      </w:r>
      <w:r w:rsidRPr="002E7287">
        <w:rPr>
          <w:rStyle w:val="UnderlineBold"/>
        </w:rPr>
        <w:t>animals, and part of our genuine well-being is our bodily life</w:t>
      </w:r>
      <w:r w:rsidRPr="002E7287">
        <w:rPr>
          <w:sz w:val="16"/>
          <w:szCs w:val="19"/>
        </w:rPr>
        <w:t xml:space="preserve">, </w:t>
      </w:r>
      <w:r w:rsidRPr="002E7287">
        <w:rPr>
          <w:sz w:val="16"/>
          <w:szCs w:val="21"/>
        </w:rPr>
        <w:t xml:space="preserve">maintained in health, </w:t>
      </w:r>
      <w:proofErr w:type="spellStart"/>
      <w:r w:rsidRPr="002E7287">
        <w:rPr>
          <w:sz w:val="16"/>
        </w:rPr>
        <w:t>vigour</w:t>
      </w:r>
      <w:proofErr w:type="spellEnd"/>
      <w:r w:rsidRPr="002E7287">
        <w:rPr>
          <w:sz w:val="16"/>
        </w:rPr>
        <w:t xml:space="preserve"> and safety, and </w:t>
      </w:r>
      <w:r w:rsidRPr="002E7287">
        <w:rPr>
          <w:sz w:val="16"/>
          <w:szCs w:val="21"/>
        </w:rPr>
        <w:t xml:space="preserve">transmitted </w:t>
      </w:r>
      <w:r w:rsidRPr="002E7287">
        <w:rPr>
          <w:sz w:val="16"/>
        </w:rPr>
        <w:t xml:space="preserve">to new human beings. </w:t>
      </w:r>
      <w:r w:rsidRPr="002E7287">
        <w:rPr>
          <w:rStyle w:val="UnderlineBold"/>
        </w:rPr>
        <w:t xml:space="preserve">To regard human life as a basic reason for action is to understand it as a good in which indefinitely many beings can participate in </w:t>
      </w:r>
      <w:r w:rsidRPr="002E7287">
        <w:rPr>
          <w:rStyle w:val="UnderlineBold"/>
          <w:rFonts w:cs="Arial"/>
          <w:b w:val="0"/>
          <w:sz w:val="16"/>
          <w:u w:val="none"/>
        </w:rPr>
        <w:t>indefinitely</w:t>
      </w:r>
      <w:r w:rsidRPr="002E7287">
        <w:rPr>
          <w:rStyle w:val="UnderlineBold"/>
        </w:rPr>
        <w:t xml:space="preserve"> many occasions and ways, going far beyond any goal or purpose which anyone could envisage and pursue, but making sense of indefinitely many goals</w:t>
      </w:r>
      <w:r w:rsidRPr="002E7287">
        <w:rPr>
          <w:sz w:val="16"/>
          <w:szCs w:val="19"/>
        </w:rPr>
        <w:t xml:space="preserve">. </w:t>
      </w:r>
      <w:r w:rsidRPr="002E7287">
        <w:rPr>
          <w:sz w:val="16"/>
          <w:szCs w:val="15"/>
        </w:rPr>
        <w:t xml:space="preserve">3 </w:t>
      </w:r>
      <w:r w:rsidRPr="002E7287">
        <w:rPr>
          <w:sz w:val="16"/>
        </w:rPr>
        <w:t xml:space="preserve">And </w:t>
      </w:r>
      <w:r w:rsidRPr="002E7287">
        <w:rPr>
          <w:sz w:val="16"/>
          <w:szCs w:val="21"/>
        </w:rPr>
        <w:t xml:space="preserve">this </w:t>
      </w:r>
      <w:r w:rsidRPr="002E7287">
        <w:rPr>
          <w:sz w:val="16"/>
        </w:rPr>
        <w:t xml:space="preserve">sense of "reason for action" </w:t>
      </w:r>
      <w:r w:rsidRPr="002E7287">
        <w:rPr>
          <w:sz w:val="16"/>
          <w:szCs w:val="19"/>
        </w:rPr>
        <w:t xml:space="preserve">is common </w:t>
      </w:r>
      <w:r w:rsidRPr="002E7287">
        <w:rPr>
          <w:sz w:val="16"/>
        </w:rPr>
        <w:t xml:space="preserve">to all </w:t>
      </w:r>
      <w:r w:rsidRPr="002E7287">
        <w:rPr>
          <w:sz w:val="16"/>
          <w:szCs w:val="21"/>
        </w:rPr>
        <w:t xml:space="preserve">the </w:t>
      </w:r>
      <w:r w:rsidRPr="002E7287">
        <w:rPr>
          <w:sz w:val="16"/>
        </w:rPr>
        <w:t xml:space="preserve">other basic goods: knowledge of </w:t>
      </w:r>
      <w:r w:rsidRPr="002E7287">
        <w:rPr>
          <w:sz w:val="16"/>
          <w:szCs w:val="21"/>
        </w:rPr>
        <w:t xml:space="preserve">reality </w:t>
      </w:r>
      <w:r w:rsidRPr="002E7287">
        <w:rPr>
          <w:sz w:val="16"/>
        </w:rPr>
        <w:t xml:space="preserve">(including aesthetic appreciations of it); excellence in work and play whereby one transforms </w:t>
      </w:r>
      <w:r w:rsidRPr="002E7287">
        <w:rPr>
          <w:sz w:val="16"/>
          <w:szCs w:val="21"/>
        </w:rPr>
        <w:t xml:space="preserve">natural realities </w:t>
      </w:r>
      <w:r w:rsidRPr="002E7287">
        <w:rPr>
          <w:sz w:val="16"/>
        </w:rPr>
        <w:t xml:space="preserve">to express meanings and serve purposes; harmony between and amongst individuals and groups of persons (peace, </w:t>
      </w:r>
      <w:proofErr w:type="spellStart"/>
      <w:r w:rsidRPr="002E7287">
        <w:rPr>
          <w:sz w:val="16"/>
        </w:rPr>
        <w:t>neighbourliness</w:t>
      </w:r>
      <w:proofErr w:type="spellEnd"/>
      <w:r w:rsidRPr="002E7287">
        <w:rPr>
          <w:sz w:val="16"/>
        </w:rPr>
        <w:t xml:space="preserve"> and friendship); </w:t>
      </w:r>
      <w:r w:rsidRPr="002E7287">
        <w:rPr>
          <w:sz w:val="16"/>
          <w:szCs w:val="21"/>
        </w:rPr>
        <w:t xml:space="preserve">harmony </w:t>
      </w:r>
      <w:r w:rsidRPr="002E7287">
        <w:rPr>
          <w:sz w:val="16"/>
        </w:rPr>
        <w:t xml:space="preserve">between one's own feelings and one's judgments and choices </w:t>
      </w:r>
      <w:r w:rsidRPr="002E7287">
        <w:rPr>
          <w:sz w:val="16"/>
          <w:szCs w:val="21"/>
        </w:rPr>
        <w:t xml:space="preserve">(inner </w:t>
      </w:r>
      <w:r w:rsidRPr="002E7287">
        <w:rPr>
          <w:sz w:val="16"/>
        </w:rPr>
        <w:t xml:space="preserve">peace); harmony between one's choices and one's judgments and </w:t>
      </w:r>
      <w:proofErr w:type="spellStart"/>
      <w:r w:rsidRPr="002E7287">
        <w:rPr>
          <w:sz w:val="16"/>
        </w:rPr>
        <w:t>behaviour</w:t>
      </w:r>
      <w:proofErr w:type="spellEnd"/>
      <w:r w:rsidRPr="002E7287">
        <w:rPr>
          <w:sz w:val="16"/>
        </w:rPr>
        <w:t xml:space="preserve"> (peace of conscience </w:t>
      </w:r>
      <w:r w:rsidRPr="002E7287">
        <w:rPr>
          <w:sz w:val="16"/>
          <w:szCs w:val="21"/>
        </w:rPr>
        <w:t xml:space="preserve">and authenticity </w:t>
      </w:r>
      <w:r w:rsidRPr="002E7287">
        <w:rPr>
          <w:sz w:val="16"/>
        </w:rPr>
        <w:t xml:space="preserve">in </w:t>
      </w:r>
      <w:r w:rsidRPr="002E7287">
        <w:rPr>
          <w:sz w:val="16"/>
          <w:szCs w:val="21"/>
        </w:rPr>
        <w:t xml:space="preserve">the </w:t>
      </w:r>
      <w:r w:rsidRPr="002E7287">
        <w:rPr>
          <w:sz w:val="16"/>
        </w:rPr>
        <w:t xml:space="preserve">sense of consistency between one's </w:t>
      </w:r>
      <w:r w:rsidRPr="002E7287">
        <w:rPr>
          <w:sz w:val="16"/>
          <w:szCs w:val="21"/>
        </w:rPr>
        <w:t xml:space="preserve">self </w:t>
      </w:r>
      <w:r w:rsidRPr="002E7287">
        <w:rPr>
          <w:sz w:val="16"/>
        </w:rPr>
        <w:t xml:space="preserve">and its expression); and harmony between </w:t>
      </w:r>
      <w:r w:rsidRPr="002E7287">
        <w:rPr>
          <w:rFonts w:cs="Arial"/>
          <w:sz w:val="16"/>
        </w:rPr>
        <w:t xml:space="preserve">oneself and </w:t>
      </w:r>
      <w:r w:rsidRPr="002E7287">
        <w:rPr>
          <w:rFonts w:cs="Arial"/>
          <w:sz w:val="16"/>
          <w:szCs w:val="21"/>
        </w:rPr>
        <w:t xml:space="preserve">the </w:t>
      </w:r>
      <w:r w:rsidRPr="002E7287">
        <w:rPr>
          <w:rFonts w:cs="Arial"/>
          <w:sz w:val="16"/>
        </w:rPr>
        <w:t xml:space="preserve">wider reaches of </w:t>
      </w:r>
      <w:r w:rsidRPr="002E7287">
        <w:rPr>
          <w:rFonts w:cs="Arial"/>
          <w:sz w:val="16"/>
          <w:szCs w:val="21"/>
        </w:rPr>
        <w:t xml:space="preserve">reality </w:t>
      </w:r>
      <w:r w:rsidRPr="002E7287">
        <w:rPr>
          <w:rFonts w:cs="Arial"/>
          <w:sz w:val="16"/>
        </w:rPr>
        <w:t xml:space="preserve">including </w:t>
      </w:r>
      <w:r w:rsidRPr="002E7287">
        <w:rPr>
          <w:rFonts w:cs="Arial"/>
          <w:sz w:val="16"/>
          <w:szCs w:val="21"/>
        </w:rPr>
        <w:t xml:space="preserve">the </w:t>
      </w:r>
      <w:r w:rsidRPr="002E7287">
        <w:rPr>
          <w:rFonts w:cs="Arial"/>
          <w:sz w:val="16"/>
        </w:rPr>
        <w:t xml:space="preserve">reality </w:t>
      </w:r>
      <w:r w:rsidRPr="002E7287">
        <w:rPr>
          <w:rFonts w:cs="Arial"/>
          <w:sz w:val="16"/>
          <w:szCs w:val="21"/>
        </w:rPr>
        <w:t xml:space="preserve">that </w:t>
      </w:r>
      <w:r w:rsidRPr="002E7287">
        <w:rPr>
          <w:rFonts w:cs="Arial"/>
          <w:sz w:val="16"/>
        </w:rPr>
        <w:t xml:space="preserve">the world </w:t>
      </w:r>
      <w:r w:rsidRPr="002E7287">
        <w:rPr>
          <w:rFonts w:cs="Arial"/>
          <w:sz w:val="16"/>
          <w:szCs w:val="21"/>
        </w:rPr>
        <w:t xml:space="preserve">has </w:t>
      </w:r>
      <w:r w:rsidRPr="002E7287">
        <w:rPr>
          <w:rFonts w:cs="Arial"/>
          <w:sz w:val="16"/>
        </w:rPr>
        <w:t xml:space="preserve">some more- </w:t>
      </w:r>
      <w:r w:rsidRPr="002E7287">
        <w:rPr>
          <w:rFonts w:cs="Arial"/>
          <w:sz w:val="16"/>
          <w:szCs w:val="21"/>
        </w:rPr>
        <w:t xml:space="preserve">than-human </w:t>
      </w:r>
      <w:r w:rsidRPr="002E7287">
        <w:rPr>
          <w:rFonts w:cs="Arial"/>
          <w:sz w:val="16"/>
        </w:rPr>
        <w:t xml:space="preserve">source of meaning and value. </w:t>
      </w:r>
      <w:r w:rsidRPr="002E7287">
        <w:rPr>
          <w:rFonts w:cs="Arial"/>
          <w:color w:val="000000"/>
          <w:sz w:val="16"/>
          <w:szCs w:val="19"/>
        </w:rPr>
        <w:t xml:space="preserve">To </w:t>
      </w:r>
      <w:r w:rsidRPr="002E7287">
        <w:rPr>
          <w:rFonts w:cs="Arial"/>
          <w:color w:val="000000"/>
          <w:sz w:val="16"/>
          <w:szCs w:val="21"/>
        </w:rPr>
        <w:t xml:space="preserve">state the </w:t>
      </w:r>
      <w:r w:rsidRPr="002E7287">
        <w:rPr>
          <w:rFonts w:cs="Arial"/>
          <w:color w:val="000000"/>
          <w:sz w:val="16"/>
          <w:szCs w:val="20"/>
        </w:rPr>
        <w:t xml:space="preserve">basic </w:t>
      </w:r>
      <w:r w:rsidRPr="002E7287">
        <w:rPr>
          <w:rFonts w:cs="Arial"/>
          <w:color w:val="000000"/>
          <w:sz w:val="16"/>
          <w:szCs w:val="21"/>
        </w:rPr>
        <w:t xml:space="preserve">human </w:t>
      </w:r>
      <w:r w:rsidRPr="002E7287">
        <w:rPr>
          <w:rFonts w:cs="Arial"/>
          <w:color w:val="000000"/>
          <w:sz w:val="16"/>
          <w:szCs w:val="19"/>
        </w:rPr>
        <w:t xml:space="preserve">goods </w:t>
      </w:r>
      <w:r w:rsidRPr="002E7287">
        <w:rPr>
          <w:rFonts w:cs="Arial"/>
          <w:color w:val="000000"/>
          <w:sz w:val="16"/>
          <w:szCs w:val="20"/>
        </w:rPr>
        <w:t xml:space="preserve">is of course to propose an account </w:t>
      </w:r>
      <w:r w:rsidRPr="002E7287">
        <w:rPr>
          <w:rFonts w:cs="Arial"/>
          <w:color w:val="000000"/>
          <w:sz w:val="16"/>
          <w:szCs w:val="18"/>
        </w:rPr>
        <w:t xml:space="preserve">of </w:t>
      </w:r>
      <w:r w:rsidRPr="002E7287">
        <w:rPr>
          <w:rFonts w:cs="Arial"/>
          <w:color w:val="000000"/>
          <w:sz w:val="16"/>
          <w:szCs w:val="21"/>
        </w:rPr>
        <w:t>human nature.</w:t>
      </w:r>
      <w:r w:rsidRPr="002E7287">
        <w:rPr>
          <w:rFonts w:cs="Arial"/>
          <w:color w:val="000000"/>
          <w:sz w:val="16"/>
          <w:szCs w:val="15"/>
        </w:rPr>
        <w:t xml:space="preserve">4 </w:t>
      </w:r>
      <w:r w:rsidRPr="002E7287">
        <w:rPr>
          <w:rFonts w:cs="Arial"/>
          <w:color w:val="000000"/>
          <w:sz w:val="16"/>
          <w:szCs w:val="21"/>
        </w:rPr>
        <w:t xml:space="preserve">But it </w:t>
      </w:r>
      <w:r w:rsidRPr="002E7287">
        <w:rPr>
          <w:rFonts w:cs="Arial"/>
          <w:color w:val="000000"/>
          <w:sz w:val="16"/>
          <w:szCs w:val="20"/>
        </w:rPr>
        <w:t xml:space="preserve">is not an </w:t>
      </w:r>
      <w:r w:rsidRPr="002E7287">
        <w:rPr>
          <w:rFonts w:cs="Arial"/>
          <w:color w:val="000000"/>
          <w:sz w:val="16"/>
          <w:szCs w:val="21"/>
        </w:rPr>
        <w:t xml:space="preserve">attempt </w:t>
      </w:r>
      <w:r w:rsidRPr="002E7287">
        <w:rPr>
          <w:rFonts w:cs="Arial"/>
          <w:color w:val="000000"/>
          <w:sz w:val="16"/>
          <w:szCs w:val="20"/>
        </w:rPr>
        <w:t xml:space="preserve">to deduce reasons </w:t>
      </w:r>
      <w:r w:rsidRPr="002E7287">
        <w:rPr>
          <w:rFonts w:cs="Arial"/>
          <w:color w:val="000000"/>
          <w:sz w:val="16"/>
          <w:szCs w:val="19"/>
        </w:rPr>
        <w:t xml:space="preserve">for </w:t>
      </w:r>
      <w:r w:rsidRPr="002E7287">
        <w:rPr>
          <w:rFonts w:cs="Arial"/>
          <w:color w:val="000000"/>
          <w:sz w:val="16"/>
          <w:szCs w:val="20"/>
        </w:rPr>
        <w:t xml:space="preserve">action </w:t>
      </w:r>
      <w:r w:rsidRPr="002E7287">
        <w:rPr>
          <w:rFonts w:cs="Arial"/>
          <w:color w:val="000000"/>
          <w:sz w:val="16"/>
          <w:szCs w:val="19"/>
        </w:rPr>
        <w:t xml:space="preserve">from </w:t>
      </w:r>
      <w:r w:rsidRPr="002E7287">
        <w:rPr>
          <w:rFonts w:cs="Arial"/>
          <w:color w:val="000000"/>
          <w:sz w:val="16"/>
          <w:szCs w:val="20"/>
        </w:rPr>
        <w:t xml:space="preserve">some pre-existing </w:t>
      </w:r>
      <w:r w:rsidRPr="002E7287">
        <w:rPr>
          <w:rFonts w:cs="Arial"/>
          <w:color w:val="000000"/>
          <w:sz w:val="16"/>
          <w:szCs w:val="21"/>
        </w:rPr>
        <w:t xml:space="preserve">theoretical </w:t>
      </w:r>
      <w:r w:rsidRPr="002E7287">
        <w:rPr>
          <w:rFonts w:cs="Arial"/>
          <w:color w:val="000000"/>
          <w:sz w:val="16"/>
          <w:szCs w:val="20"/>
        </w:rPr>
        <w:t xml:space="preserve">account </w:t>
      </w:r>
      <w:r w:rsidRPr="002E7287">
        <w:rPr>
          <w:rFonts w:cs="Arial"/>
          <w:color w:val="000000"/>
          <w:sz w:val="16"/>
          <w:szCs w:val="19"/>
        </w:rPr>
        <w:t xml:space="preserve">of </w:t>
      </w:r>
      <w:r w:rsidRPr="002E7287">
        <w:rPr>
          <w:rFonts w:cs="Arial"/>
          <w:color w:val="000000"/>
          <w:sz w:val="16"/>
          <w:szCs w:val="20"/>
        </w:rPr>
        <w:t xml:space="preserve">human </w:t>
      </w:r>
      <w:r w:rsidRPr="002E7287">
        <w:rPr>
          <w:rFonts w:cs="Arial"/>
          <w:color w:val="000000"/>
          <w:sz w:val="16"/>
          <w:szCs w:val="21"/>
        </w:rPr>
        <w:t xml:space="preserve">nature </w:t>
      </w:r>
      <w:r w:rsidRPr="002E7287">
        <w:rPr>
          <w:rFonts w:cs="Arial"/>
          <w:color w:val="000000"/>
          <w:sz w:val="16"/>
          <w:szCs w:val="20"/>
        </w:rPr>
        <w:t xml:space="preserve">in defiance of </w:t>
      </w:r>
      <w:r w:rsidRPr="002E7287">
        <w:rPr>
          <w:rFonts w:cs="Arial"/>
          <w:color w:val="000000"/>
          <w:sz w:val="16"/>
          <w:szCs w:val="21"/>
        </w:rPr>
        <w:t xml:space="preserve">the </w:t>
      </w:r>
      <w:r w:rsidRPr="002E7287">
        <w:rPr>
          <w:rFonts w:cs="Arial"/>
          <w:color w:val="000000"/>
          <w:sz w:val="16"/>
          <w:szCs w:val="20"/>
        </w:rPr>
        <w:t xml:space="preserve">logical </w:t>
      </w:r>
      <w:r w:rsidRPr="002E7287">
        <w:rPr>
          <w:rFonts w:cs="Arial"/>
          <w:color w:val="000000"/>
          <w:sz w:val="16"/>
          <w:szCs w:val="21"/>
        </w:rPr>
        <w:t xml:space="preserve">truth </w:t>
      </w:r>
      <w:r w:rsidRPr="002E7287">
        <w:rPr>
          <w:rFonts w:cs="Arial"/>
          <w:color w:val="000000"/>
          <w:sz w:val="16"/>
          <w:szCs w:val="20"/>
        </w:rPr>
        <w:t xml:space="preserve">(well known to the ancients) </w:t>
      </w:r>
      <w:r w:rsidRPr="002E7287">
        <w:rPr>
          <w:rFonts w:cs="Arial"/>
          <w:color w:val="000000"/>
          <w:sz w:val="16"/>
          <w:szCs w:val="21"/>
        </w:rPr>
        <w:t xml:space="preserve">that </w:t>
      </w:r>
      <w:r w:rsidRPr="002E7287">
        <w:rPr>
          <w:rFonts w:cs="Arial"/>
          <w:color w:val="000000"/>
          <w:sz w:val="16"/>
          <w:szCs w:val="20"/>
        </w:rPr>
        <w:t xml:space="preserve">you cannot deduce an "ought" from </w:t>
      </w:r>
      <w:r w:rsidRPr="002E7287">
        <w:rPr>
          <w:rFonts w:cs="Arial"/>
          <w:color w:val="000000"/>
          <w:sz w:val="16"/>
          <w:szCs w:val="21"/>
        </w:rPr>
        <w:t xml:space="preserve">an </w:t>
      </w:r>
      <w:r w:rsidRPr="002E7287">
        <w:rPr>
          <w:rFonts w:cs="Arial"/>
          <w:color w:val="000000"/>
          <w:sz w:val="16"/>
          <w:szCs w:val="20"/>
        </w:rPr>
        <w:t xml:space="preserve">"is"- since you cannot find in </w:t>
      </w:r>
      <w:r w:rsidRPr="002E7287">
        <w:rPr>
          <w:rFonts w:cs="Arial"/>
          <w:color w:val="000000"/>
          <w:sz w:val="16"/>
          <w:szCs w:val="21"/>
        </w:rPr>
        <w:t xml:space="preserve">the </w:t>
      </w:r>
      <w:r w:rsidRPr="002E7287">
        <w:rPr>
          <w:rFonts w:cs="Arial"/>
          <w:color w:val="000000"/>
          <w:sz w:val="16"/>
          <w:szCs w:val="20"/>
        </w:rPr>
        <w:t xml:space="preserve">conclusion to a syllogism </w:t>
      </w:r>
      <w:r w:rsidRPr="002E7287">
        <w:rPr>
          <w:rFonts w:cs="Arial"/>
          <w:color w:val="000000"/>
          <w:sz w:val="16"/>
          <w:szCs w:val="21"/>
        </w:rPr>
        <w:t xml:space="preserve">what </w:t>
      </w:r>
      <w:r w:rsidRPr="002E7287">
        <w:rPr>
          <w:rFonts w:cs="Arial"/>
          <w:color w:val="000000"/>
          <w:sz w:val="16"/>
          <w:szCs w:val="20"/>
        </w:rPr>
        <w:t xml:space="preserve">is not </w:t>
      </w:r>
      <w:r w:rsidRPr="002E7287">
        <w:rPr>
          <w:rFonts w:cs="Arial"/>
          <w:color w:val="000000"/>
          <w:sz w:val="16"/>
          <w:szCs w:val="21"/>
        </w:rPr>
        <w:t xml:space="preserve">in the </w:t>
      </w:r>
      <w:r w:rsidRPr="002E7287">
        <w:rPr>
          <w:rFonts w:cs="Arial"/>
          <w:color w:val="000000"/>
          <w:sz w:val="16"/>
          <w:szCs w:val="20"/>
        </w:rPr>
        <w:t xml:space="preserve">premises. Rather, a full account of </w:t>
      </w:r>
      <w:r w:rsidRPr="002E7287">
        <w:rPr>
          <w:rFonts w:cs="Arial"/>
          <w:color w:val="000000"/>
          <w:sz w:val="16"/>
          <w:szCs w:val="21"/>
        </w:rPr>
        <w:t xml:space="preserve">human nature </w:t>
      </w:r>
      <w:r w:rsidRPr="002E7287">
        <w:rPr>
          <w:rFonts w:cs="Arial"/>
          <w:color w:val="000000"/>
          <w:sz w:val="16"/>
          <w:szCs w:val="20"/>
        </w:rPr>
        <w:t xml:space="preserve">can only </w:t>
      </w:r>
      <w:r w:rsidRPr="002E7287">
        <w:rPr>
          <w:rFonts w:cs="Arial"/>
          <w:color w:val="000000"/>
          <w:sz w:val="16"/>
          <w:szCs w:val="19"/>
        </w:rPr>
        <w:t xml:space="preserve">be </w:t>
      </w:r>
      <w:r w:rsidRPr="002E7287">
        <w:rPr>
          <w:rFonts w:cs="Arial"/>
          <w:color w:val="000000"/>
          <w:sz w:val="16"/>
          <w:szCs w:val="20"/>
        </w:rPr>
        <w:t xml:space="preserve">given by one who understands the </w:t>
      </w:r>
      <w:r w:rsidRPr="002E7287">
        <w:rPr>
          <w:rFonts w:cs="Arial"/>
          <w:color w:val="000000"/>
          <w:sz w:val="16"/>
          <w:szCs w:val="21"/>
        </w:rPr>
        <w:t xml:space="preserve">human </w:t>
      </w:r>
      <w:r w:rsidRPr="002E7287">
        <w:rPr>
          <w:rFonts w:cs="Arial"/>
          <w:color w:val="000000"/>
          <w:sz w:val="16"/>
          <w:szCs w:val="19"/>
        </w:rPr>
        <w:t xml:space="preserve">goods </w:t>
      </w:r>
      <w:r w:rsidRPr="002E7287">
        <w:rPr>
          <w:rFonts w:cs="Arial"/>
          <w:color w:val="000000"/>
          <w:sz w:val="16"/>
          <w:szCs w:val="20"/>
        </w:rPr>
        <w:t xml:space="preserve">practically, </w:t>
      </w:r>
      <w:r w:rsidRPr="002E7287">
        <w:rPr>
          <w:rFonts w:cs="Arial"/>
          <w:color w:val="000000"/>
          <w:sz w:val="16"/>
          <w:szCs w:val="19"/>
        </w:rPr>
        <w:t xml:space="preserve">i.e., </w:t>
      </w:r>
      <w:r w:rsidRPr="002E7287">
        <w:rPr>
          <w:rFonts w:cs="Arial"/>
          <w:i/>
          <w:iCs/>
          <w:color w:val="000000"/>
          <w:sz w:val="16"/>
          <w:szCs w:val="18"/>
        </w:rPr>
        <w:t xml:space="preserve">as </w:t>
      </w:r>
      <w:r w:rsidRPr="002E7287">
        <w:rPr>
          <w:rFonts w:cs="Arial"/>
          <w:color w:val="000000"/>
          <w:sz w:val="16"/>
          <w:szCs w:val="20"/>
        </w:rPr>
        <w:t>reasons for choice and action, makin</w:t>
      </w:r>
      <w:r>
        <w:rPr>
          <w:rFonts w:cs="Arial"/>
          <w:color w:val="000000"/>
          <w:sz w:val="16"/>
          <w:szCs w:val="20"/>
        </w:rPr>
        <w:t>g full sense of feelings, spont</w:t>
      </w:r>
      <w:r w:rsidRPr="002E7287">
        <w:rPr>
          <w:rFonts w:cs="Arial"/>
          <w:color w:val="000000"/>
          <w:sz w:val="16"/>
          <w:szCs w:val="21"/>
        </w:rPr>
        <w:t xml:space="preserve">aneities </w:t>
      </w:r>
      <w:r w:rsidRPr="002E7287">
        <w:rPr>
          <w:rFonts w:cs="Arial"/>
          <w:color w:val="000000"/>
          <w:sz w:val="16"/>
          <w:szCs w:val="20"/>
        </w:rPr>
        <w:t xml:space="preserve">and </w:t>
      </w:r>
      <w:proofErr w:type="spellStart"/>
      <w:r w:rsidRPr="002E7287">
        <w:rPr>
          <w:rFonts w:cs="Arial"/>
          <w:color w:val="000000"/>
          <w:sz w:val="16"/>
          <w:szCs w:val="21"/>
        </w:rPr>
        <w:t>behaviour</w:t>
      </w:r>
      <w:proofErr w:type="spellEnd"/>
      <w:r w:rsidRPr="002E7287">
        <w:rPr>
          <w:rFonts w:cs="Arial"/>
          <w:color w:val="000000"/>
          <w:sz w:val="16"/>
          <w:szCs w:val="21"/>
        </w:rPr>
        <w:t xml:space="preserve">. </w:t>
      </w:r>
      <w:r w:rsidRPr="002E7287">
        <w:rPr>
          <w:rFonts w:cs="Arial"/>
          <w:color w:val="000000"/>
          <w:sz w:val="16"/>
          <w:szCs w:val="19"/>
        </w:rPr>
        <w:t xml:space="preserve">(So </w:t>
      </w:r>
      <w:r w:rsidRPr="002E7287">
        <w:rPr>
          <w:rFonts w:cs="Arial"/>
          <w:color w:val="000000"/>
          <w:sz w:val="16"/>
          <w:szCs w:val="20"/>
        </w:rPr>
        <w:t xml:space="preserve">Aristotle's principal </w:t>
      </w:r>
      <w:r w:rsidRPr="002E7287">
        <w:rPr>
          <w:rFonts w:cs="Arial"/>
          <w:color w:val="000000"/>
          <w:sz w:val="16"/>
          <w:szCs w:val="21"/>
        </w:rPr>
        <w:t xml:space="preserve">treatise </w:t>
      </w:r>
      <w:r w:rsidRPr="002E7287">
        <w:rPr>
          <w:rFonts w:cs="Arial"/>
          <w:color w:val="000000"/>
          <w:sz w:val="16"/>
          <w:szCs w:val="19"/>
        </w:rPr>
        <w:t xml:space="preserve">on </w:t>
      </w:r>
      <w:r w:rsidRPr="002E7287">
        <w:rPr>
          <w:rFonts w:cs="Arial"/>
          <w:color w:val="000000"/>
          <w:sz w:val="16"/>
          <w:szCs w:val="21"/>
        </w:rPr>
        <w:t xml:space="preserve">human </w:t>
      </w:r>
      <w:proofErr w:type="spellStart"/>
      <w:r w:rsidRPr="002E7287">
        <w:rPr>
          <w:rFonts w:cs="Arial"/>
          <w:color w:val="000000"/>
          <w:sz w:val="16"/>
          <w:szCs w:val="21"/>
        </w:rPr>
        <w:t>na</w:t>
      </w:r>
      <w:proofErr w:type="spellEnd"/>
      <w:r w:rsidRPr="002E7287">
        <w:rPr>
          <w:rFonts w:cs="Arial"/>
          <w:color w:val="000000"/>
          <w:sz w:val="16"/>
          <w:szCs w:val="21"/>
        </w:rPr>
        <w:t xml:space="preserve">- </w:t>
      </w:r>
      <w:proofErr w:type="spellStart"/>
      <w:r w:rsidRPr="002E7287">
        <w:rPr>
          <w:rFonts w:cs="Arial"/>
          <w:color w:val="000000"/>
          <w:sz w:val="16"/>
          <w:szCs w:val="21"/>
        </w:rPr>
        <w:t>ture</w:t>
      </w:r>
      <w:proofErr w:type="spellEnd"/>
      <w:r w:rsidRPr="002E7287">
        <w:rPr>
          <w:rFonts w:cs="Arial"/>
          <w:color w:val="000000"/>
          <w:sz w:val="16"/>
          <w:szCs w:val="21"/>
        </w:rPr>
        <w:t xml:space="preserve"> </w:t>
      </w:r>
      <w:r w:rsidRPr="002E7287">
        <w:rPr>
          <w:rFonts w:cs="Arial"/>
          <w:color w:val="000000"/>
          <w:sz w:val="16"/>
          <w:szCs w:val="20"/>
        </w:rPr>
        <w:t xml:space="preserve">is his </w:t>
      </w:r>
      <w:r w:rsidRPr="002E7287">
        <w:rPr>
          <w:rFonts w:cs="Arial"/>
          <w:i/>
          <w:iCs/>
          <w:color w:val="000000"/>
          <w:sz w:val="16"/>
          <w:szCs w:val="21"/>
        </w:rPr>
        <w:t xml:space="preserve">Ethics </w:t>
      </w:r>
      <w:r w:rsidRPr="002E7287">
        <w:rPr>
          <w:rFonts w:cs="Arial"/>
          <w:color w:val="000000"/>
          <w:sz w:val="16"/>
          <w:szCs w:val="20"/>
        </w:rPr>
        <w:t xml:space="preserve">which is from beginning to end an </w:t>
      </w:r>
      <w:r w:rsidRPr="002E7287">
        <w:rPr>
          <w:rFonts w:cs="Arial"/>
          <w:color w:val="000000"/>
          <w:sz w:val="16"/>
          <w:szCs w:val="21"/>
        </w:rPr>
        <w:t xml:space="preserve">attempt </w:t>
      </w:r>
      <w:r w:rsidRPr="002E7287">
        <w:rPr>
          <w:rFonts w:cs="Arial"/>
          <w:color w:val="000000"/>
          <w:sz w:val="16"/>
          <w:szCs w:val="20"/>
        </w:rPr>
        <w:t xml:space="preserve">to </w:t>
      </w:r>
      <w:r w:rsidRPr="002E7287">
        <w:rPr>
          <w:rFonts w:cs="Arial"/>
          <w:color w:val="000000"/>
          <w:sz w:val="16"/>
          <w:szCs w:val="21"/>
        </w:rPr>
        <w:t xml:space="preserve">identify the human </w:t>
      </w:r>
      <w:r w:rsidRPr="002E7287">
        <w:rPr>
          <w:rFonts w:cs="Arial"/>
          <w:color w:val="000000"/>
          <w:sz w:val="16"/>
          <w:szCs w:val="20"/>
        </w:rPr>
        <w:t xml:space="preserve">good, and is, according to Aristotle himself, from </w:t>
      </w:r>
      <w:r w:rsidRPr="002E7287">
        <w:rPr>
          <w:rFonts w:cs="Arial"/>
          <w:color w:val="000000"/>
          <w:sz w:val="16"/>
          <w:szCs w:val="21"/>
        </w:rPr>
        <w:t xml:space="preserve">beginning </w:t>
      </w:r>
      <w:r w:rsidRPr="002E7287">
        <w:rPr>
          <w:rFonts w:cs="Arial"/>
          <w:color w:val="000000"/>
          <w:sz w:val="16"/>
          <w:szCs w:val="20"/>
        </w:rPr>
        <w:t xml:space="preserve">to end </w:t>
      </w:r>
      <w:r w:rsidRPr="002E7287">
        <w:rPr>
          <w:rFonts w:cs="Arial"/>
          <w:color w:val="000000"/>
          <w:sz w:val="16"/>
          <w:szCs w:val="21"/>
        </w:rPr>
        <w:t xml:space="preserve">an </w:t>
      </w:r>
      <w:r w:rsidRPr="002E7287">
        <w:rPr>
          <w:rFonts w:cs="Arial"/>
          <w:color w:val="000000"/>
          <w:sz w:val="16"/>
          <w:szCs w:val="20"/>
        </w:rPr>
        <w:t xml:space="preserve">effort of </w:t>
      </w:r>
      <w:r w:rsidRPr="002E7287">
        <w:rPr>
          <w:rFonts w:cs="Arial"/>
          <w:i/>
          <w:iCs/>
          <w:color w:val="000000"/>
          <w:sz w:val="16"/>
          <w:szCs w:val="21"/>
        </w:rPr>
        <w:t>practical</w:t>
      </w:r>
      <w:r>
        <w:rPr>
          <w:rFonts w:cs="Arial"/>
          <w:i/>
          <w:iCs/>
          <w:color w:val="000000"/>
          <w:sz w:val="16"/>
          <w:szCs w:val="21"/>
        </w:rPr>
        <w:t xml:space="preserve"> </w:t>
      </w:r>
      <w:r w:rsidRPr="002E7287">
        <w:rPr>
          <w:rFonts w:cs="Arial"/>
          <w:color w:val="000000"/>
          <w:sz w:val="16"/>
          <w:szCs w:val="20"/>
        </w:rPr>
        <w:t xml:space="preserve">understanding; </w:t>
      </w:r>
      <w:r w:rsidRPr="002E7287">
        <w:rPr>
          <w:rFonts w:cs="Arial"/>
          <w:color w:val="000000"/>
          <w:sz w:val="16"/>
          <w:szCs w:val="21"/>
        </w:rPr>
        <w:t xml:space="preserve">the </w:t>
      </w:r>
      <w:r w:rsidRPr="002E7287">
        <w:rPr>
          <w:rFonts w:cs="Arial"/>
          <w:i/>
          <w:iCs/>
          <w:color w:val="000000"/>
          <w:sz w:val="16"/>
          <w:szCs w:val="21"/>
        </w:rPr>
        <w:t xml:space="preserve">Ethics </w:t>
      </w:r>
      <w:r w:rsidRPr="002E7287">
        <w:rPr>
          <w:rFonts w:cs="Arial"/>
          <w:color w:val="000000"/>
          <w:sz w:val="16"/>
          <w:szCs w:val="20"/>
        </w:rPr>
        <w:t xml:space="preserve">is not </w:t>
      </w:r>
      <w:r w:rsidRPr="002E7287">
        <w:rPr>
          <w:rFonts w:cs="Arial"/>
          <w:color w:val="000000"/>
          <w:sz w:val="16"/>
          <w:szCs w:val="21"/>
        </w:rPr>
        <w:t xml:space="preserve">derivative </w:t>
      </w:r>
      <w:r w:rsidRPr="002E7287">
        <w:rPr>
          <w:rFonts w:cs="Arial"/>
          <w:color w:val="000000"/>
          <w:sz w:val="16"/>
          <w:szCs w:val="20"/>
        </w:rPr>
        <w:t xml:space="preserve">from some </w:t>
      </w:r>
      <w:r w:rsidRPr="002E7287">
        <w:rPr>
          <w:rFonts w:cs="Arial"/>
          <w:color w:val="000000"/>
          <w:sz w:val="16"/>
          <w:szCs w:val="21"/>
        </w:rPr>
        <w:t xml:space="preserve">prior treatise </w:t>
      </w:r>
      <w:r w:rsidRPr="002E7287">
        <w:rPr>
          <w:rFonts w:cs="Arial"/>
          <w:color w:val="000000"/>
          <w:sz w:val="16"/>
          <w:szCs w:val="20"/>
        </w:rPr>
        <w:t xml:space="preserve">on </w:t>
      </w:r>
      <w:r w:rsidRPr="002E7287">
        <w:rPr>
          <w:rFonts w:cs="Arial"/>
          <w:color w:val="000000"/>
          <w:sz w:val="16"/>
          <w:szCs w:val="21"/>
        </w:rPr>
        <w:t xml:space="preserve">human nature.) </w:t>
      </w:r>
      <w:r w:rsidRPr="00B2770F">
        <w:rPr>
          <w:rStyle w:val="UnderlineBold"/>
          <w:b w:val="0"/>
          <w:sz w:val="16"/>
          <w:u w:val="none"/>
        </w:rPr>
        <w:t xml:space="preserve">So one begins to see the sense of the term "natural law": reasons for </w:t>
      </w:r>
      <w:proofErr w:type="gramStart"/>
      <w:r w:rsidRPr="00B2770F">
        <w:rPr>
          <w:rStyle w:val="UnderlineBold"/>
          <w:b w:val="0"/>
          <w:sz w:val="16"/>
          <w:u w:val="none"/>
        </w:rPr>
        <w:t>actions which</w:t>
      </w:r>
      <w:proofErr w:type="gramEnd"/>
      <w:r w:rsidRPr="00B2770F">
        <w:rPr>
          <w:rStyle w:val="UnderlineBold"/>
          <w:b w:val="0"/>
          <w:sz w:val="16"/>
          <w:u w:val="none"/>
        </w:rPr>
        <w:t xml:space="preserve"> will instantiate and express human nature precisely because they participate in and realize human goods.</w:t>
      </w:r>
    </w:p>
    <w:p w14:paraId="078CD52C" w14:textId="77777777" w:rsidR="00160FEC" w:rsidRDefault="00160FEC" w:rsidP="00160FEC"/>
    <w:p w14:paraId="70190C9C" w14:textId="286EE8A0" w:rsidR="00B8529A" w:rsidRPr="0064551A" w:rsidRDefault="00B8529A" w:rsidP="00B8529A">
      <w:pPr>
        <w:pStyle w:val="Tag"/>
      </w:pPr>
      <w:r>
        <w:rPr>
          <w:rFonts w:cs="Arial"/>
        </w:rPr>
        <w:t xml:space="preserve">Finally, deliberate killing requires the killer to take an attitude towards life that does not respect human fulfillment. </w:t>
      </w:r>
      <w:proofErr w:type="spellStart"/>
      <w:r>
        <w:t>Grisez</w:t>
      </w:r>
      <w:proofErr w:type="spellEnd"/>
      <w:r>
        <w:t xml:space="preserve"> 3:</w:t>
      </w:r>
    </w:p>
    <w:p w14:paraId="0C05A427" w14:textId="77777777" w:rsidR="00B8529A" w:rsidRDefault="00B8529A" w:rsidP="00B8529A"/>
    <w:p w14:paraId="4F7719CC" w14:textId="77777777" w:rsidR="00B8529A" w:rsidRPr="00CE0DB8" w:rsidRDefault="00B8529A" w:rsidP="00B8529A">
      <w:pPr>
        <w:rPr>
          <w:rFonts w:eastAsia="Times New Roman"/>
          <w:sz w:val="16"/>
        </w:rPr>
      </w:pPr>
      <w:proofErr w:type="spellStart"/>
      <w:r w:rsidRPr="002E616B">
        <w:rPr>
          <w:sz w:val="16"/>
        </w:rPr>
        <w:t>Grisez</w:t>
      </w:r>
      <w:proofErr w:type="spellEnd"/>
      <w:r w:rsidRPr="002E616B">
        <w:rPr>
          <w:sz w:val="16"/>
        </w:rPr>
        <w:t xml:space="preserve">, </w:t>
      </w:r>
      <w:proofErr w:type="spellStart"/>
      <w:r w:rsidRPr="002E616B">
        <w:rPr>
          <w:sz w:val="16"/>
        </w:rPr>
        <w:t>Germain</w:t>
      </w:r>
      <w:proofErr w:type="spellEnd"/>
      <w:r w:rsidRPr="002E616B">
        <w:rPr>
          <w:sz w:val="16"/>
        </w:rPr>
        <w:t xml:space="preserve">. [Former </w:t>
      </w:r>
      <w:r w:rsidRPr="002E616B">
        <w:rPr>
          <w:rFonts w:eastAsia="Times New Roman"/>
          <w:color w:val="333366"/>
          <w:sz w:val="16"/>
          <w:szCs w:val="21"/>
        </w:rPr>
        <w:t xml:space="preserve">Professor of Christian Ethics at Mount Saint Mary’s University in </w:t>
      </w:r>
      <w:proofErr w:type="spellStart"/>
      <w:r w:rsidRPr="002E616B">
        <w:rPr>
          <w:rFonts w:eastAsia="Times New Roman"/>
          <w:color w:val="333366"/>
          <w:sz w:val="16"/>
          <w:szCs w:val="21"/>
        </w:rPr>
        <w:t>Emmitsburg</w:t>
      </w:r>
      <w:proofErr w:type="spellEnd"/>
      <w:r w:rsidRPr="002E616B">
        <w:rPr>
          <w:rFonts w:eastAsia="Times New Roman"/>
          <w:color w:val="333366"/>
          <w:sz w:val="16"/>
          <w:szCs w:val="21"/>
        </w:rPr>
        <w:t>, Maryland</w:t>
      </w:r>
      <w:r w:rsidRPr="002E616B">
        <w:rPr>
          <w:rFonts w:eastAsia="Times New Roman"/>
          <w:sz w:val="16"/>
        </w:rPr>
        <w:t>],</w:t>
      </w:r>
      <w:r w:rsidRPr="002E616B">
        <w:rPr>
          <w:sz w:val="16"/>
        </w:rPr>
        <w:t xml:space="preserve"> “Toward A Consistent Natural Law Ethics of Killing.” </w:t>
      </w:r>
      <w:proofErr w:type="spellStart"/>
      <w:proofErr w:type="gramStart"/>
      <w:r w:rsidRPr="002E616B">
        <w:rPr>
          <w:sz w:val="16"/>
        </w:rPr>
        <w:t>AmJJruis</w:t>
      </w:r>
      <w:proofErr w:type="spellEnd"/>
      <w:r w:rsidRPr="002E616B">
        <w:rPr>
          <w:sz w:val="16"/>
        </w:rPr>
        <w:t xml:space="preserve"> 15 [1970].</w:t>
      </w:r>
      <w:proofErr w:type="gramEnd"/>
    </w:p>
    <w:p w14:paraId="272598B4" w14:textId="77777777" w:rsidR="00B8529A" w:rsidRDefault="00B8529A" w:rsidP="00B8529A"/>
    <w:p w14:paraId="685FF2F3" w14:textId="77777777" w:rsidR="00B8529A" w:rsidRPr="00CE0DB8" w:rsidRDefault="00B8529A" w:rsidP="00B8529A">
      <w:pPr>
        <w:rPr>
          <w:sz w:val="16"/>
        </w:rPr>
      </w:pPr>
      <w:r w:rsidRPr="00CE0DB8">
        <w:rPr>
          <w:sz w:val="16"/>
        </w:rPr>
        <w:t xml:space="preserve">In this </w:t>
      </w:r>
      <w:proofErr w:type="spellStart"/>
      <w:r w:rsidRPr="00CE0DB8">
        <w:rPr>
          <w:sz w:val="16"/>
        </w:rPr>
        <w:t>nonutilitarian</w:t>
      </w:r>
      <w:proofErr w:type="spellEnd"/>
      <w:r w:rsidRPr="00CE0DB8">
        <w:rPr>
          <w:sz w:val="16"/>
        </w:rPr>
        <w:t xml:space="preserve"> moral outlook, whether or not another person's death is admitted within the scope of our intention is extremely important. </w:t>
      </w:r>
      <w:r w:rsidRPr="003B1435">
        <w:rPr>
          <w:rStyle w:val="UnderlineBold"/>
          <w:rFonts w:cs="Arial"/>
          <w:b w:val="0"/>
          <w:sz w:val="16"/>
          <w:u w:val="none"/>
        </w:rPr>
        <w:t>A difference of intention can relate identical behavior in quite different ways to our moral attitude, and to the self being created through our moral attitude.</w:t>
      </w:r>
      <w:r w:rsidRPr="00CE0DB8">
        <w:rPr>
          <w:rStyle w:val="UnderlineBold"/>
        </w:rPr>
        <w:t xml:space="preserve"> If one intends to kill another, he accepts the identity of killer as an aspect of his moral self. If he is to be a killer through his own self-determination, he must regard himself in any situation as the lord of life and of death. The good of life must be rated as a measurable value, not as an immeasurable dignity. Others' natural attitudes toward their own lives must be regarded as an irrational fact</w:t>
      </w:r>
      <w:r w:rsidRPr="003B1435">
        <w:rPr>
          <w:rStyle w:val="UnderlineBold"/>
          <w:rFonts w:cs="Arial"/>
          <w:b w:val="0"/>
          <w:sz w:val="16"/>
          <w:u w:val="none"/>
        </w:rPr>
        <w:t>, not as a starting point for reasonable community.</w:t>
      </w:r>
      <w:r w:rsidRPr="00CE0DB8">
        <w:rPr>
          <w:rStyle w:val="UnderlineBold"/>
        </w:rPr>
        <w:t xml:space="preserve"> </w:t>
      </w:r>
      <w:r w:rsidRPr="00CE0DB8">
        <w:rPr>
          <w:sz w:val="16"/>
        </w:rPr>
        <w:t>However, if one intends not the death of another but only the safety of his own life, then one need not identify himself as a killer. One's attitude toward human life itself and toward everything related to it can remain that of a person unwilling to take human life.</w:t>
      </w:r>
    </w:p>
    <w:p w14:paraId="6352872F" w14:textId="77777777" w:rsidR="00B8529A" w:rsidRDefault="00B8529A" w:rsidP="00160FEC"/>
    <w:p w14:paraId="09274B1A" w14:textId="77777777" w:rsidR="006C34FD" w:rsidRDefault="006C34FD" w:rsidP="00160FEC"/>
    <w:p w14:paraId="7C967A2B" w14:textId="77777777" w:rsidR="005731B2" w:rsidRDefault="005731B2" w:rsidP="00316F1A">
      <w:pPr>
        <w:pStyle w:val="Heading1"/>
      </w:pPr>
      <w:bookmarkStart w:id="2" w:name="_Toc189284286"/>
      <w:r w:rsidRPr="005731B2">
        <w:lastRenderedPageBreak/>
        <w:t>Deliberate Frontlines</w:t>
      </w:r>
      <w:bookmarkEnd w:id="2"/>
    </w:p>
    <w:p w14:paraId="33D9D07D" w14:textId="77777777" w:rsidR="005731B2" w:rsidRDefault="005731B2" w:rsidP="005731B2">
      <w:pPr>
        <w:pStyle w:val="Tag"/>
      </w:pPr>
    </w:p>
    <w:p w14:paraId="46201178" w14:textId="77777777" w:rsidR="005731B2" w:rsidRDefault="005731B2" w:rsidP="005731B2">
      <w:pPr>
        <w:pStyle w:val="Tag"/>
      </w:pPr>
      <w:r>
        <w:t>Deliberate means the victim intended the killer’s death. Justice Ulrich:</w:t>
      </w:r>
    </w:p>
    <w:p w14:paraId="574AFC10" w14:textId="77777777" w:rsidR="005731B2" w:rsidRDefault="005731B2" w:rsidP="005731B2"/>
    <w:p w14:paraId="72B4D8FC" w14:textId="77777777" w:rsidR="005731B2" w:rsidRPr="005731B2" w:rsidRDefault="005731B2" w:rsidP="005731B2">
      <w:pPr>
        <w:rPr>
          <w:i/>
          <w:sz w:val="16"/>
        </w:rPr>
      </w:pPr>
      <w:r w:rsidRPr="005731B2">
        <w:rPr>
          <w:sz w:val="16"/>
        </w:rPr>
        <w:t xml:space="preserve">Justice Robert Ulrich, [Missouri Court of Appeals], </w:t>
      </w:r>
      <w:r w:rsidRPr="005731B2">
        <w:rPr>
          <w:i/>
          <w:sz w:val="16"/>
        </w:rPr>
        <w:t>State v Miller</w:t>
      </w:r>
    </w:p>
    <w:p w14:paraId="1EF54052" w14:textId="77777777" w:rsidR="005731B2" w:rsidRDefault="005731B2" w:rsidP="005731B2">
      <w:pPr>
        <w:rPr>
          <w:sz w:val="16"/>
        </w:rPr>
      </w:pPr>
    </w:p>
    <w:p w14:paraId="41B15E88" w14:textId="77777777" w:rsidR="005731B2" w:rsidRPr="005731B2" w:rsidRDefault="005731B2" w:rsidP="005731B2">
      <w:pPr>
        <w:rPr>
          <w:sz w:val="16"/>
        </w:rPr>
      </w:pPr>
      <w:r w:rsidRPr="005731B2">
        <w:rPr>
          <w:sz w:val="16"/>
        </w:rPr>
        <w:t>"A person commits the crime of</w:t>
      </w:r>
      <w:r w:rsidRPr="005731B2">
        <w:rPr>
          <w:rStyle w:val="apple-converted-space"/>
          <w:rFonts w:eastAsia="Times New Roman"/>
          <w:color w:val="2E3338"/>
          <w:sz w:val="16"/>
          <w:szCs w:val="18"/>
        </w:rPr>
        <w:t> </w:t>
      </w:r>
      <w:hyperlink r:id="rId15" w:history="1">
        <w:r w:rsidRPr="005731B2">
          <w:rPr>
            <w:rStyle w:val="Hyperlink"/>
            <w:rFonts w:eastAsia="Times New Roman"/>
            <w:b/>
            <w:bCs/>
            <w:color w:val="660202"/>
            <w:szCs w:val="18"/>
            <w:bdr w:val="none" w:sz="0" w:space="0" w:color="auto" w:frame="1"/>
          </w:rPr>
          <w:t>murder in the first degree</w:t>
        </w:r>
      </w:hyperlink>
      <w:r w:rsidRPr="005731B2">
        <w:rPr>
          <w:rStyle w:val="apple-converted-space"/>
          <w:rFonts w:eastAsia="Times New Roman"/>
          <w:color w:val="2E3338"/>
          <w:sz w:val="16"/>
          <w:szCs w:val="18"/>
        </w:rPr>
        <w:t> </w:t>
      </w:r>
      <w:r w:rsidRPr="005731B2">
        <w:rPr>
          <w:sz w:val="16"/>
        </w:rPr>
        <w:t>if he knowingly causes the death of another person after deliberation upon the matter. Deliberation required for conviction for</w:t>
      </w:r>
      <w:r w:rsidRPr="005731B2">
        <w:rPr>
          <w:rStyle w:val="apple-converted-space"/>
          <w:rFonts w:eastAsia="Times New Roman"/>
          <w:color w:val="2E3338"/>
          <w:sz w:val="16"/>
          <w:szCs w:val="18"/>
        </w:rPr>
        <w:t> </w:t>
      </w:r>
      <w:hyperlink r:id="rId16" w:history="1">
        <w:r w:rsidRPr="005731B2">
          <w:rPr>
            <w:rStyle w:val="Hyperlink"/>
            <w:rFonts w:eastAsia="Times New Roman"/>
            <w:b/>
            <w:bCs/>
            <w:color w:val="660202"/>
            <w:szCs w:val="18"/>
            <w:bdr w:val="none" w:sz="0" w:space="0" w:color="auto" w:frame="1"/>
          </w:rPr>
          <w:t>murder in the first degree</w:t>
        </w:r>
      </w:hyperlink>
      <w:r w:rsidRPr="005731B2">
        <w:rPr>
          <w:rStyle w:val="apple-converted-space"/>
          <w:rFonts w:eastAsia="Times New Roman"/>
          <w:color w:val="2E3338"/>
          <w:sz w:val="16"/>
          <w:szCs w:val="18"/>
        </w:rPr>
        <w:t> </w:t>
      </w:r>
      <w:r w:rsidRPr="005731B2">
        <w:rPr>
          <w:sz w:val="16"/>
        </w:rPr>
        <w:t>is defined as cool reflection for any length of time no matter how brief. The deliberation necessary to support a conviction of</w:t>
      </w:r>
      <w:r w:rsidRPr="005731B2">
        <w:rPr>
          <w:rStyle w:val="apple-converted-space"/>
          <w:rFonts w:eastAsia="Times New Roman"/>
          <w:color w:val="2E3338"/>
          <w:sz w:val="16"/>
          <w:szCs w:val="18"/>
        </w:rPr>
        <w:t> </w:t>
      </w:r>
      <w:hyperlink r:id="rId17" w:history="1">
        <w:r w:rsidRPr="005731B2">
          <w:rPr>
            <w:rStyle w:val="Hyperlink"/>
            <w:rFonts w:eastAsia="Times New Roman"/>
            <w:b/>
            <w:bCs/>
            <w:color w:val="660202"/>
            <w:szCs w:val="18"/>
            <w:bdr w:val="none" w:sz="0" w:space="0" w:color="auto" w:frame="1"/>
          </w:rPr>
          <w:t>first-degree murder</w:t>
        </w:r>
      </w:hyperlink>
      <w:r w:rsidRPr="005731B2">
        <w:rPr>
          <w:rStyle w:val="apple-converted-space"/>
          <w:rFonts w:eastAsia="Times New Roman"/>
          <w:color w:val="2E3338"/>
          <w:sz w:val="16"/>
          <w:szCs w:val="18"/>
        </w:rPr>
        <w:t> </w:t>
      </w:r>
      <w:r w:rsidRPr="005731B2">
        <w:rPr>
          <w:sz w:val="16"/>
        </w:rPr>
        <w:t xml:space="preserve">need only be momentary; it is only necessary that the evidence show that the defendant considered taking another's life in a deliberate state of mind. </w:t>
      </w:r>
      <w:r w:rsidRPr="005731B2">
        <w:rPr>
          <w:rStyle w:val="UnderlineBold"/>
        </w:rPr>
        <w:t xml:space="preserve">A deliberate act is a free act of the will done in furtherance of a formed design to gratify a feeling of revenge or to accomplish some other unlawful purpose and while not under the influence of violent passion suddenly aroused by some provocation. </w:t>
      </w:r>
      <w:r w:rsidRPr="005731B2">
        <w:rPr>
          <w:sz w:val="16"/>
        </w:rPr>
        <w:t>Deliberation may be inferred from the circumstances surrounding the murder."</w:t>
      </w:r>
    </w:p>
    <w:p w14:paraId="55B8FFFE" w14:textId="77777777" w:rsidR="00720798" w:rsidRDefault="00720798" w:rsidP="00720798"/>
    <w:p w14:paraId="26E83C0E" w14:textId="63AE96C0" w:rsidR="00051F33" w:rsidRDefault="00AB0305" w:rsidP="00316F1A">
      <w:pPr>
        <w:pStyle w:val="Heading1"/>
      </w:pPr>
      <w:bookmarkStart w:id="3" w:name="_Toc189284287"/>
      <w:r>
        <w:lastRenderedPageBreak/>
        <w:t>Goods Are Incommensurable</w:t>
      </w:r>
      <w:bookmarkEnd w:id="3"/>
    </w:p>
    <w:p w14:paraId="40107BB3" w14:textId="77777777" w:rsidR="00051F33" w:rsidRDefault="00051F33" w:rsidP="00051F33"/>
    <w:p w14:paraId="5DAD7F50" w14:textId="73CFC5F3" w:rsidR="00CC046E" w:rsidRPr="00CC046E" w:rsidRDefault="00CC046E" w:rsidP="00CC046E">
      <w:pPr>
        <w:pStyle w:val="Tag"/>
      </w:pPr>
      <w:r>
        <w:t xml:space="preserve">The basic goods are incommensurable. </w:t>
      </w:r>
      <w:proofErr w:type="spellStart"/>
      <w:r w:rsidR="00763C53">
        <w:t>Finnis</w:t>
      </w:r>
      <w:proofErr w:type="spellEnd"/>
      <w:r w:rsidR="00763C53">
        <w:t>:</w:t>
      </w:r>
    </w:p>
    <w:p w14:paraId="63FA0032" w14:textId="77777777" w:rsidR="00CC046E" w:rsidRDefault="00CC046E" w:rsidP="00051F33">
      <w:pPr>
        <w:rPr>
          <w:sz w:val="16"/>
        </w:rPr>
      </w:pPr>
    </w:p>
    <w:p w14:paraId="76B43CA8" w14:textId="5C524F55" w:rsidR="00763C53" w:rsidRPr="00763C53" w:rsidRDefault="00763C53" w:rsidP="00051F33">
      <w:pPr>
        <w:rPr>
          <w:rFonts w:cs="Arial"/>
          <w:sz w:val="16"/>
        </w:rPr>
      </w:pPr>
      <w:proofErr w:type="gramStart"/>
      <w:r w:rsidRPr="002E7287">
        <w:rPr>
          <w:rFonts w:cs="Arial"/>
          <w:sz w:val="16"/>
        </w:rPr>
        <w:t xml:space="preserve">John </w:t>
      </w:r>
      <w:proofErr w:type="spellStart"/>
      <w:r w:rsidRPr="002E7287">
        <w:rPr>
          <w:rFonts w:cs="Arial"/>
          <w:sz w:val="16"/>
        </w:rPr>
        <w:t>Finnis</w:t>
      </w:r>
      <w:proofErr w:type="spellEnd"/>
      <w:r w:rsidRPr="002E7287">
        <w:rPr>
          <w:rFonts w:cs="Arial"/>
          <w:sz w:val="16"/>
        </w:rPr>
        <w:t xml:space="preserve">, [Professor of Law and Legal Philosophy at Oxford University], “Natural Law and Legal Reasoning”, Vol. </w:t>
      </w:r>
      <w:r w:rsidRPr="002E7287">
        <w:rPr>
          <w:rFonts w:cs="Arial"/>
          <w:color w:val="000000"/>
          <w:sz w:val="16"/>
          <w:szCs w:val="24"/>
        </w:rPr>
        <w:t>38 Cleveland State Law Review, 1990.</w:t>
      </w:r>
      <w:proofErr w:type="gramEnd"/>
      <w:r w:rsidRPr="002E7287">
        <w:rPr>
          <w:rFonts w:cs="Arial"/>
          <w:color w:val="000000"/>
          <w:sz w:val="16"/>
          <w:szCs w:val="24"/>
        </w:rPr>
        <w:t xml:space="preserve"> RK</w:t>
      </w:r>
    </w:p>
    <w:p w14:paraId="7B87F795" w14:textId="77777777" w:rsidR="00763C53" w:rsidRDefault="00763C53" w:rsidP="00051F33">
      <w:pPr>
        <w:rPr>
          <w:sz w:val="16"/>
        </w:rPr>
      </w:pPr>
    </w:p>
    <w:p w14:paraId="179DF878" w14:textId="1F8F75F8" w:rsidR="00051F33" w:rsidRPr="00CC046E" w:rsidRDefault="00051F33" w:rsidP="00051F33">
      <w:pPr>
        <w:rPr>
          <w:sz w:val="16"/>
          <w:szCs w:val="15"/>
        </w:rPr>
      </w:pPr>
      <w:r w:rsidRPr="00CC046E">
        <w:rPr>
          <w:sz w:val="16"/>
        </w:rPr>
        <w:t xml:space="preserve">The problem of </w:t>
      </w:r>
      <w:r w:rsidRPr="00CC046E">
        <w:rPr>
          <w:sz w:val="16"/>
          <w:szCs w:val="21"/>
        </w:rPr>
        <w:t xml:space="preserve">incommensurability-the </w:t>
      </w:r>
      <w:r w:rsidRPr="00CC046E">
        <w:rPr>
          <w:sz w:val="16"/>
        </w:rPr>
        <w:t xml:space="preserve">problem </w:t>
      </w:r>
      <w:r w:rsidRPr="00CC046E">
        <w:rPr>
          <w:sz w:val="16"/>
          <w:szCs w:val="21"/>
        </w:rPr>
        <w:t xml:space="preserve">that there </w:t>
      </w:r>
      <w:r w:rsidRPr="00CC046E">
        <w:rPr>
          <w:sz w:val="16"/>
        </w:rPr>
        <w:t xml:space="preserve">is </w:t>
      </w:r>
      <w:r w:rsidRPr="00CC046E">
        <w:rPr>
          <w:sz w:val="16"/>
          <w:szCs w:val="19"/>
        </w:rPr>
        <w:t xml:space="preserve">no </w:t>
      </w:r>
      <w:r w:rsidRPr="00CC046E">
        <w:rPr>
          <w:i/>
          <w:iCs/>
          <w:sz w:val="16"/>
          <w:szCs w:val="21"/>
        </w:rPr>
        <w:t xml:space="preserve">rationally </w:t>
      </w:r>
      <w:r w:rsidRPr="00CC046E">
        <w:rPr>
          <w:sz w:val="16"/>
        </w:rPr>
        <w:t xml:space="preserve">calibrated scale for "weighing" </w:t>
      </w:r>
      <w:r w:rsidRPr="00CC046E">
        <w:rPr>
          <w:sz w:val="16"/>
          <w:szCs w:val="21"/>
        </w:rPr>
        <w:t xml:space="preserve">the </w:t>
      </w:r>
      <w:r w:rsidRPr="00CC046E">
        <w:rPr>
          <w:sz w:val="16"/>
          <w:szCs w:val="19"/>
        </w:rPr>
        <w:t xml:space="preserve">goods </w:t>
      </w:r>
      <w:r w:rsidRPr="00CC046E">
        <w:rPr>
          <w:sz w:val="16"/>
        </w:rPr>
        <w:t xml:space="preserve">and </w:t>
      </w:r>
      <w:proofErr w:type="spellStart"/>
      <w:r w:rsidRPr="00CC046E">
        <w:rPr>
          <w:sz w:val="16"/>
        </w:rPr>
        <w:t>bads</w:t>
      </w:r>
      <w:proofErr w:type="spellEnd"/>
      <w:r w:rsidRPr="00CC046E">
        <w:rPr>
          <w:sz w:val="16"/>
        </w:rPr>
        <w:t xml:space="preserve"> </w:t>
      </w:r>
      <w:r w:rsidRPr="00CC046E">
        <w:rPr>
          <w:sz w:val="16"/>
          <w:szCs w:val="21"/>
        </w:rPr>
        <w:t xml:space="preserve">at stake </w:t>
      </w:r>
      <w:r w:rsidRPr="00CC046E">
        <w:rPr>
          <w:sz w:val="16"/>
          <w:szCs w:val="18"/>
        </w:rPr>
        <w:t>in</w:t>
      </w:r>
      <w:r w:rsidRPr="00CC046E">
        <w:rPr>
          <w:sz w:val="16"/>
        </w:rPr>
        <w:t xml:space="preserve"> moral and political </w:t>
      </w:r>
      <w:r w:rsidRPr="00CC046E">
        <w:rPr>
          <w:sz w:val="16"/>
          <w:szCs w:val="21"/>
        </w:rPr>
        <w:t xml:space="preserve">choice-is </w:t>
      </w:r>
      <w:r w:rsidRPr="00CC046E">
        <w:rPr>
          <w:sz w:val="16"/>
        </w:rPr>
        <w:t xml:space="preserve">in </w:t>
      </w:r>
      <w:r w:rsidRPr="00CC046E">
        <w:rPr>
          <w:sz w:val="16"/>
          <w:szCs w:val="21"/>
        </w:rPr>
        <w:t xml:space="preserve">reality </w:t>
      </w:r>
      <w:r w:rsidRPr="00CC046E">
        <w:rPr>
          <w:sz w:val="16"/>
        </w:rPr>
        <w:t xml:space="preserve">much more intense </w:t>
      </w:r>
      <w:r w:rsidRPr="00CC046E">
        <w:rPr>
          <w:sz w:val="16"/>
          <w:szCs w:val="21"/>
        </w:rPr>
        <w:t xml:space="preserve">than </w:t>
      </w:r>
      <w:r w:rsidRPr="00CC046E">
        <w:rPr>
          <w:sz w:val="16"/>
        </w:rPr>
        <w:t xml:space="preserve">in </w:t>
      </w:r>
      <w:r w:rsidRPr="00CC046E">
        <w:rPr>
          <w:sz w:val="16"/>
          <w:szCs w:val="21"/>
        </w:rPr>
        <w:t xml:space="preserve">the </w:t>
      </w:r>
      <w:r w:rsidRPr="00CC046E">
        <w:rPr>
          <w:sz w:val="16"/>
        </w:rPr>
        <w:t xml:space="preserve">simple </w:t>
      </w:r>
      <w:proofErr w:type="spellStart"/>
      <w:r w:rsidRPr="00CC046E">
        <w:rPr>
          <w:sz w:val="16"/>
        </w:rPr>
        <w:t>Dworkinian</w:t>
      </w:r>
      <w:proofErr w:type="spellEnd"/>
      <w:r w:rsidRPr="00CC046E">
        <w:rPr>
          <w:sz w:val="16"/>
        </w:rPr>
        <w:t xml:space="preserve"> picture of legal </w:t>
      </w:r>
      <w:r w:rsidRPr="00CC046E">
        <w:rPr>
          <w:sz w:val="16"/>
          <w:szCs w:val="21"/>
        </w:rPr>
        <w:t xml:space="preserve">reasoning </w:t>
      </w:r>
      <w:r w:rsidRPr="00CC046E">
        <w:rPr>
          <w:sz w:val="16"/>
        </w:rPr>
        <w:t xml:space="preserve">along </w:t>
      </w:r>
      <w:r w:rsidRPr="00CC046E">
        <w:rPr>
          <w:sz w:val="16"/>
          <w:szCs w:val="21"/>
        </w:rPr>
        <w:t xml:space="preserve">the </w:t>
      </w:r>
      <w:r w:rsidRPr="00CC046E">
        <w:rPr>
          <w:sz w:val="16"/>
        </w:rPr>
        <w:t xml:space="preserve">two dimensions of legal fit and moral soundness. Everyone confronts </w:t>
      </w:r>
      <w:r w:rsidRPr="00CC046E">
        <w:rPr>
          <w:sz w:val="16"/>
          <w:szCs w:val="21"/>
        </w:rPr>
        <w:t xml:space="preserve">that </w:t>
      </w:r>
      <w:proofErr w:type="spellStart"/>
      <w:r w:rsidRPr="00CC046E">
        <w:rPr>
          <w:sz w:val="16"/>
        </w:rPr>
        <w:t>incommensur</w:t>
      </w:r>
      <w:proofErr w:type="spellEnd"/>
      <w:r w:rsidRPr="00CC046E">
        <w:rPr>
          <w:sz w:val="16"/>
        </w:rPr>
        <w:t xml:space="preserve">- </w:t>
      </w:r>
      <w:r w:rsidRPr="00CC046E">
        <w:rPr>
          <w:sz w:val="16"/>
          <w:szCs w:val="21"/>
        </w:rPr>
        <w:t xml:space="preserve">ability </w:t>
      </w:r>
      <w:r w:rsidRPr="00CC046E">
        <w:rPr>
          <w:sz w:val="16"/>
        </w:rPr>
        <w:t xml:space="preserve">when </w:t>
      </w:r>
      <w:r w:rsidRPr="00CC046E">
        <w:rPr>
          <w:sz w:val="16"/>
          <w:szCs w:val="21"/>
        </w:rPr>
        <w:t xml:space="preserve">having </w:t>
      </w:r>
      <w:r w:rsidRPr="00CC046E">
        <w:rPr>
          <w:sz w:val="16"/>
        </w:rPr>
        <w:t xml:space="preserve">to </w:t>
      </w:r>
      <w:r w:rsidRPr="00CC046E">
        <w:rPr>
          <w:sz w:val="16"/>
          <w:szCs w:val="19"/>
        </w:rPr>
        <w:t xml:space="preserve">choose </w:t>
      </w:r>
      <w:r w:rsidRPr="00CC046E">
        <w:rPr>
          <w:sz w:val="16"/>
        </w:rPr>
        <w:t xml:space="preserve">between coming to a lecture, reading a </w:t>
      </w:r>
      <w:r w:rsidRPr="00CC046E">
        <w:rPr>
          <w:sz w:val="16"/>
          <w:szCs w:val="19"/>
        </w:rPr>
        <w:t xml:space="preserve">good </w:t>
      </w:r>
      <w:r w:rsidRPr="00CC046E">
        <w:rPr>
          <w:sz w:val="16"/>
        </w:rPr>
        <w:t xml:space="preserve">book, going to the cinema, and </w:t>
      </w:r>
      <w:r w:rsidRPr="00CC046E">
        <w:rPr>
          <w:sz w:val="16"/>
          <w:szCs w:val="21"/>
        </w:rPr>
        <w:t xml:space="preserve">talking </w:t>
      </w:r>
      <w:r w:rsidRPr="00CC046E">
        <w:rPr>
          <w:sz w:val="16"/>
        </w:rPr>
        <w:t xml:space="preserve">to friends. At the other extreme, </w:t>
      </w:r>
      <w:r w:rsidRPr="00CC046E">
        <w:rPr>
          <w:sz w:val="16"/>
          <w:szCs w:val="19"/>
        </w:rPr>
        <w:t xml:space="preserve">so </w:t>
      </w:r>
      <w:r w:rsidRPr="00CC046E">
        <w:rPr>
          <w:sz w:val="16"/>
        </w:rPr>
        <w:t xml:space="preserve">to speak, </w:t>
      </w:r>
      <w:r w:rsidRPr="00CC046E">
        <w:rPr>
          <w:sz w:val="16"/>
          <w:szCs w:val="19"/>
        </w:rPr>
        <w:t xml:space="preserve">is </w:t>
      </w:r>
      <w:r w:rsidRPr="00CC046E">
        <w:rPr>
          <w:sz w:val="16"/>
          <w:szCs w:val="21"/>
        </w:rPr>
        <w:t xml:space="preserve">the </w:t>
      </w:r>
      <w:r w:rsidRPr="00CC046E">
        <w:rPr>
          <w:sz w:val="16"/>
        </w:rPr>
        <w:t xml:space="preserve">incommensurability of </w:t>
      </w:r>
      <w:r w:rsidRPr="00CC046E">
        <w:rPr>
          <w:sz w:val="16"/>
          <w:szCs w:val="21"/>
        </w:rPr>
        <w:t xml:space="preserve">the relevant </w:t>
      </w:r>
      <w:r w:rsidRPr="00CC046E">
        <w:rPr>
          <w:sz w:val="16"/>
          <w:szCs w:val="19"/>
        </w:rPr>
        <w:t xml:space="preserve">goods </w:t>
      </w:r>
      <w:r w:rsidRPr="00CC046E">
        <w:rPr>
          <w:sz w:val="16"/>
        </w:rPr>
        <w:t xml:space="preserve">and </w:t>
      </w:r>
      <w:proofErr w:type="spellStart"/>
      <w:r w:rsidRPr="00CC046E">
        <w:rPr>
          <w:sz w:val="16"/>
        </w:rPr>
        <w:t>bads</w:t>
      </w:r>
      <w:proofErr w:type="spellEnd"/>
      <w:r w:rsidRPr="00CC046E">
        <w:rPr>
          <w:sz w:val="16"/>
        </w:rPr>
        <w:t xml:space="preserve"> in </w:t>
      </w:r>
      <w:r w:rsidRPr="00CC046E">
        <w:rPr>
          <w:sz w:val="16"/>
          <w:szCs w:val="21"/>
        </w:rPr>
        <w:t xml:space="preserve">relation </w:t>
      </w:r>
      <w:r w:rsidRPr="00CC046E">
        <w:rPr>
          <w:sz w:val="16"/>
        </w:rPr>
        <w:t xml:space="preserve">to such a fundamental social </w:t>
      </w:r>
      <w:r w:rsidRPr="00CC046E">
        <w:rPr>
          <w:sz w:val="16"/>
          <w:szCs w:val="19"/>
        </w:rPr>
        <w:t xml:space="preserve">choice </w:t>
      </w:r>
      <w:r w:rsidRPr="00CC046E">
        <w:rPr>
          <w:sz w:val="16"/>
        </w:rPr>
        <w:t xml:space="preserve">as to have or to reject or renounce a nuclear </w:t>
      </w:r>
      <w:r w:rsidRPr="00CC046E">
        <w:rPr>
          <w:sz w:val="16"/>
          <w:szCs w:val="21"/>
        </w:rPr>
        <w:t xml:space="preserve">deterrent. </w:t>
      </w:r>
      <w:r w:rsidRPr="00CC046E">
        <w:rPr>
          <w:rStyle w:val="UnderlineBold"/>
        </w:rPr>
        <w:t xml:space="preserve">An exploration of </w:t>
      </w:r>
      <w:r w:rsidRPr="00CC046E">
        <w:rPr>
          <w:sz w:val="16"/>
        </w:rPr>
        <w:t xml:space="preserve">such a </w:t>
      </w:r>
      <w:r w:rsidRPr="00CC046E">
        <w:rPr>
          <w:rStyle w:val="UnderlineBold"/>
        </w:rPr>
        <w:t xml:space="preserve">choice </w:t>
      </w:r>
      <w:r w:rsidRPr="00CC046E">
        <w:rPr>
          <w:sz w:val="16"/>
        </w:rPr>
        <w:t xml:space="preserve">amply </w:t>
      </w:r>
      <w:r w:rsidRPr="00CC046E">
        <w:rPr>
          <w:rStyle w:val="UnderlineBold"/>
        </w:rPr>
        <w:t xml:space="preserve">illustrates </w:t>
      </w:r>
      <w:r w:rsidRPr="00CC046E">
        <w:rPr>
          <w:sz w:val="16"/>
        </w:rPr>
        <w:t xml:space="preserve">and explains </w:t>
      </w:r>
      <w:r w:rsidRPr="00CC046E">
        <w:rPr>
          <w:rStyle w:val="UnderlineBold"/>
        </w:rPr>
        <w:t xml:space="preserve">the impotence of all forms of aggregative </w:t>
      </w:r>
      <w:r w:rsidR="00CC046E" w:rsidRPr="00CC046E">
        <w:rPr>
          <w:rStyle w:val="UnderlineBold"/>
        </w:rPr>
        <w:t>rea</w:t>
      </w:r>
      <w:r w:rsidRPr="00CC046E">
        <w:rPr>
          <w:rStyle w:val="UnderlineBold"/>
        </w:rPr>
        <w:t>soning towards morally significant choice</w:t>
      </w:r>
      <w:r w:rsidRPr="00CC046E">
        <w:rPr>
          <w:sz w:val="16"/>
          <w:szCs w:val="21"/>
        </w:rPr>
        <w:t xml:space="preserve">-choice </w:t>
      </w:r>
      <w:r w:rsidRPr="00CC046E">
        <w:rPr>
          <w:sz w:val="16"/>
        </w:rPr>
        <w:t xml:space="preserve">outside </w:t>
      </w:r>
      <w:r w:rsidRPr="00CC046E">
        <w:rPr>
          <w:sz w:val="16"/>
          <w:szCs w:val="21"/>
        </w:rPr>
        <w:t xml:space="preserve">the </w:t>
      </w:r>
      <w:r w:rsidRPr="00CC046E">
        <w:rPr>
          <w:sz w:val="16"/>
        </w:rPr>
        <w:t>p</w:t>
      </w:r>
      <w:r w:rsidR="00CC046E" w:rsidRPr="00CC046E">
        <w:rPr>
          <w:sz w:val="16"/>
        </w:rPr>
        <w:t>urely tech</w:t>
      </w:r>
      <w:r w:rsidRPr="00CC046E">
        <w:rPr>
          <w:sz w:val="16"/>
        </w:rPr>
        <w:t xml:space="preserve">nical or technological </w:t>
      </w:r>
      <w:r w:rsidRPr="00CC046E">
        <w:rPr>
          <w:sz w:val="16"/>
          <w:szCs w:val="21"/>
        </w:rPr>
        <w:t xml:space="preserve">task </w:t>
      </w:r>
      <w:r w:rsidRPr="00CC046E">
        <w:rPr>
          <w:sz w:val="16"/>
        </w:rPr>
        <w:t xml:space="preserve">of identifying </w:t>
      </w:r>
      <w:r w:rsidRPr="00CC046E">
        <w:rPr>
          <w:sz w:val="16"/>
          <w:szCs w:val="21"/>
        </w:rPr>
        <w:t xml:space="preserve">the </w:t>
      </w:r>
      <w:r w:rsidRPr="00CC046E">
        <w:rPr>
          <w:sz w:val="16"/>
        </w:rPr>
        <w:t xml:space="preserve">most efficient means to a single limited goal.' </w:t>
      </w:r>
      <w:r w:rsidRPr="00CC046E">
        <w:rPr>
          <w:sz w:val="16"/>
          <w:szCs w:val="15"/>
        </w:rPr>
        <w:t xml:space="preserve">9 </w:t>
      </w:r>
      <w:r w:rsidRPr="00CC046E">
        <w:rPr>
          <w:sz w:val="16"/>
        </w:rPr>
        <w:t xml:space="preserve">For </w:t>
      </w:r>
      <w:r w:rsidRPr="00CC046E">
        <w:rPr>
          <w:rStyle w:val="UnderlineBold"/>
        </w:rPr>
        <w:t>morally significant</w:t>
      </w:r>
      <w:r w:rsidR="00CC046E" w:rsidRPr="00CC046E">
        <w:rPr>
          <w:rStyle w:val="UnderlineBold"/>
        </w:rPr>
        <w:t xml:space="preserve"> </w:t>
      </w:r>
      <w:r w:rsidRPr="00CC046E">
        <w:rPr>
          <w:rStyle w:val="UnderlineBold"/>
        </w:rPr>
        <w:t xml:space="preserve">choice would be impossible if one of the options could be shown to be the best on a single scale </w:t>
      </w:r>
      <w:r w:rsidRPr="00CC046E">
        <w:rPr>
          <w:sz w:val="16"/>
        </w:rPr>
        <w:t xml:space="preserve">which, as all aggregative </w:t>
      </w:r>
      <w:r w:rsidRPr="00CC046E">
        <w:rPr>
          <w:sz w:val="16"/>
          <w:szCs w:val="21"/>
        </w:rPr>
        <w:t xml:space="preserve">reasoning </w:t>
      </w:r>
      <w:r w:rsidRPr="00CC046E">
        <w:rPr>
          <w:sz w:val="16"/>
        </w:rPr>
        <w:t xml:space="preserve">does, </w:t>
      </w:r>
      <w:r w:rsidRPr="00CC046E">
        <w:rPr>
          <w:sz w:val="16"/>
          <w:szCs w:val="21"/>
        </w:rPr>
        <w:t xml:space="preserve">ranked </w:t>
      </w:r>
      <w:r w:rsidRPr="00CC046E">
        <w:rPr>
          <w:sz w:val="16"/>
        </w:rPr>
        <w:t xml:space="preserve">all options in a single </w:t>
      </w:r>
      <w:r w:rsidRPr="00CC046E">
        <w:rPr>
          <w:sz w:val="16"/>
          <w:szCs w:val="21"/>
        </w:rPr>
        <w:t xml:space="preserve">transitive </w:t>
      </w:r>
      <w:r w:rsidRPr="00CC046E">
        <w:rPr>
          <w:sz w:val="16"/>
        </w:rPr>
        <w:t>order.</w:t>
      </w:r>
      <w:r w:rsidRPr="00CC046E">
        <w:rPr>
          <w:sz w:val="16"/>
          <w:szCs w:val="15"/>
        </w:rPr>
        <w:t>2</w:t>
      </w:r>
      <w:r w:rsidRPr="00CC046E">
        <w:rPr>
          <w:sz w:val="16"/>
          <w:szCs w:val="12"/>
        </w:rPr>
        <w:t xml:space="preserve">0 </w:t>
      </w:r>
      <w:r w:rsidRPr="00CC046E">
        <w:rPr>
          <w:sz w:val="16"/>
          <w:szCs w:val="21"/>
        </w:rPr>
        <w:t xml:space="preserve">If there </w:t>
      </w:r>
      <w:r w:rsidRPr="00CC046E">
        <w:rPr>
          <w:sz w:val="16"/>
        </w:rPr>
        <w:t xml:space="preserve">were a reason </w:t>
      </w:r>
      <w:r w:rsidRPr="00CC046E">
        <w:rPr>
          <w:sz w:val="16"/>
          <w:szCs w:val="19"/>
        </w:rPr>
        <w:t xml:space="preserve">(for </w:t>
      </w:r>
      <w:r w:rsidRPr="00CC046E">
        <w:rPr>
          <w:sz w:val="16"/>
        </w:rPr>
        <w:t xml:space="preserve">doing </w:t>
      </w:r>
      <w:r w:rsidRPr="00CC046E">
        <w:rPr>
          <w:sz w:val="16"/>
          <w:szCs w:val="19"/>
        </w:rPr>
        <w:t xml:space="preserve">X) </w:t>
      </w:r>
      <w:r w:rsidRPr="00CC046E">
        <w:rPr>
          <w:sz w:val="16"/>
        </w:rPr>
        <w:t xml:space="preserve">which some </w:t>
      </w:r>
      <w:r w:rsidRPr="00CC046E">
        <w:rPr>
          <w:sz w:val="16"/>
          <w:szCs w:val="21"/>
        </w:rPr>
        <w:t xml:space="preserve">rational </w:t>
      </w:r>
      <w:r w:rsidRPr="00CC046E">
        <w:rPr>
          <w:sz w:val="16"/>
        </w:rPr>
        <w:t xml:space="preserve">method of comparison </w:t>
      </w:r>
      <w:r w:rsidRPr="00CC046E">
        <w:rPr>
          <w:sz w:val="16"/>
          <w:szCs w:val="19"/>
        </w:rPr>
        <w:t xml:space="preserve">(e.g., </w:t>
      </w:r>
      <w:r w:rsidRPr="00CC046E">
        <w:rPr>
          <w:sz w:val="16"/>
        </w:rPr>
        <w:t xml:space="preserve">aggregation of </w:t>
      </w:r>
      <w:r w:rsidRPr="00CC046E">
        <w:rPr>
          <w:sz w:val="16"/>
          <w:szCs w:val="19"/>
        </w:rPr>
        <w:t xml:space="preserve">goods) </w:t>
      </w:r>
      <w:r w:rsidRPr="00CC046E">
        <w:rPr>
          <w:sz w:val="16"/>
        </w:rPr>
        <w:t xml:space="preserve">identified as preferable, </w:t>
      </w:r>
      <w:r w:rsidRPr="00CC046E">
        <w:rPr>
          <w:sz w:val="16"/>
          <w:szCs w:val="21"/>
        </w:rPr>
        <w:t xml:space="preserve">the alternative </w:t>
      </w:r>
      <w:r w:rsidRPr="00CC046E">
        <w:rPr>
          <w:sz w:val="16"/>
        </w:rPr>
        <w:t xml:space="preserve">reason </w:t>
      </w:r>
      <w:r w:rsidRPr="00CC046E">
        <w:rPr>
          <w:sz w:val="16"/>
          <w:szCs w:val="21"/>
        </w:rPr>
        <w:t xml:space="preserve">(against </w:t>
      </w:r>
      <w:r w:rsidRPr="00CC046E">
        <w:rPr>
          <w:sz w:val="16"/>
        </w:rPr>
        <w:t xml:space="preserve">doing </w:t>
      </w:r>
      <w:r w:rsidRPr="00CC046E">
        <w:rPr>
          <w:sz w:val="16"/>
          <w:szCs w:val="19"/>
        </w:rPr>
        <w:t xml:space="preserve">X) </w:t>
      </w:r>
      <w:r w:rsidRPr="00CC046E">
        <w:rPr>
          <w:sz w:val="16"/>
          <w:szCs w:val="21"/>
        </w:rPr>
        <w:t xml:space="preserve">thus </w:t>
      </w:r>
      <w:r w:rsidRPr="00CC046E">
        <w:rPr>
          <w:sz w:val="16"/>
        </w:rPr>
        <w:t xml:space="preserve">identified as </w:t>
      </w:r>
      <w:r w:rsidRPr="00CC046E">
        <w:rPr>
          <w:sz w:val="16"/>
          <w:szCs w:val="21"/>
        </w:rPr>
        <w:t xml:space="preserve">rationally </w:t>
      </w:r>
      <w:r w:rsidRPr="00CC046E">
        <w:rPr>
          <w:sz w:val="16"/>
        </w:rPr>
        <w:t xml:space="preserve">inferior would cease to </w:t>
      </w:r>
      <w:r w:rsidRPr="00CC046E">
        <w:rPr>
          <w:sz w:val="16"/>
          <w:szCs w:val="19"/>
        </w:rPr>
        <w:t xml:space="preserve">be </w:t>
      </w:r>
      <w:r w:rsidRPr="00CC046E">
        <w:rPr>
          <w:sz w:val="16"/>
          <w:szCs w:val="21"/>
        </w:rPr>
        <w:t xml:space="preserve">rationally </w:t>
      </w:r>
      <w:r w:rsidRPr="00CC046E">
        <w:rPr>
          <w:sz w:val="16"/>
        </w:rPr>
        <w:t xml:space="preserve">appealing in respect to that </w:t>
      </w:r>
      <w:r w:rsidRPr="00CC046E">
        <w:rPr>
          <w:sz w:val="16"/>
          <w:szCs w:val="21"/>
        </w:rPr>
        <w:t xml:space="preserve">situation </w:t>
      </w:r>
      <w:r w:rsidRPr="00CC046E">
        <w:rPr>
          <w:sz w:val="16"/>
        </w:rPr>
        <w:t xml:space="preserve">of </w:t>
      </w:r>
      <w:r w:rsidRPr="00CC046E">
        <w:rPr>
          <w:sz w:val="16"/>
          <w:szCs w:val="19"/>
        </w:rPr>
        <w:t xml:space="preserve">choice. </w:t>
      </w:r>
      <w:r w:rsidRPr="00CC046E">
        <w:rPr>
          <w:sz w:val="16"/>
        </w:rPr>
        <w:t xml:space="preserve">The reason </w:t>
      </w:r>
      <w:r w:rsidRPr="00CC046E">
        <w:rPr>
          <w:sz w:val="16"/>
          <w:szCs w:val="21"/>
        </w:rPr>
        <w:t xml:space="preserve">thus </w:t>
      </w:r>
      <w:r w:rsidRPr="00CC046E">
        <w:rPr>
          <w:sz w:val="16"/>
        </w:rPr>
        <w:t xml:space="preserve">identified as preferable, and the option favored by that reason, would be </w:t>
      </w:r>
      <w:r w:rsidRPr="00CC046E">
        <w:rPr>
          <w:sz w:val="16"/>
          <w:szCs w:val="21"/>
        </w:rPr>
        <w:t xml:space="preserve">rationally </w:t>
      </w:r>
      <w:r w:rsidRPr="00CC046E">
        <w:rPr>
          <w:sz w:val="16"/>
        </w:rPr>
        <w:t xml:space="preserve">unopposed. There would </w:t>
      </w:r>
      <w:r w:rsidRPr="00CC046E">
        <w:rPr>
          <w:sz w:val="16"/>
          <w:szCs w:val="21"/>
        </w:rPr>
        <w:t xml:space="preserve">remain </w:t>
      </w:r>
      <w:r w:rsidRPr="00CC046E">
        <w:rPr>
          <w:i/>
          <w:iCs/>
          <w:sz w:val="16"/>
        </w:rPr>
        <w:t xml:space="preserve">no choice, </w:t>
      </w:r>
      <w:r w:rsidRPr="00CC046E">
        <w:rPr>
          <w:sz w:val="16"/>
        </w:rPr>
        <w:t xml:space="preserve">in the morally significant sense of </w:t>
      </w:r>
      <w:r w:rsidRPr="00CC046E">
        <w:rPr>
          <w:sz w:val="16"/>
          <w:szCs w:val="19"/>
        </w:rPr>
        <w:t xml:space="preserve">choice, </w:t>
      </w:r>
      <w:r w:rsidRPr="00CC046E">
        <w:rPr>
          <w:sz w:val="16"/>
        </w:rPr>
        <w:t xml:space="preserve">between </w:t>
      </w:r>
      <w:r w:rsidRPr="00CC046E">
        <w:rPr>
          <w:sz w:val="16"/>
          <w:szCs w:val="21"/>
        </w:rPr>
        <w:t xml:space="preserve">the alternative </w:t>
      </w:r>
      <w:r w:rsidRPr="00CC046E">
        <w:rPr>
          <w:sz w:val="16"/>
        </w:rPr>
        <w:t xml:space="preserve">options. </w:t>
      </w:r>
      <w:r w:rsidRPr="00CC046E">
        <w:rPr>
          <w:sz w:val="16"/>
          <w:szCs w:val="15"/>
        </w:rPr>
        <w:t>2</w:t>
      </w:r>
      <w:r w:rsidRPr="00CC046E">
        <w:rPr>
          <w:sz w:val="16"/>
          <w:szCs w:val="12"/>
        </w:rPr>
        <w:t xml:space="preserve">1 </w:t>
      </w:r>
      <w:r w:rsidRPr="00CC046E">
        <w:rPr>
          <w:sz w:val="16"/>
        </w:rPr>
        <w:t xml:space="preserve">For </w:t>
      </w:r>
      <w:r w:rsidRPr="00CC046E">
        <w:rPr>
          <w:sz w:val="16"/>
          <w:szCs w:val="19"/>
        </w:rPr>
        <w:t xml:space="preserve">one </w:t>
      </w:r>
      <w:r w:rsidRPr="00CC046E">
        <w:rPr>
          <w:sz w:val="16"/>
          <w:szCs w:val="21"/>
        </w:rPr>
        <w:t xml:space="preserve">has </w:t>
      </w:r>
      <w:r w:rsidRPr="00CC046E">
        <w:rPr>
          <w:sz w:val="16"/>
        </w:rPr>
        <w:t xml:space="preserve">a morally significant </w:t>
      </w:r>
      <w:r w:rsidRPr="00CC046E">
        <w:rPr>
          <w:sz w:val="16"/>
          <w:szCs w:val="19"/>
        </w:rPr>
        <w:t xml:space="preserve">choice </w:t>
      </w:r>
      <w:r w:rsidRPr="00CC046E">
        <w:rPr>
          <w:sz w:val="16"/>
          <w:szCs w:val="21"/>
        </w:rPr>
        <w:t xml:space="preserve">just </w:t>
      </w:r>
      <w:r w:rsidRPr="00CC046E">
        <w:rPr>
          <w:sz w:val="16"/>
        </w:rPr>
        <w:t xml:space="preserve">where one </w:t>
      </w:r>
      <w:r w:rsidRPr="00CC046E">
        <w:rPr>
          <w:sz w:val="16"/>
          <w:szCs w:val="21"/>
        </w:rPr>
        <w:t xml:space="preserve">really </w:t>
      </w:r>
      <w:r w:rsidRPr="00CC046E">
        <w:rPr>
          <w:sz w:val="16"/>
        </w:rPr>
        <w:t xml:space="preserve">does have reasons </w:t>
      </w:r>
      <w:r w:rsidRPr="00CC046E">
        <w:rPr>
          <w:sz w:val="16"/>
          <w:szCs w:val="18"/>
        </w:rPr>
        <w:t xml:space="preserve">for </w:t>
      </w:r>
      <w:r w:rsidRPr="00CC046E">
        <w:rPr>
          <w:sz w:val="16"/>
          <w:szCs w:val="21"/>
        </w:rPr>
        <w:t xml:space="preserve">alternative </w:t>
      </w:r>
      <w:r w:rsidRPr="00CC046E">
        <w:rPr>
          <w:sz w:val="16"/>
        </w:rPr>
        <w:t xml:space="preserve">options; </w:t>
      </w:r>
      <w:r w:rsidRPr="00CC046E">
        <w:rPr>
          <w:sz w:val="16"/>
          <w:szCs w:val="19"/>
        </w:rPr>
        <w:t xml:space="preserve">for </w:t>
      </w:r>
      <w:r w:rsidRPr="00CC046E">
        <w:rPr>
          <w:sz w:val="16"/>
          <w:szCs w:val="21"/>
        </w:rPr>
        <w:t xml:space="preserve">then the </w:t>
      </w:r>
      <w:r w:rsidRPr="00CC046E">
        <w:rPr>
          <w:sz w:val="16"/>
        </w:rPr>
        <w:t xml:space="preserve">choice can be </w:t>
      </w:r>
      <w:r w:rsidRPr="00CC046E">
        <w:rPr>
          <w:i/>
          <w:iCs/>
          <w:sz w:val="16"/>
        </w:rPr>
        <w:t xml:space="preserve">free, </w:t>
      </w:r>
      <w:r w:rsidRPr="00CC046E">
        <w:rPr>
          <w:sz w:val="16"/>
        </w:rPr>
        <w:t xml:space="preserve">no factor </w:t>
      </w:r>
      <w:r w:rsidRPr="00CC046E">
        <w:rPr>
          <w:sz w:val="16"/>
          <w:szCs w:val="21"/>
        </w:rPr>
        <w:t xml:space="preserve">but the </w:t>
      </w:r>
      <w:r w:rsidRPr="00CC046E">
        <w:rPr>
          <w:sz w:val="16"/>
        </w:rPr>
        <w:t xml:space="preserve">choosing </w:t>
      </w:r>
      <w:r w:rsidRPr="00CC046E">
        <w:rPr>
          <w:sz w:val="16"/>
          <w:szCs w:val="21"/>
        </w:rPr>
        <w:t xml:space="preserve">itself </w:t>
      </w:r>
      <w:r w:rsidRPr="00CC046E">
        <w:rPr>
          <w:i/>
          <w:iCs/>
          <w:sz w:val="16"/>
          <w:szCs w:val="21"/>
        </w:rPr>
        <w:t xml:space="preserve">settling </w:t>
      </w:r>
      <w:r w:rsidRPr="00CC046E">
        <w:rPr>
          <w:sz w:val="16"/>
        </w:rPr>
        <w:t xml:space="preserve">which </w:t>
      </w:r>
      <w:r w:rsidRPr="00CC046E">
        <w:rPr>
          <w:sz w:val="16"/>
          <w:szCs w:val="21"/>
        </w:rPr>
        <w:t xml:space="preserve">alternative </w:t>
      </w:r>
      <w:r w:rsidRPr="00CC046E">
        <w:rPr>
          <w:sz w:val="16"/>
          <w:szCs w:val="19"/>
        </w:rPr>
        <w:t xml:space="preserve">is </w:t>
      </w:r>
      <w:r w:rsidRPr="00CC046E">
        <w:rPr>
          <w:sz w:val="16"/>
        </w:rPr>
        <w:t xml:space="preserve">chosen. </w:t>
      </w:r>
      <w:r w:rsidRPr="00CC046E">
        <w:rPr>
          <w:sz w:val="16"/>
          <w:szCs w:val="19"/>
        </w:rPr>
        <w:t xml:space="preserve">So </w:t>
      </w:r>
      <w:r w:rsidRPr="00CC046E">
        <w:rPr>
          <w:rStyle w:val="UnderlineBold"/>
        </w:rPr>
        <w:t>the reason why there are morally significant choices is precisely that there is no rational method of identifying the reasons for alternative options</w:t>
      </w:r>
      <w:r w:rsidRPr="00CC046E">
        <w:rPr>
          <w:sz w:val="16"/>
        </w:rPr>
        <w:t xml:space="preserve">, </w:t>
      </w:r>
      <w:r w:rsidRPr="00CC046E">
        <w:rPr>
          <w:i/>
          <w:iCs/>
          <w:sz w:val="16"/>
        </w:rPr>
        <w:t xml:space="preserve">prior to </w:t>
      </w:r>
      <w:r w:rsidRPr="00CC046E">
        <w:rPr>
          <w:i/>
          <w:iCs/>
          <w:sz w:val="16"/>
          <w:szCs w:val="21"/>
        </w:rPr>
        <w:t xml:space="preserve">moral </w:t>
      </w:r>
      <w:r w:rsidRPr="00CC046E">
        <w:rPr>
          <w:sz w:val="16"/>
          <w:szCs w:val="21"/>
        </w:rPr>
        <w:t xml:space="preserve">judgment, </w:t>
      </w:r>
      <w:r w:rsidRPr="00CC046E">
        <w:rPr>
          <w:rStyle w:val="UnderlineBold"/>
        </w:rPr>
        <w:t>as rationally simply superior and inferior</w:t>
      </w:r>
      <w:r w:rsidRPr="00CC046E">
        <w:rPr>
          <w:sz w:val="16"/>
        </w:rPr>
        <w:t xml:space="preserve">. </w:t>
      </w:r>
      <w:r w:rsidRPr="00CC046E">
        <w:rPr>
          <w:sz w:val="16"/>
          <w:szCs w:val="21"/>
        </w:rPr>
        <w:t xml:space="preserve">That </w:t>
      </w:r>
      <w:r w:rsidRPr="00CC046E">
        <w:rPr>
          <w:sz w:val="16"/>
        </w:rPr>
        <w:t xml:space="preserve">is to say, </w:t>
      </w:r>
      <w:r w:rsidRPr="00CC046E">
        <w:rPr>
          <w:rStyle w:val="UnderlineBold"/>
        </w:rPr>
        <w:t>the instantiations of basic human goods, instantiations considered precisely as reasons for moral judgment and for action, are incommensurable with one another</w:t>
      </w:r>
      <w:r w:rsidRPr="00CC046E">
        <w:rPr>
          <w:sz w:val="16"/>
          <w:szCs w:val="21"/>
        </w:rPr>
        <w:t xml:space="preserve">. </w:t>
      </w:r>
      <w:r w:rsidRPr="00CC046E">
        <w:rPr>
          <w:sz w:val="16"/>
        </w:rPr>
        <w:t xml:space="preserve">And </w:t>
      </w:r>
      <w:r w:rsidRPr="00CC046E">
        <w:rPr>
          <w:sz w:val="16"/>
          <w:szCs w:val="21"/>
        </w:rPr>
        <w:t xml:space="preserve">this </w:t>
      </w:r>
      <w:r w:rsidRPr="00CC046E">
        <w:rPr>
          <w:sz w:val="16"/>
        </w:rPr>
        <w:t xml:space="preserve">is not </w:t>
      </w:r>
      <w:r w:rsidRPr="00CC046E">
        <w:rPr>
          <w:sz w:val="16"/>
          <w:szCs w:val="21"/>
        </w:rPr>
        <w:t xml:space="preserve">surprising, </w:t>
      </w:r>
      <w:r w:rsidRPr="00CC046E">
        <w:rPr>
          <w:sz w:val="16"/>
        </w:rPr>
        <w:t xml:space="preserve">for </w:t>
      </w:r>
      <w:r w:rsidRPr="00CC046E">
        <w:rPr>
          <w:rStyle w:val="UnderlineBold"/>
        </w:rPr>
        <w:t>these instantiations are nothing other than aspects of human persons, present and future, and human persons cannot be weighed and balanced</w:t>
      </w:r>
      <w:r w:rsidRPr="00CC046E">
        <w:rPr>
          <w:sz w:val="16"/>
        </w:rPr>
        <w:t>.</w:t>
      </w:r>
      <w:r w:rsidRPr="00CC046E">
        <w:rPr>
          <w:sz w:val="16"/>
          <w:szCs w:val="15"/>
        </w:rPr>
        <w:t>22</w:t>
      </w:r>
    </w:p>
    <w:p w14:paraId="4A5B0F61" w14:textId="77777777" w:rsidR="00CC046E" w:rsidRDefault="00CC046E" w:rsidP="00051F33">
      <w:pPr>
        <w:rPr>
          <w:szCs w:val="15"/>
        </w:rPr>
      </w:pPr>
    </w:p>
    <w:p w14:paraId="080D0D10" w14:textId="7C48954E" w:rsidR="00CC046E" w:rsidRPr="00CC046E" w:rsidRDefault="00CC046E" w:rsidP="00CC046E">
      <w:pPr>
        <w:pStyle w:val="Tag"/>
      </w:pPr>
      <w:r>
        <w:t xml:space="preserve">We can’t pick between basic goods but we call an action prohibited if it involves choosing against a basic good. </w:t>
      </w:r>
    </w:p>
    <w:p w14:paraId="77BAE624" w14:textId="77777777" w:rsidR="00CC046E" w:rsidRDefault="00CC046E" w:rsidP="00051F33">
      <w:pPr>
        <w:rPr>
          <w:szCs w:val="15"/>
        </w:rPr>
      </w:pPr>
    </w:p>
    <w:p w14:paraId="0931292F" w14:textId="77777777" w:rsidR="00763C53" w:rsidRPr="002E7287" w:rsidRDefault="00763C53" w:rsidP="00763C53">
      <w:pPr>
        <w:rPr>
          <w:rFonts w:cs="Arial"/>
          <w:sz w:val="16"/>
        </w:rPr>
      </w:pPr>
      <w:proofErr w:type="gramStart"/>
      <w:r w:rsidRPr="002E7287">
        <w:rPr>
          <w:rFonts w:cs="Arial"/>
          <w:sz w:val="16"/>
        </w:rPr>
        <w:t xml:space="preserve">John </w:t>
      </w:r>
      <w:proofErr w:type="spellStart"/>
      <w:r w:rsidRPr="002E7287">
        <w:rPr>
          <w:rFonts w:cs="Arial"/>
          <w:sz w:val="16"/>
        </w:rPr>
        <w:t>Finnis</w:t>
      </w:r>
      <w:proofErr w:type="spellEnd"/>
      <w:r w:rsidRPr="002E7287">
        <w:rPr>
          <w:rFonts w:cs="Arial"/>
          <w:sz w:val="16"/>
        </w:rPr>
        <w:t xml:space="preserve">, [Professor of Law and Legal Philosophy at Oxford University], “Natural Law and Legal Reasoning”, Vol. </w:t>
      </w:r>
      <w:r w:rsidRPr="002E7287">
        <w:rPr>
          <w:rFonts w:cs="Arial"/>
          <w:color w:val="000000"/>
          <w:sz w:val="16"/>
          <w:szCs w:val="24"/>
        </w:rPr>
        <w:t>38 Cleveland State Law Review, 1990.</w:t>
      </w:r>
      <w:proofErr w:type="gramEnd"/>
      <w:r w:rsidRPr="002E7287">
        <w:rPr>
          <w:rFonts w:cs="Arial"/>
          <w:color w:val="000000"/>
          <w:sz w:val="16"/>
          <w:szCs w:val="24"/>
        </w:rPr>
        <w:t xml:space="preserve"> RK</w:t>
      </w:r>
    </w:p>
    <w:p w14:paraId="74DE24A8" w14:textId="77777777" w:rsidR="00763C53" w:rsidRDefault="00763C53" w:rsidP="00051F33">
      <w:pPr>
        <w:rPr>
          <w:szCs w:val="15"/>
        </w:rPr>
      </w:pPr>
    </w:p>
    <w:p w14:paraId="2269D242" w14:textId="22DF4E28" w:rsidR="00CC046E" w:rsidRPr="00CC046E" w:rsidRDefault="00CC046E" w:rsidP="00CC046E">
      <w:pPr>
        <w:rPr>
          <w:sz w:val="16"/>
        </w:rPr>
      </w:pPr>
      <w:r w:rsidRPr="00CC046E">
        <w:rPr>
          <w:sz w:val="16"/>
        </w:rPr>
        <w:t xml:space="preserve">But </w:t>
      </w:r>
      <w:r w:rsidRPr="00CC046E">
        <w:rPr>
          <w:rStyle w:val="UnderlineBold"/>
        </w:rPr>
        <w:t>one can identify reasons against an option</w:t>
      </w:r>
      <w:r w:rsidRPr="00CC046E">
        <w:rPr>
          <w:sz w:val="16"/>
        </w:rPr>
        <w:t xml:space="preserve">, </w:t>
      </w:r>
      <w:r w:rsidRPr="00CC046E">
        <w:rPr>
          <w:rStyle w:val="UnderlineBold"/>
        </w:rPr>
        <w:t xml:space="preserve">wherever </w:t>
      </w:r>
      <w:r w:rsidRPr="00CC046E">
        <w:rPr>
          <w:sz w:val="16"/>
        </w:rPr>
        <w:t xml:space="preserve">(for example) </w:t>
      </w:r>
      <w:r w:rsidRPr="00CC046E">
        <w:rPr>
          <w:rStyle w:val="UnderlineBold"/>
        </w:rPr>
        <w:t>that option involves choosing (</w:t>
      </w:r>
      <w:r w:rsidRPr="00CC046E">
        <w:rPr>
          <w:sz w:val="16"/>
        </w:rPr>
        <w:t xml:space="preserve">intending) </w:t>
      </w:r>
      <w:r w:rsidRPr="00CC046E">
        <w:rPr>
          <w:rStyle w:val="UnderlineBold"/>
        </w:rPr>
        <w:t>to destroy</w:t>
      </w:r>
      <w:r w:rsidRPr="00CC046E">
        <w:rPr>
          <w:sz w:val="16"/>
        </w:rPr>
        <w:t xml:space="preserve">, damage or impede </w:t>
      </w:r>
      <w:r w:rsidRPr="00CC046E">
        <w:rPr>
          <w:rStyle w:val="UnderlineBold"/>
        </w:rPr>
        <w:t>a basic human good</w:t>
      </w:r>
      <w:r w:rsidRPr="00CC046E">
        <w:rPr>
          <w:sz w:val="16"/>
          <w:szCs w:val="18"/>
        </w:rPr>
        <w:t xml:space="preserve">, </w:t>
      </w:r>
      <w:r w:rsidRPr="00CC046E">
        <w:rPr>
          <w:sz w:val="16"/>
        </w:rPr>
        <w:t xml:space="preserve">or imposing on persons, even as a side-effect, </w:t>
      </w:r>
      <w:r w:rsidRPr="00CC046E">
        <w:rPr>
          <w:sz w:val="16"/>
          <w:szCs w:val="20"/>
        </w:rPr>
        <w:t xml:space="preserve">harms </w:t>
      </w:r>
      <w:r w:rsidRPr="00CC046E">
        <w:rPr>
          <w:sz w:val="16"/>
        </w:rPr>
        <w:t xml:space="preserve">or burdens which one would not impose on oneself or one's friends and which </w:t>
      </w:r>
      <w:r w:rsidRPr="00CC046E">
        <w:rPr>
          <w:sz w:val="16"/>
          <w:szCs w:val="18"/>
        </w:rPr>
        <w:t xml:space="preserve">one </w:t>
      </w:r>
      <w:r w:rsidRPr="00CC046E">
        <w:rPr>
          <w:sz w:val="16"/>
        </w:rPr>
        <w:t xml:space="preserve">imposes for </w:t>
      </w:r>
      <w:r w:rsidRPr="00CC046E">
        <w:rPr>
          <w:sz w:val="16"/>
          <w:szCs w:val="18"/>
        </w:rPr>
        <w:t xml:space="preserve">no </w:t>
      </w:r>
      <w:r w:rsidRPr="00CC046E">
        <w:rPr>
          <w:sz w:val="16"/>
        </w:rPr>
        <w:t xml:space="preserve">motive other </w:t>
      </w:r>
      <w:r w:rsidRPr="00CC046E">
        <w:rPr>
          <w:sz w:val="16"/>
          <w:szCs w:val="20"/>
        </w:rPr>
        <w:t xml:space="preserve">than </w:t>
      </w:r>
      <w:r w:rsidRPr="00CC046E">
        <w:rPr>
          <w:sz w:val="16"/>
        </w:rPr>
        <w:t xml:space="preserve">differential feelings. </w:t>
      </w:r>
      <w:r w:rsidRPr="00CC046E">
        <w:rPr>
          <w:rStyle w:val="UnderlineBold"/>
        </w:rPr>
        <w:t>Such reasons against a certain option must be respected unless some reason for that action is rationally preferable</w:t>
      </w:r>
      <w:r w:rsidRPr="00CC046E">
        <w:rPr>
          <w:sz w:val="16"/>
        </w:rPr>
        <w:t xml:space="preserve">. </w:t>
      </w:r>
      <w:r w:rsidRPr="00CC046E">
        <w:rPr>
          <w:sz w:val="16"/>
          <w:szCs w:val="13"/>
        </w:rPr>
        <w:t xml:space="preserve">23 </w:t>
      </w:r>
      <w:r w:rsidRPr="00CC046E">
        <w:rPr>
          <w:rStyle w:val="UnderlineBold"/>
        </w:rPr>
        <w:t xml:space="preserve">But </w:t>
      </w:r>
      <w:r w:rsidRPr="00CC046E">
        <w:rPr>
          <w:sz w:val="16"/>
        </w:rPr>
        <w:t xml:space="preserve">what the </w:t>
      </w:r>
      <w:r w:rsidRPr="00CC046E">
        <w:rPr>
          <w:sz w:val="16"/>
          <w:szCs w:val="20"/>
        </w:rPr>
        <w:t xml:space="preserve">argument </w:t>
      </w:r>
      <w:r w:rsidRPr="00CC046E">
        <w:rPr>
          <w:sz w:val="16"/>
        </w:rPr>
        <w:t xml:space="preserve">about incommensurability shows is </w:t>
      </w:r>
      <w:r w:rsidRPr="00CC046E">
        <w:rPr>
          <w:sz w:val="16"/>
          <w:szCs w:val="20"/>
        </w:rPr>
        <w:t xml:space="preserve">that </w:t>
      </w:r>
      <w:r w:rsidRPr="00CC046E">
        <w:rPr>
          <w:rStyle w:val="UnderlineBold"/>
        </w:rPr>
        <w:t xml:space="preserve">no reason can be identified as rationally preferable to the reason not to choose to destroy </w:t>
      </w:r>
      <w:r w:rsidRPr="00CC046E">
        <w:rPr>
          <w:sz w:val="16"/>
        </w:rPr>
        <w:t xml:space="preserve">or damage </w:t>
      </w:r>
      <w:r w:rsidRPr="00CC046E">
        <w:rPr>
          <w:rStyle w:val="UnderlineBold"/>
        </w:rPr>
        <w:t xml:space="preserve">a basic good </w:t>
      </w:r>
      <w:r w:rsidRPr="00CC046E">
        <w:rPr>
          <w:sz w:val="16"/>
        </w:rPr>
        <w:t xml:space="preserve">in a human person, or to </w:t>
      </w:r>
      <w:r w:rsidRPr="00CC046E">
        <w:rPr>
          <w:sz w:val="16"/>
          <w:szCs w:val="20"/>
        </w:rPr>
        <w:t xml:space="preserve">the </w:t>
      </w:r>
      <w:r w:rsidRPr="00CC046E">
        <w:rPr>
          <w:sz w:val="16"/>
        </w:rPr>
        <w:t>reason not to act unfairly.</w:t>
      </w:r>
    </w:p>
    <w:p w14:paraId="449F96E4" w14:textId="77777777" w:rsidR="005731EF" w:rsidRDefault="005731EF" w:rsidP="001542FF"/>
    <w:p w14:paraId="7E14F5C3" w14:textId="40D8880F" w:rsidR="005731B2" w:rsidRDefault="00A72D3F" w:rsidP="00316F1A">
      <w:pPr>
        <w:pStyle w:val="Heading1"/>
      </w:pPr>
      <w:bookmarkStart w:id="4" w:name="_Toc189284288"/>
      <w:r w:rsidRPr="00A72D3F">
        <w:lastRenderedPageBreak/>
        <w:t>Life is a Basic Good</w:t>
      </w:r>
      <w:bookmarkEnd w:id="4"/>
    </w:p>
    <w:p w14:paraId="6CF66AB1" w14:textId="77777777" w:rsidR="00A72D3F" w:rsidRDefault="00A72D3F" w:rsidP="00A72D3F">
      <w:pPr>
        <w:pStyle w:val="Tag"/>
        <w:rPr>
          <w:lang w:eastAsia="zh-TW"/>
        </w:rPr>
      </w:pPr>
    </w:p>
    <w:p w14:paraId="42A8E664" w14:textId="615B253D" w:rsidR="00A72D3F" w:rsidRPr="00A72D3F" w:rsidRDefault="00A72D3F" w:rsidP="00A72D3F">
      <w:pPr>
        <w:pStyle w:val="Tag"/>
        <w:rPr>
          <w:lang w:eastAsia="zh-TW"/>
        </w:rPr>
      </w:pPr>
      <w:r w:rsidRPr="00A72D3F">
        <w:rPr>
          <w:lang w:eastAsia="zh-TW"/>
        </w:rPr>
        <w:t>Life is key to integral human fulfillment</w:t>
      </w:r>
      <w:r>
        <w:rPr>
          <w:lang w:eastAsia="zh-TW"/>
        </w:rPr>
        <w:t xml:space="preserve"> because it pervades all of our actions</w:t>
      </w:r>
      <w:r w:rsidRPr="00A72D3F">
        <w:rPr>
          <w:lang w:eastAsia="zh-TW"/>
        </w:rPr>
        <w:t>.</w:t>
      </w:r>
      <w:r>
        <w:rPr>
          <w:lang w:eastAsia="zh-TW"/>
        </w:rPr>
        <w:t xml:space="preserve"> </w:t>
      </w:r>
      <w:proofErr w:type="spellStart"/>
      <w:r>
        <w:rPr>
          <w:lang w:eastAsia="zh-TW"/>
        </w:rPr>
        <w:t>Grisez</w:t>
      </w:r>
      <w:proofErr w:type="spellEnd"/>
      <w:r>
        <w:rPr>
          <w:lang w:eastAsia="zh-TW"/>
        </w:rPr>
        <w:t>:</w:t>
      </w:r>
    </w:p>
    <w:p w14:paraId="649B587A" w14:textId="77777777" w:rsidR="00A72D3F" w:rsidRDefault="00A72D3F" w:rsidP="00A72D3F">
      <w:pPr>
        <w:rPr>
          <w:sz w:val="16"/>
          <w:lang w:eastAsia="zh-TW"/>
        </w:rPr>
      </w:pPr>
    </w:p>
    <w:p w14:paraId="0E14A85A" w14:textId="3A5967B2" w:rsidR="00A72D3F" w:rsidRDefault="00A72D3F" w:rsidP="00A72D3F">
      <w:pPr>
        <w:rPr>
          <w:sz w:val="16"/>
        </w:rPr>
      </w:pPr>
      <w:proofErr w:type="spellStart"/>
      <w:r w:rsidRPr="00AF57A1">
        <w:rPr>
          <w:sz w:val="16"/>
        </w:rPr>
        <w:t>Germain</w:t>
      </w:r>
      <w:proofErr w:type="spellEnd"/>
      <w:r w:rsidRPr="00AF57A1">
        <w:rPr>
          <w:sz w:val="16"/>
        </w:rPr>
        <w:t xml:space="preserve"> </w:t>
      </w:r>
      <w:proofErr w:type="spellStart"/>
      <w:r w:rsidRPr="00AF57A1">
        <w:rPr>
          <w:sz w:val="16"/>
        </w:rPr>
        <w:t>Grisez</w:t>
      </w:r>
      <w:proofErr w:type="spellEnd"/>
      <w:r w:rsidRPr="00AF57A1">
        <w:rPr>
          <w:sz w:val="16"/>
        </w:rPr>
        <w:t xml:space="preserve">, [Former Professor of Christian Ethics at Mount Saint Mary’s University in </w:t>
      </w:r>
      <w:proofErr w:type="spellStart"/>
      <w:r w:rsidRPr="00AF57A1">
        <w:rPr>
          <w:sz w:val="16"/>
        </w:rPr>
        <w:t>Emmitsburg</w:t>
      </w:r>
      <w:proofErr w:type="spellEnd"/>
      <w:r w:rsidRPr="00AF57A1">
        <w:rPr>
          <w:sz w:val="16"/>
        </w:rPr>
        <w:t xml:space="preserve">, Maryland], </w:t>
      </w:r>
      <w:r w:rsidRPr="00AF57A1">
        <w:rPr>
          <w:i/>
          <w:sz w:val="16"/>
        </w:rPr>
        <w:t>The Way of the Lord Jesus</w:t>
      </w:r>
      <w:r w:rsidRPr="00AF57A1">
        <w:rPr>
          <w:sz w:val="16"/>
        </w:rPr>
        <w:t xml:space="preserve"> Vol. 1, RK</w:t>
      </w:r>
    </w:p>
    <w:p w14:paraId="498B49EE" w14:textId="77777777" w:rsidR="00A72D3F" w:rsidRDefault="00A72D3F" w:rsidP="00A72D3F">
      <w:pPr>
        <w:rPr>
          <w:sz w:val="16"/>
          <w:lang w:eastAsia="zh-TW"/>
        </w:rPr>
      </w:pPr>
    </w:p>
    <w:p w14:paraId="69678010" w14:textId="77777777" w:rsidR="00A72D3F" w:rsidRPr="00A72D3F" w:rsidRDefault="00A72D3F" w:rsidP="00A72D3F">
      <w:pPr>
        <w:rPr>
          <w:sz w:val="16"/>
          <w:lang w:eastAsia="zh-TW"/>
        </w:rPr>
      </w:pPr>
      <w:r w:rsidRPr="00A72D3F">
        <w:rPr>
          <w:sz w:val="16"/>
          <w:lang w:eastAsia="zh-TW"/>
        </w:rPr>
        <w:t>Rational reflection supports the truth faith teaches. First, the instrumental view of the good of human life implies dualism. As already explained, intrinsic human goods are not possessions of persons, but the fulfillment of their being. On the instrumental view of life, life is not part of the intrinsic good of persons. However, life certainly is not separable from the living body, as if it were a mere possession. Thus, on the instrumental view of the good of life, the living body will be one thing and the fulfilled person something else. Thus the instrumental view of the good of human life implies dualism. Second, dualism is indefensible (see </w:t>
      </w:r>
      <w:proofErr w:type="spellStart"/>
      <w:r w:rsidRPr="00A72D3F">
        <w:rPr>
          <w:i/>
          <w:iCs/>
          <w:sz w:val="16"/>
          <w:lang w:eastAsia="zh-TW"/>
        </w:rPr>
        <w:t>S.t.</w:t>
      </w:r>
      <w:proofErr w:type="spellEnd"/>
      <w:r w:rsidRPr="00A72D3F">
        <w:rPr>
          <w:i/>
          <w:iCs/>
          <w:sz w:val="16"/>
          <w:lang w:eastAsia="zh-TW"/>
        </w:rPr>
        <w:t>,</w:t>
      </w:r>
      <w:r w:rsidRPr="00A72D3F">
        <w:rPr>
          <w:sz w:val="16"/>
          <w:lang w:eastAsia="zh-TW"/>
        </w:rPr>
        <w:t xml:space="preserve"> 1, q. 75, a. 4; q. 76, a. 1). </w:t>
      </w:r>
      <w:proofErr w:type="gramStart"/>
      <w:r w:rsidRPr="00A72D3F">
        <w:rPr>
          <w:rStyle w:val="UnderlineBold"/>
        </w:rPr>
        <w:t>Life is not merely one process among others, a process which can be distinguished from breathing</w:t>
      </w:r>
      <w:r w:rsidRPr="00A72D3F">
        <w:rPr>
          <w:sz w:val="16"/>
          <w:lang w:eastAsia="zh-TW"/>
        </w:rPr>
        <w:t>, feeling, choosing, talking, and so on.</w:t>
      </w:r>
      <w:proofErr w:type="gramEnd"/>
      <w:r w:rsidRPr="00A72D3F">
        <w:rPr>
          <w:sz w:val="16"/>
          <w:lang w:eastAsia="zh-TW"/>
        </w:rPr>
        <w:t xml:space="preserve"> </w:t>
      </w:r>
      <w:r w:rsidRPr="00A72D3F">
        <w:rPr>
          <w:rStyle w:val="UnderlineBold"/>
        </w:rPr>
        <w:t xml:space="preserve">The life of a person is indistinguishable from the person’s very reality. Life must pervade every part and activity of a person, or something of the person would be unreal. Moreover, one’s fulfillment is the completion of one’s given self. If the personal </w:t>
      </w:r>
      <w:proofErr w:type="gramStart"/>
      <w:r w:rsidRPr="00A72D3F">
        <w:rPr>
          <w:rStyle w:val="UnderlineBold"/>
        </w:rPr>
        <w:t>goods which constitute fulfillment</w:t>
      </w:r>
      <w:proofErr w:type="gramEnd"/>
      <w:r w:rsidRPr="00A72D3F">
        <w:rPr>
          <w:rStyle w:val="UnderlineBold"/>
        </w:rPr>
        <w:t xml:space="preserve"> were other than one’s given self, one could not fulfill oneself by acting.</w:t>
      </w:r>
    </w:p>
    <w:p w14:paraId="4DE871ED" w14:textId="77777777" w:rsidR="00A72D3F" w:rsidRPr="00A72D3F" w:rsidRDefault="00A72D3F" w:rsidP="00A72D3F"/>
    <w:p w14:paraId="2A3518EA" w14:textId="68FA8ECE" w:rsidR="005731EF" w:rsidRDefault="00720798" w:rsidP="00316F1A">
      <w:pPr>
        <w:pStyle w:val="Heading1"/>
      </w:pPr>
      <w:bookmarkStart w:id="5" w:name="_Toc189284289"/>
      <w:r w:rsidRPr="00720798">
        <w:lastRenderedPageBreak/>
        <w:t>A2 Intent Doesn’t Matter</w:t>
      </w:r>
      <w:bookmarkEnd w:id="5"/>
    </w:p>
    <w:p w14:paraId="34A15CAD" w14:textId="77777777" w:rsidR="00720798" w:rsidRPr="00720798" w:rsidRDefault="00720798" w:rsidP="00720798"/>
    <w:p w14:paraId="074B7A91" w14:textId="77777777" w:rsidR="00720798" w:rsidRDefault="00720798" w:rsidP="00720798">
      <w:pPr>
        <w:pStyle w:val="Tag"/>
        <w:numPr>
          <w:ilvl w:val="0"/>
          <w:numId w:val="5"/>
        </w:numPr>
      </w:pPr>
      <w:r>
        <w:t xml:space="preserve">Intent matters – determines the distinction between self-preservation and intending harm to a </w:t>
      </w:r>
      <w:proofErr w:type="spellStart"/>
      <w:r>
        <w:t>willer’s</w:t>
      </w:r>
      <w:proofErr w:type="spellEnd"/>
      <w:r>
        <w:t xml:space="preserve"> death.</w:t>
      </w:r>
    </w:p>
    <w:p w14:paraId="75A9D0A2" w14:textId="2D6D208E" w:rsidR="00720798" w:rsidRDefault="00720798" w:rsidP="00720798">
      <w:pPr>
        <w:pStyle w:val="Tag"/>
        <w:numPr>
          <w:ilvl w:val="0"/>
          <w:numId w:val="5"/>
        </w:numPr>
      </w:pPr>
      <w:r>
        <w:t xml:space="preserve">His </w:t>
      </w:r>
      <w:proofErr w:type="spellStart"/>
      <w:r>
        <w:t>aff</w:t>
      </w:r>
      <w:proofErr w:type="spellEnd"/>
      <w:r>
        <w:t xml:space="preserve"> concedes that life is inherently valuable, which means self-defense must take into account the sanctity to life. </w:t>
      </w:r>
    </w:p>
    <w:p w14:paraId="0EB5CD64" w14:textId="0FD3E917" w:rsidR="00720798" w:rsidRDefault="00720798" w:rsidP="00720798">
      <w:pPr>
        <w:pStyle w:val="Tag"/>
        <w:numPr>
          <w:ilvl w:val="0"/>
          <w:numId w:val="5"/>
        </w:numPr>
      </w:pPr>
      <w:r>
        <w:t>The framework proves that we can’t ever will against the directly integral fulfillment of human life. He’s conceding internal warrants in the FW that make his argument irrelevant.</w:t>
      </w:r>
    </w:p>
    <w:p w14:paraId="6F953697" w14:textId="77777777" w:rsidR="00720798" w:rsidRDefault="00720798" w:rsidP="00720798">
      <w:pPr>
        <w:pStyle w:val="Tag"/>
        <w:numPr>
          <w:ilvl w:val="0"/>
          <w:numId w:val="5"/>
        </w:numPr>
      </w:pPr>
      <w:r>
        <w:t xml:space="preserve">Consequences are </w:t>
      </w:r>
      <w:proofErr w:type="gramStart"/>
      <w:r>
        <w:t>unpredictable .</w:t>
      </w:r>
      <w:proofErr w:type="gramEnd"/>
      <w:r>
        <w:t xml:space="preserve"> </w:t>
      </w:r>
      <w:proofErr w:type="gramStart"/>
      <w:r>
        <w:t>for</w:t>
      </w:r>
      <w:proofErr w:type="gramEnd"/>
      <w:r>
        <w:t xml:space="preserve"> any regularity in nature, doesn’t mean we should assume the future follows the past. The only thing that can be used to justify this is that “so far” the present has resembled the past. But that begs </w:t>
      </w:r>
      <w:proofErr w:type="gramStart"/>
      <w:r>
        <w:t>the ?</w:t>
      </w:r>
      <w:proofErr w:type="gramEnd"/>
      <w:r>
        <w:t xml:space="preserve"> </w:t>
      </w:r>
      <w:proofErr w:type="gramStart"/>
      <w:r>
        <w:t>b</w:t>
      </w:r>
      <w:proofErr w:type="gramEnd"/>
      <w:r>
        <w:t xml:space="preserve">/c it assumes inductive reasoning. </w:t>
      </w:r>
    </w:p>
    <w:p w14:paraId="4A5C20B6" w14:textId="50B67B2A" w:rsidR="00720798" w:rsidRDefault="00720798" w:rsidP="00720798">
      <w:pPr>
        <w:pStyle w:val="Tag"/>
        <w:numPr>
          <w:ilvl w:val="0"/>
          <w:numId w:val="5"/>
        </w:numPr>
      </w:pPr>
      <w:r>
        <w:t xml:space="preserve">Intention determines the type of acts things are. It determines moral rules and whether we should follow it. That puts him in a </w:t>
      </w:r>
      <w:proofErr w:type="spellStart"/>
      <w:r>
        <w:t>d.b</w:t>
      </w:r>
      <w:proofErr w:type="spellEnd"/>
      <w:r>
        <w:t xml:space="preserve">. a) Intention isn’t relevant which means we have no reason to follow moral rules which means he can’t prove moral </w:t>
      </w:r>
      <w:proofErr w:type="spellStart"/>
      <w:r>
        <w:t>permissibilyt</w:t>
      </w:r>
      <w:proofErr w:type="spellEnd"/>
      <w:r>
        <w:t xml:space="preserve"> b/c that assume the existence of morality to say its </w:t>
      </w:r>
      <w:proofErr w:type="spellStart"/>
      <w:r>
        <w:t>permissibilyt</w:t>
      </w:r>
      <w:proofErr w:type="spellEnd"/>
      <w:r>
        <w:t xml:space="preserve">, which </w:t>
      </w:r>
      <w:r w:rsidR="00C07B25">
        <w:t xml:space="preserve">means </w:t>
      </w:r>
      <w:r>
        <w:t xml:space="preserve">the resolution is false and you negate b/c skep is true or b) intention is </w:t>
      </w:r>
      <w:r w:rsidR="00FD3AA4">
        <w:t>relevant</w:t>
      </w:r>
      <w:r>
        <w:t xml:space="preserve"> which means there’s a distinction between intending a harm against another and self preservation which means the NC solves 100% of the </w:t>
      </w:r>
      <w:proofErr w:type="spellStart"/>
      <w:r>
        <w:t>aff</w:t>
      </w:r>
      <w:proofErr w:type="spellEnd"/>
      <w:r>
        <w:t xml:space="preserve">. </w:t>
      </w:r>
    </w:p>
    <w:p w14:paraId="4B5FC8A6" w14:textId="77777777" w:rsidR="00720798" w:rsidRDefault="00720798" w:rsidP="00720798">
      <w:pPr>
        <w:pStyle w:val="Tag"/>
        <w:numPr>
          <w:ilvl w:val="0"/>
          <w:numId w:val="5"/>
        </w:numPr>
      </w:pPr>
      <w:r>
        <w:t xml:space="preserve">Only thing we have control over are our intentions everything else is out of our control. </w:t>
      </w:r>
    </w:p>
    <w:p w14:paraId="6F45618F" w14:textId="77777777" w:rsidR="00720798" w:rsidRDefault="00720798" w:rsidP="00720798"/>
    <w:p w14:paraId="47FE9858" w14:textId="77777777" w:rsidR="00720798" w:rsidRDefault="00720798" w:rsidP="00720798"/>
    <w:p w14:paraId="5A6C6218" w14:textId="6A63B0C5" w:rsidR="002C52B9" w:rsidRDefault="002C52B9" w:rsidP="00316F1A">
      <w:pPr>
        <w:pStyle w:val="Heading1"/>
      </w:pPr>
      <w:bookmarkStart w:id="6" w:name="_Toc189284290"/>
      <w:r w:rsidRPr="002C52B9">
        <w:lastRenderedPageBreak/>
        <w:t>A2 WTF ARE THE BASIC GOODS</w:t>
      </w:r>
      <w:bookmarkEnd w:id="6"/>
    </w:p>
    <w:p w14:paraId="478DA50A" w14:textId="77777777" w:rsidR="002502E0" w:rsidRDefault="002502E0" w:rsidP="002502E0"/>
    <w:p w14:paraId="3B3623FE" w14:textId="6D859E77" w:rsidR="002502E0" w:rsidRDefault="002502E0" w:rsidP="002502E0">
      <w:pPr>
        <w:pStyle w:val="Tag"/>
      </w:pPr>
      <w:r>
        <w:t xml:space="preserve">The basic human goods are simply aspects of human </w:t>
      </w:r>
      <w:proofErr w:type="gramStart"/>
      <w:r>
        <w:t>full-being</w:t>
      </w:r>
      <w:proofErr w:type="gramEnd"/>
      <w:r>
        <w:t xml:space="preserve">. </w:t>
      </w:r>
      <w:proofErr w:type="spellStart"/>
      <w:r w:rsidR="00FF04D9">
        <w:t>Grisez</w:t>
      </w:r>
      <w:proofErr w:type="spellEnd"/>
      <w:r w:rsidR="00FF04D9">
        <w:t>:</w:t>
      </w:r>
    </w:p>
    <w:p w14:paraId="25D167BE" w14:textId="77777777" w:rsidR="00FF04D9" w:rsidRDefault="00FF04D9" w:rsidP="00FF04D9"/>
    <w:p w14:paraId="3A1D2F25" w14:textId="561FE7CB" w:rsidR="00FF04D9" w:rsidRPr="00AF57A1" w:rsidRDefault="00FF04D9" w:rsidP="00AF57A1">
      <w:pPr>
        <w:rPr>
          <w:sz w:val="16"/>
        </w:rPr>
      </w:pPr>
      <w:proofErr w:type="spellStart"/>
      <w:r w:rsidRPr="00AF57A1">
        <w:rPr>
          <w:sz w:val="16"/>
        </w:rPr>
        <w:t>Germain</w:t>
      </w:r>
      <w:proofErr w:type="spellEnd"/>
      <w:r w:rsidRPr="00AF57A1">
        <w:rPr>
          <w:sz w:val="16"/>
        </w:rPr>
        <w:t xml:space="preserve"> </w:t>
      </w:r>
      <w:proofErr w:type="spellStart"/>
      <w:r w:rsidRPr="00AF57A1">
        <w:rPr>
          <w:sz w:val="16"/>
        </w:rPr>
        <w:t>Grisez</w:t>
      </w:r>
      <w:proofErr w:type="spellEnd"/>
      <w:r w:rsidRPr="00AF57A1">
        <w:rPr>
          <w:sz w:val="16"/>
        </w:rPr>
        <w:t xml:space="preserve">, [Former Professor of Christian Ethics at Mount Saint Mary’s University in </w:t>
      </w:r>
      <w:proofErr w:type="spellStart"/>
      <w:r w:rsidRPr="00AF57A1">
        <w:rPr>
          <w:sz w:val="16"/>
        </w:rPr>
        <w:t>Emmitsburg</w:t>
      </w:r>
      <w:proofErr w:type="spellEnd"/>
      <w:r w:rsidRPr="00AF57A1">
        <w:rPr>
          <w:sz w:val="16"/>
        </w:rPr>
        <w:t xml:space="preserve">, Maryland], </w:t>
      </w:r>
      <w:r w:rsidRPr="00AF57A1">
        <w:rPr>
          <w:i/>
          <w:sz w:val="16"/>
        </w:rPr>
        <w:t>The Way of the Lord Jesus</w:t>
      </w:r>
      <w:r w:rsidR="00AF57A1" w:rsidRPr="00AF57A1">
        <w:rPr>
          <w:sz w:val="16"/>
        </w:rPr>
        <w:t xml:space="preserve"> Vol. 1, RK</w:t>
      </w:r>
    </w:p>
    <w:p w14:paraId="270F95BA" w14:textId="77777777" w:rsidR="002502E0" w:rsidRDefault="002502E0" w:rsidP="002502E0"/>
    <w:p w14:paraId="2A6725D8" w14:textId="55C32A2F" w:rsidR="002502E0" w:rsidRPr="00FF04D9" w:rsidRDefault="002502E0" w:rsidP="002502E0">
      <w:pPr>
        <w:rPr>
          <w:rFonts w:eastAsia="Times New Roman"/>
          <w:sz w:val="16"/>
          <w:szCs w:val="20"/>
        </w:rPr>
      </w:pPr>
      <w:r w:rsidRPr="00FF04D9">
        <w:rPr>
          <w:rStyle w:val="UnderlineBold"/>
        </w:rPr>
        <w:t xml:space="preserve">One can distinguish human goods by noticing the assumptions implicit in one’s practical reasoning </w:t>
      </w:r>
      <w:r w:rsidRPr="00FF04D9">
        <w:rPr>
          <w:rStyle w:val="UnderlineBold"/>
          <w:b w:val="0"/>
          <w:sz w:val="16"/>
          <w:u w:val="none"/>
        </w:rPr>
        <w:t xml:space="preserve">and that of other individuals and deliberative assemblies. </w:t>
      </w:r>
      <w:r w:rsidRPr="00FF04D9">
        <w:rPr>
          <w:rStyle w:val="UnderlineBold"/>
        </w:rPr>
        <w:t xml:space="preserve">In considering reasons in favor of proposals, deliberation quickly reaches some </w:t>
      </w:r>
      <w:proofErr w:type="gramStart"/>
      <w:r w:rsidRPr="00FF04D9">
        <w:rPr>
          <w:rStyle w:val="UnderlineBold"/>
        </w:rPr>
        <w:t>good which</w:t>
      </w:r>
      <w:proofErr w:type="gramEnd"/>
      <w:r w:rsidRPr="00FF04D9">
        <w:rPr>
          <w:rStyle w:val="UnderlineBold"/>
        </w:rPr>
        <w:t xml:space="preserve"> is taken to be not merely a means to an end but an aspect of personal fulfillment. Much effort is directed</w:t>
      </w:r>
      <w:r w:rsidRPr="00FF04D9">
        <w:rPr>
          <w:sz w:val="16"/>
          <w:szCs w:val="26"/>
        </w:rPr>
        <w:t xml:space="preserve">, for example, </w:t>
      </w:r>
      <w:r w:rsidRPr="00FF04D9">
        <w:rPr>
          <w:rStyle w:val="UnderlineBold"/>
        </w:rPr>
        <w:t>toward preserving life and health, and one needs no reason beyond themselves for concern about these goods</w:t>
      </w:r>
      <w:r w:rsidRPr="00FF04D9">
        <w:rPr>
          <w:sz w:val="16"/>
          <w:szCs w:val="26"/>
        </w:rPr>
        <w:t>. True,</w:t>
      </w:r>
      <w:r w:rsidRPr="00FF04D9">
        <w:rPr>
          <w:rStyle w:val="UnderlineBold"/>
        </w:rPr>
        <w:t xml:space="preserve"> </w:t>
      </w:r>
      <w:r w:rsidRPr="00C718A1">
        <w:rPr>
          <w:rStyle w:val="UnderlineBold"/>
          <w:b w:val="0"/>
          <w:sz w:val="16"/>
          <w:u w:val="none"/>
        </w:rPr>
        <w:t>they can be considered means to other goods intrinsic to persons, but they can also be sought for themselves</w:t>
      </w:r>
      <w:r w:rsidRPr="00C718A1">
        <w:rPr>
          <w:b/>
          <w:sz w:val="16"/>
          <w:szCs w:val="26"/>
        </w:rPr>
        <w:t xml:space="preserve">. </w:t>
      </w:r>
      <w:r w:rsidRPr="00FF04D9">
        <w:rPr>
          <w:sz w:val="16"/>
          <w:szCs w:val="26"/>
        </w:rPr>
        <w:t>4.</w:t>
      </w:r>
      <w:r w:rsidRPr="00FF04D9">
        <w:rPr>
          <w:sz w:val="16"/>
          <w:szCs w:val="26"/>
        </w:rPr>
        <w:t> </w:t>
      </w:r>
      <w:r w:rsidRPr="00FF04D9">
        <w:rPr>
          <w:sz w:val="16"/>
          <w:szCs w:val="26"/>
        </w:rPr>
        <w:t xml:space="preserve">There are different senses in which a good can be said to be “sought for </w:t>
      </w:r>
      <w:proofErr w:type="gramStart"/>
      <w:r w:rsidRPr="00FF04D9">
        <w:rPr>
          <w:sz w:val="16"/>
          <w:szCs w:val="26"/>
        </w:rPr>
        <w:t>itself</w:t>
      </w:r>
      <w:proofErr w:type="gramEnd"/>
      <w:r w:rsidRPr="00FF04D9">
        <w:rPr>
          <w:sz w:val="16"/>
          <w:szCs w:val="26"/>
        </w:rPr>
        <w:t xml:space="preserve">.” The human </w:t>
      </w:r>
      <w:proofErr w:type="gramStart"/>
      <w:r w:rsidRPr="00FF04D9">
        <w:rPr>
          <w:sz w:val="16"/>
          <w:szCs w:val="26"/>
        </w:rPr>
        <w:t>goods which fulfill persons</w:t>
      </w:r>
      <w:proofErr w:type="gramEnd"/>
      <w:r w:rsidRPr="00FF04D9">
        <w:rPr>
          <w:sz w:val="16"/>
          <w:szCs w:val="26"/>
        </w:rPr>
        <w:t xml:space="preserve"> should not be considered mere outcomes one wants and seeks—as the goals one will enjoy if action is successful. Such outcomes have the character of accomplishments rather than of self-fulfillment—that is, they remain extrinsic to the person. </w:t>
      </w:r>
      <w:r w:rsidRPr="00FF04D9">
        <w:rPr>
          <w:rStyle w:val="UnderlineBold"/>
        </w:rPr>
        <w:t xml:space="preserve">Basic human goods must instead be considered aspects of what one might call human “full-being.” They are sought for themselves in the sense that they are judged to be humanly fulfilling. </w:t>
      </w:r>
      <w:r w:rsidRPr="00FF04D9">
        <w:rPr>
          <w:sz w:val="16"/>
          <w:szCs w:val="26"/>
        </w:rPr>
        <w:t xml:space="preserve">They provide reasons for intelligently wanting something and choosing to act for it as a goal. </w:t>
      </w:r>
    </w:p>
    <w:p w14:paraId="20013F62" w14:textId="77777777" w:rsidR="002502E0" w:rsidRDefault="002502E0" w:rsidP="002C52B9"/>
    <w:p w14:paraId="061DEB00" w14:textId="77777777" w:rsidR="00A21255" w:rsidRDefault="00A21255" w:rsidP="00A21255">
      <w:pPr>
        <w:pStyle w:val="Tag"/>
        <w:rPr>
          <w:rFonts w:cs="Arial"/>
        </w:rPr>
      </w:pPr>
      <w:r>
        <w:rPr>
          <w:rFonts w:cs="Arial"/>
        </w:rPr>
        <w:t xml:space="preserve">Figuring out the basic goods is not controversial or subjective. </w:t>
      </w:r>
      <w:proofErr w:type="spellStart"/>
      <w:r>
        <w:rPr>
          <w:rFonts w:cs="Arial"/>
        </w:rPr>
        <w:t>Grisez</w:t>
      </w:r>
      <w:proofErr w:type="spellEnd"/>
      <w:r>
        <w:rPr>
          <w:rFonts w:cs="Arial"/>
        </w:rPr>
        <w:t>:</w:t>
      </w:r>
    </w:p>
    <w:p w14:paraId="44CD21FC" w14:textId="77777777" w:rsidR="00A21255" w:rsidRDefault="00A21255" w:rsidP="00A21255"/>
    <w:p w14:paraId="0C9DA93A" w14:textId="77777777" w:rsidR="00A21255" w:rsidRPr="00D532B5" w:rsidRDefault="00A21255" w:rsidP="00A21255">
      <w:pPr>
        <w:rPr>
          <w:sz w:val="16"/>
        </w:rPr>
      </w:pPr>
      <w:proofErr w:type="spellStart"/>
      <w:r w:rsidRPr="00D532B5">
        <w:rPr>
          <w:sz w:val="16"/>
        </w:rPr>
        <w:t>Germain</w:t>
      </w:r>
      <w:proofErr w:type="spellEnd"/>
      <w:r w:rsidRPr="00D532B5">
        <w:rPr>
          <w:sz w:val="16"/>
        </w:rPr>
        <w:t xml:space="preserve"> </w:t>
      </w:r>
      <w:proofErr w:type="spellStart"/>
      <w:r w:rsidRPr="00D532B5">
        <w:rPr>
          <w:sz w:val="16"/>
        </w:rPr>
        <w:t>Grisez</w:t>
      </w:r>
      <w:proofErr w:type="spellEnd"/>
      <w:r w:rsidRPr="00D532B5">
        <w:rPr>
          <w:sz w:val="16"/>
        </w:rPr>
        <w:t xml:space="preserve">, Joseph Boyle, and John </w:t>
      </w:r>
      <w:proofErr w:type="spellStart"/>
      <w:r w:rsidRPr="00D532B5">
        <w:rPr>
          <w:sz w:val="16"/>
        </w:rPr>
        <w:t>Finnis</w:t>
      </w:r>
      <w:proofErr w:type="spellEnd"/>
      <w:r w:rsidRPr="00D532B5">
        <w:rPr>
          <w:sz w:val="16"/>
        </w:rPr>
        <w:t>, “Practical Principles, Moral Truth, and Ultimate Ends”, A</w:t>
      </w:r>
      <w:r w:rsidRPr="00D532B5">
        <w:rPr>
          <w:rFonts w:cs="Helvetica"/>
          <w:color w:val="000000"/>
          <w:sz w:val="16"/>
          <w:szCs w:val="24"/>
        </w:rPr>
        <w:t>merican Journal of Jurisdiction vol. 32, 1987. RK</w:t>
      </w:r>
    </w:p>
    <w:p w14:paraId="1771C008" w14:textId="77777777" w:rsidR="00A21255" w:rsidRPr="002E616B" w:rsidRDefault="00A21255" w:rsidP="00A21255"/>
    <w:p w14:paraId="1A5E19D9" w14:textId="5A066D22" w:rsidR="00A21255" w:rsidRPr="00A21255" w:rsidRDefault="00A21255" w:rsidP="002C52B9">
      <w:pPr>
        <w:rPr>
          <w:rFonts w:cs="Arial"/>
          <w:sz w:val="16"/>
        </w:rPr>
      </w:pPr>
      <w:r w:rsidRPr="00455E9F">
        <w:rPr>
          <w:rStyle w:val="UnderlineBold"/>
        </w:rPr>
        <w:t xml:space="preserve">The most direct way to uncover the basic goods is by considering actions and asking, "Why are you doing that?" and "Why should we do that?" </w:t>
      </w:r>
      <w:r w:rsidRPr="00455E9F">
        <w:rPr>
          <w:rFonts w:cs="Arial"/>
          <w:sz w:val="16"/>
        </w:rPr>
        <w:t xml:space="preserve">and so on. Persisting with such questions eventually un- covers a small number of basic purposes of diverse kinds. </w:t>
      </w:r>
      <w:r>
        <w:rPr>
          <w:rStyle w:val="UnderlineBold"/>
        </w:rPr>
        <w:t>These pur</w:t>
      </w:r>
      <w:r w:rsidRPr="00455E9F">
        <w:rPr>
          <w:rStyle w:val="UnderlineBold"/>
        </w:rPr>
        <w:t>poses arouse interest because their intelligible aspects are instantiations of the diverse basic goods.</w:t>
      </w:r>
      <w:r>
        <w:rPr>
          <w:rStyle w:val="UnderlineBold"/>
        </w:rPr>
        <w:t xml:space="preserve"> </w:t>
      </w:r>
      <w:r w:rsidRPr="00455E9F">
        <w:rPr>
          <w:rStyle w:val="UnderlineBold"/>
        </w:rPr>
        <w:t xml:space="preserve">The diversity of the basic goods is neither a mere contingent fact about human psychology nor an accident of history </w:t>
      </w:r>
      <w:r w:rsidRPr="00455E9F">
        <w:rPr>
          <w:rFonts w:cs="Arial"/>
          <w:sz w:val="16"/>
        </w:rPr>
        <w:t xml:space="preserve">[section </w:t>
      </w:r>
      <w:proofErr w:type="gramStart"/>
      <w:r w:rsidRPr="00455E9F">
        <w:rPr>
          <w:rFonts w:cs="Arial"/>
          <w:sz w:val="16"/>
        </w:rPr>
        <w:t>IV(</w:t>
      </w:r>
      <w:proofErr w:type="gramEnd"/>
      <w:r w:rsidRPr="00455E9F">
        <w:rPr>
          <w:rFonts w:cs="Arial"/>
          <w:sz w:val="16"/>
        </w:rPr>
        <w:t xml:space="preserve">B-C)]. </w:t>
      </w:r>
      <w:r w:rsidRPr="00A21255">
        <w:rPr>
          <w:rStyle w:val="UnderlineBold"/>
          <w:b w:val="0"/>
          <w:sz w:val="16"/>
          <w:u w:val="none"/>
        </w:rPr>
        <w:t>Rather</w:t>
      </w:r>
      <w:r w:rsidRPr="00455E9F">
        <w:rPr>
          <w:rStyle w:val="UnderlineBold"/>
        </w:rPr>
        <w:t>, being aspects of the fulfillme</w:t>
      </w:r>
      <w:r>
        <w:rPr>
          <w:rStyle w:val="UnderlineBold"/>
        </w:rPr>
        <w:t>nt of persons, these goods cor</w:t>
      </w:r>
      <w:r w:rsidRPr="00455E9F">
        <w:rPr>
          <w:rStyle w:val="UnderlineBold"/>
        </w:rPr>
        <w:t xml:space="preserve">respond to the inherent complexities of human nature, as it is manifested both in individuals and in various forms of community. </w:t>
      </w:r>
      <w:r w:rsidRPr="00455E9F">
        <w:rPr>
          <w:rFonts w:cs="Arial"/>
          <w:sz w:val="16"/>
        </w:rPr>
        <w:t>In other works we have provided somewhat different lists of the most general categories of basic goods. But the following seven categories now seem to us adequate.</w:t>
      </w:r>
    </w:p>
    <w:p w14:paraId="27125A46" w14:textId="77777777" w:rsidR="00A21255" w:rsidRDefault="00A21255" w:rsidP="002C52B9"/>
    <w:p w14:paraId="20C255CB" w14:textId="55D379B6" w:rsidR="00A21255" w:rsidRDefault="00A21255" w:rsidP="00A21255">
      <w:pPr>
        <w:pStyle w:val="Tag"/>
        <w:rPr>
          <w:rFonts w:cs="Arial"/>
        </w:rPr>
      </w:pPr>
      <w:r>
        <w:rPr>
          <w:rFonts w:cs="Arial"/>
        </w:rPr>
        <w:t xml:space="preserve">The basic goods are self-evident. </w:t>
      </w:r>
      <w:proofErr w:type="spellStart"/>
      <w:r>
        <w:rPr>
          <w:rFonts w:cs="Arial"/>
        </w:rPr>
        <w:t>Grisez</w:t>
      </w:r>
      <w:proofErr w:type="spellEnd"/>
      <w:r>
        <w:rPr>
          <w:rFonts w:cs="Arial"/>
        </w:rPr>
        <w:t>:</w:t>
      </w:r>
    </w:p>
    <w:p w14:paraId="5A62119B" w14:textId="77777777" w:rsidR="00A21255" w:rsidRDefault="00A21255" w:rsidP="00A21255"/>
    <w:p w14:paraId="7F4A3E5F" w14:textId="77777777" w:rsidR="00A21255" w:rsidRPr="00D532B5" w:rsidRDefault="00A21255" w:rsidP="00A21255">
      <w:pPr>
        <w:rPr>
          <w:sz w:val="16"/>
        </w:rPr>
      </w:pPr>
      <w:proofErr w:type="spellStart"/>
      <w:r w:rsidRPr="00D532B5">
        <w:rPr>
          <w:sz w:val="16"/>
        </w:rPr>
        <w:t>Germain</w:t>
      </w:r>
      <w:proofErr w:type="spellEnd"/>
      <w:r w:rsidRPr="00D532B5">
        <w:rPr>
          <w:sz w:val="16"/>
        </w:rPr>
        <w:t xml:space="preserve"> </w:t>
      </w:r>
      <w:proofErr w:type="spellStart"/>
      <w:r w:rsidRPr="00D532B5">
        <w:rPr>
          <w:sz w:val="16"/>
        </w:rPr>
        <w:t>Grisez</w:t>
      </w:r>
      <w:proofErr w:type="spellEnd"/>
      <w:r w:rsidRPr="00D532B5">
        <w:rPr>
          <w:sz w:val="16"/>
        </w:rPr>
        <w:t xml:space="preserve">, Joseph Boyle, and John </w:t>
      </w:r>
      <w:proofErr w:type="spellStart"/>
      <w:r w:rsidRPr="00D532B5">
        <w:rPr>
          <w:sz w:val="16"/>
        </w:rPr>
        <w:t>Finnis</w:t>
      </w:r>
      <w:proofErr w:type="spellEnd"/>
      <w:r w:rsidRPr="00D532B5">
        <w:rPr>
          <w:sz w:val="16"/>
        </w:rPr>
        <w:t>, “Practical Principles, Moral Truth, and Ultimate Ends”, A</w:t>
      </w:r>
      <w:r w:rsidRPr="00D532B5">
        <w:rPr>
          <w:rFonts w:cs="Helvetica"/>
          <w:color w:val="000000"/>
          <w:sz w:val="16"/>
          <w:szCs w:val="24"/>
        </w:rPr>
        <w:t>merican Journal of Jurisdiction vol. 32, 1987. RK</w:t>
      </w:r>
    </w:p>
    <w:p w14:paraId="5E47C543" w14:textId="77777777" w:rsidR="00A21255" w:rsidRDefault="00A21255" w:rsidP="00A21255"/>
    <w:p w14:paraId="026773D6" w14:textId="77777777" w:rsidR="00A21255" w:rsidRPr="00852DA5" w:rsidRDefault="00A21255" w:rsidP="00A21255">
      <w:pPr>
        <w:rPr>
          <w:rFonts w:cs="Arial"/>
          <w:sz w:val="16"/>
        </w:rPr>
      </w:pPr>
      <w:r w:rsidRPr="00852DA5">
        <w:rPr>
          <w:rFonts w:cs="Arial"/>
          <w:sz w:val="16"/>
        </w:rPr>
        <w:t xml:space="preserve">The question naturally arises: </w:t>
      </w:r>
      <w:r w:rsidRPr="00396AF9">
        <w:rPr>
          <w:rStyle w:val="UnderlineBold"/>
          <w:b w:val="0"/>
          <w:sz w:val="16"/>
          <w:u w:val="none"/>
        </w:rPr>
        <w:t xml:space="preserve">If the principles of practical knowledge serve as ultimate rational grounds for proposing actions to be done, how can these principles themselves come to be known? </w:t>
      </w:r>
      <w:r w:rsidRPr="00852DA5">
        <w:rPr>
          <w:rStyle w:val="UnderlineBold"/>
        </w:rPr>
        <w:t xml:space="preserve">As first principles, they cannot be derived from any theoretical knowledge </w:t>
      </w:r>
      <w:r w:rsidRPr="00852DA5">
        <w:rPr>
          <w:rFonts w:cs="Arial"/>
          <w:sz w:val="16"/>
        </w:rPr>
        <w:t xml:space="preserve">[sec- </w:t>
      </w:r>
      <w:proofErr w:type="spellStart"/>
      <w:r w:rsidRPr="00852DA5">
        <w:rPr>
          <w:rFonts w:cs="Arial"/>
          <w:sz w:val="16"/>
        </w:rPr>
        <w:t>tions</w:t>
      </w:r>
      <w:proofErr w:type="spellEnd"/>
      <w:r w:rsidRPr="00852DA5">
        <w:rPr>
          <w:rFonts w:cs="Arial"/>
          <w:sz w:val="16"/>
        </w:rPr>
        <w:t xml:space="preserve"> </w:t>
      </w:r>
      <w:proofErr w:type="gramStart"/>
      <w:r w:rsidRPr="00852DA5">
        <w:rPr>
          <w:rFonts w:cs="Arial"/>
          <w:sz w:val="16"/>
        </w:rPr>
        <w:t>I(</w:t>
      </w:r>
      <w:proofErr w:type="gramEnd"/>
      <w:r w:rsidRPr="00852DA5">
        <w:rPr>
          <w:rFonts w:cs="Arial"/>
          <w:sz w:val="16"/>
        </w:rPr>
        <w:t xml:space="preserve">B); IV(A); VI(B); VIII(C)]. </w:t>
      </w:r>
      <w:r w:rsidRPr="00396AF9">
        <w:rPr>
          <w:rStyle w:val="UnderlineBold"/>
          <w:b w:val="0"/>
          <w:sz w:val="16"/>
          <w:u w:val="none"/>
        </w:rPr>
        <w:t xml:space="preserve">Thus, </w:t>
      </w:r>
      <w:r w:rsidRPr="00852DA5">
        <w:rPr>
          <w:rStyle w:val="UnderlineBold"/>
        </w:rPr>
        <w:t xml:space="preserve">they cannot be verified by experience or deduced from any more basic truths through a middle term. They are self-evident. Self-evident principles are per se nota-known just by knowing the meaning of their terms. This does not mean that they are mere linguistic clarifications, nor that they are intuitions-insights unrelated to data </w:t>
      </w:r>
      <w:r w:rsidRPr="00852DA5">
        <w:rPr>
          <w:rFonts w:cs="Arial"/>
          <w:sz w:val="16"/>
        </w:rPr>
        <w:t xml:space="preserve">[see section </w:t>
      </w:r>
      <w:proofErr w:type="gramStart"/>
      <w:r w:rsidRPr="00852DA5">
        <w:rPr>
          <w:rFonts w:cs="Arial"/>
          <w:sz w:val="16"/>
        </w:rPr>
        <w:t>III(</w:t>
      </w:r>
      <w:proofErr w:type="gramEnd"/>
      <w:r w:rsidRPr="00852DA5">
        <w:rPr>
          <w:rFonts w:cs="Arial"/>
          <w:sz w:val="16"/>
        </w:rPr>
        <w:t xml:space="preserve">B)]. </w:t>
      </w:r>
      <w:r w:rsidRPr="00396AF9">
        <w:rPr>
          <w:rStyle w:val="UnderlineBold"/>
          <w:b w:val="0"/>
          <w:sz w:val="16"/>
          <w:u w:val="none"/>
        </w:rPr>
        <w:t>Rather</w:t>
      </w:r>
      <w:r w:rsidRPr="00852DA5">
        <w:rPr>
          <w:rStyle w:val="UnderlineBold"/>
        </w:rPr>
        <w:t xml:space="preserve">, it means that these truths are known </w:t>
      </w:r>
      <w:r w:rsidRPr="00852DA5">
        <w:rPr>
          <w:rFonts w:cs="Arial"/>
          <w:sz w:val="16"/>
        </w:rPr>
        <w:t xml:space="preserve">(nota) </w:t>
      </w:r>
      <w:r w:rsidRPr="00852DA5">
        <w:rPr>
          <w:rStyle w:val="UnderlineBold"/>
        </w:rPr>
        <w:t xml:space="preserve">without any middle term </w:t>
      </w:r>
      <w:r w:rsidRPr="00852DA5">
        <w:rPr>
          <w:rFonts w:cs="Arial"/>
          <w:sz w:val="16"/>
        </w:rPr>
        <w:t xml:space="preserve">(per se), </w:t>
      </w:r>
      <w:r w:rsidRPr="00852DA5">
        <w:rPr>
          <w:rStyle w:val="UnderlineBold"/>
        </w:rPr>
        <w:t>by understanding what is signified by their terms</w:t>
      </w:r>
      <w:r w:rsidRPr="00852DA5">
        <w:rPr>
          <w:rFonts w:cs="Arial"/>
          <w:sz w:val="16"/>
        </w:rPr>
        <w:t>.</w:t>
      </w:r>
    </w:p>
    <w:p w14:paraId="332154E3" w14:textId="77777777" w:rsidR="00A21255" w:rsidRPr="002C52B9" w:rsidRDefault="00A21255" w:rsidP="002C52B9"/>
    <w:p w14:paraId="14DD2EDA" w14:textId="393FAD9A" w:rsidR="00720798" w:rsidRDefault="00720798" w:rsidP="00316F1A">
      <w:pPr>
        <w:pStyle w:val="Heading1"/>
      </w:pPr>
      <w:bookmarkStart w:id="7" w:name="_Toc189284291"/>
      <w:r w:rsidRPr="00720798">
        <w:lastRenderedPageBreak/>
        <w:t>A2 Moral Forfeiture</w:t>
      </w:r>
      <w:bookmarkEnd w:id="7"/>
    </w:p>
    <w:p w14:paraId="31B03FF6" w14:textId="77777777" w:rsidR="00720798" w:rsidRDefault="00720798" w:rsidP="00720798"/>
    <w:p w14:paraId="51927E8F" w14:textId="38F440C6" w:rsidR="00720798" w:rsidRPr="002E616B" w:rsidRDefault="002E616B" w:rsidP="002E616B">
      <w:pPr>
        <w:pStyle w:val="Tag"/>
      </w:pPr>
      <w:r w:rsidRPr="002E616B">
        <w:t xml:space="preserve">1. This argument ignores the </w:t>
      </w:r>
      <w:r w:rsidR="00720798" w:rsidRPr="002E616B">
        <w:t xml:space="preserve">standard --- </w:t>
      </w:r>
      <w:r w:rsidRPr="002E616B">
        <w:t xml:space="preserve">if I’m winning the framework then </w:t>
      </w:r>
      <w:r w:rsidR="00720798" w:rsidRPr="002E616B">
        <w:t xml:space="preserve">we can’t ever will against the death of another. Moral forfeiture would assume that we </w:t>
      </w:r>
      <w:proofErr w:type="gramStart"/>
      <w:r w:rsidR="00720798" w:rsidRPr="002E616B">
        <w:t>can</w:t>
      </w:r>
      <w:proofErr w:type="gramEnd"/>
      <w:r w:rsidR="00720798" w:rsidRPr="002E616B">
        <w:t>.</w:t>
      </w:r>
    </w:p>
    <w:p w14:paraId="0D65CEFD" w14:textId="77777777" w:rsidR="002E616B" w:rsidRDefault="002E616B" w:rsidP="002E616B"/>
    <w:p w14:paraId="770036BA" w14:textId="122384E7" w:rsidR="002E616B" w:rsidRPr="002E616B" w:rsidRDefault="002E616B" w:rsidP="002E616B">
      <w:pPr>
        <w:pStyle w:val="Tag"/>
      </w:pPr>
      <w:r w:rsidRPr="002E616B">
        <w:t xml:space="preserve">2. There is no internal warrant why they lose moral status. Everyone has an equal claim to </w:t>
      </w:r>
      <w:r w:rsidR="0028183E">
        <w:t>the basic goods</w:t>
      </w:r>
      <w:r w:rsidRPr="002E616B">
        <w:t xml:space="preserve">, independent of the actions that you take. </w:t>
      </w:r>
      <w:proofErr w:type="spellStart"/>
      <w:r w:rsidRPr="002E616B">
        <w:t>Grisez</w:t>
      </w:r>
      <w:proofErr w:type="spellEnd"/>
      <w:r w:rsidRPr="002E616B">
        <w:t>:</w:t>
      </w:r>
    </w:p>
    <w:p w14:paraId="6C7914EE" w14:textId="77777777" w:rsidR="002E616B" w:rsidRDefault="002E616B" w:rsidP="002E616B">
      <w:pPr>
        <w:rPr>
          <w:sz w:val="16"/>
        </w:rPr>
      </w:pPr>
    </w:p>
    <w:p w14:paraId="68CA41D5" w14:textId="6B09AFDF" w:rsidR="002E616B" w:rsidRPr="002E616B" w:rsidRDefault="002E616B" w:rsidP="002E616B">
      <w:pPr>
        <w:rPr>
          <w:rFonts w:eastAsia="Times New Roman"/>
          <w:sz w:val="16"/>
        </w:rPr>
      </w:pPr>
      <w:proofErr w:type="spellStart"/>
      <w:r w:rsidRPr="002E616B">
        <w:rPr>
          <w:sz w:val="16"/>
        </w:rPr>
        <w:t>Grisez</w:t>
      </w:r>
      <w:proofErr w:type="spellEnd"/>
      <w:r w:rsidRPr="002E616B">
        <w:rPr>
          <w:sz w:val="16"/>
        </w:rPr>
        <w:t xml:space="preserve">, </w:t>
      </w:r>
      <w:proofErr w:type="spellStart"/>
      <w:r w:rsidRPr="002E616B">
        <w:rPr>
          <w:sz w:val="16"/>
        </w:rPr>
        <w:t>Germain</w:t>
      </w:r>
      <w:proofErr w:type="spellEnd"/>
      <w:r w:rsidRPr="002E616B">
        <w:rPr>
          <w:sz w:val="16"/>
        </w:rPr>
        <w:t xml:space="preserve">. [Former </w:t>
      </w:r>
      <w:r w:rsidRPr="002E616B">
        <w:rPr>
          <w:rFonts w:eastAsia="Times New Roman"/>
          <w:color w:val="333366"/>
          <w:sz w:val="16"/>
          <w:szCs w:val="21"/>
        </w:rPr>
        <w:t xml:space="preserve">Professor of Christian Ethics at Mount Saint Mary’s University in </w:t>
      </w:r>
      <w:proofErr w:type="spellStart"/>
      <w:r w:rsidRPr="002E616B">
        <w:rPr>
          <w:rFonts w:eastAsia="Times New Roman"/>
          <w:color w:val="333366"/>
          <w:sz w:val="16"/>
          <w:szCs w:val="21"/>
        </w:rPr>
        <w:t>Emmitsburg</w:t>
      </w:r>
      <w:proofErr w:type="spellEnd"/>
      <w:r w:rsidRPr="002E616B">
        <w:rPr>
          <w:rFonts w:eastAsia="Times New Roman"/>
          <w:color w:val="333366"/>
          <w:sz w:val="16"/>
          <w:szCs w:val="21"/>
        </w:rPr>
        <w:t>, Maryland</w:t>
      </w:r>
      <w:r w:rsidRPr="002E616B">
        <w:rPr>
          <w:rFonts w:eastAsia="Times New Roman"/>
          <w:sz w:val="16"/>
        </w:rPr>
        <w:t>],</w:t>
      </w:r>
      <w:r w:rsidRPr="002E616B">
        <w:rPr>
          <w:sz w:val="16"/>
        </w:rPr>
        <w:t xml:space="preserve"> “Toward A Consistent Natural Law Ethics of Killing.” </w:t>
      </w:r>
      <w:proofErr w:type="spellStart"/>
      <w:proofErr w:type="gramStart"/>
      <w:r w:rsidRPr="002E616B">
        <w:rPr>
          <w:sz w:val="16"/>
        </w:rPr>
        <w:t>AmJJruis</w:t>
      </w:r>
      <w:proofErr w:type="spellEnd"/>
      <w:r w:rsidRPr="002E616B">
        <w:rPr>
          <w:sz w:val="16"/>
        </w:rPr>
        <w:t xml:space="preserve"> 15 [1970].</w:t>
      </w:r>
      <w:proofErr w:type="gramEnd"/>
    </w:p>
    <w:p w14:paraId="7D41CB2C" w14:textId="77777777" w:rsidR="002E616B" w:rsidRDefault="002E616B" w:rsidP="002E616B"/>
    <w:p w14:paraId="001A9E5A" w14:textId="324C7E2B" w:rsidR="002E616B" w:rsidRPr="002E616B" w:rsidRDefault="002E616B" w:rsidP="002E616B">
      <w:pPr>
        <w:rPr>
          <w:sz w:val="16"/>
        </w:rPr>
      </w:pPr>
      <w:r w:rsidRPr="002E616B">
        <w:rPr>
          <w:sz w:val="16"/>
        </w:rPr>
        <w:t xml:space="preserve">Of course, a person does in some sense degrade himself by his wrong- doing. Yet </w:t>
      </w:r>
      <w:r w:rsidRPr="002E616B">
        <w:rPr>
          <w:rStyle w:val="UnderlineBold"/>
        </w:rPr>
        <w:t>such self-degradation</w:t>
      </w:r>
      <w:r w:rsidRPr="002E616B">
        <w:rPr>
          <w:sz w:val="16"/>
        </w:rPr>
        <w:t xml:space="preserve">, even if it is conceived as a kind of existential suicide, </w:t>
      </w:r>
      <w:r w:rsidRPr="002E616B">
        <w:rPr>
          <w:rStyle w:val="UnderlineBold"/>
        </w:rPr>
        <w:t xml:space="preserve">cannot alter one's human nature or detract from one's inherent dignity as a human person. </w:t>
      </w:r>
      <w:r w:rsidRPr="002E616B">
        <w:rPr>
          <w:sz w:val="16"/>
        </w:rPr>
        <w:t xml:space="preserve">Our consensus today surely would be that </w:t>
      </w:r>
      <w:r w:rsidRPr="002E616B">
        <w:rPr>
          <w:rStyle w:val="UnderlineBold"/>
        </w:rPr>
        <w:t xml:space="preserve">if we treat even the worst criminals as if they were animals </w:t>
      </w:r>
      <w:r w:rsidRPr="002E616B">
        <w:rPr>
          <w:sz w:val="16"/>
        </w:rPr>
        <w:t xml:space="preserve">(or worse than animals) </w:t>
      </w:r>
      <w:r w:rsidRPr="002E616B">
        <w:rPr>
          <w:rStyle w:val="UnderlineBold"/>
        </w:rPr>
        <w:t>we brutalize ourselves and dishonor our own humanity</w:t>
      </w:r>
      <w:r w:rsidRPr="002E616B">
        <w:rPr>
          <w:sz w:val="16"/>
        </w:rPr>
        <w:t xml:space="preserve">. Each good that is intrinsic to the human person participates in the dignity of the person, a dignity that is beyond calculable price and measurable worth. </w:t>
      </w:r>
      <w:r w:rsidRPr="00CF0EF7">
        <w:rPr>
          <w:rStyle w:val="UnderlineBold"/>
          <w:rFonts w:cs="Arial"/>
          <w:b w:val="0"/>
          <w:sz w:val="16"/>
          <w:u w:val="none"/>
        </w:rPr>
        <w:t>Goods for man can be priced; goods in man can only be prized</w:t>
      </w:r>
      <w:r w:rsidRPr="00CF0EF7">
        <w:rPr>
          <w:rFonts w:cs="Arial"/>
          <w:b/>
          <w:sz w:val="16"/>
        </w:rPr>
        <w:t xml:space="preserve">. </w:t>
      </w:r>
      <w:r w:rsidRPr="002E616B">
        <w:rPr>
          <w:sz w:val="16"/>
        </w:rPr>
        <w:t xml:space="preserve">An athletic accomplishment, an aesthetic experience, or a scientific discovery is a good intrinsic to a human person. Each has its dignity; none is a calculable or measurable value. The dignity of such goods is inalienable. </w:t>
      </w:r>
      <w:r w:rsidRPr="002E616B">
        <w:rPr>
          <w:rStyle w:val="UnderlineBold"/>
        </w:rPr>
        <w:t>No matter how wicked a man might be</w:t>
      </w:r>
      <w:proofErr w:type="gramStart"/>
      <w:r w:rsidRPr="002E616B">
        <w:rPr>
          <w:rStyle w:val="UnderlineBold"/>
        </w:rPr>
        <w:t>,</w:t>
      </w:r>
      <w:proofErr w:type="gramEnd"/>
      <w:r w:rsidRPr="002E616B">
        <w:rPr>
          <w:rStyle w:val="UnderlineBold"/>
        </w:rPr>
        <w:t xml:space="preserve"> his participation in such goods would remain inherently good</w:t>
      </w:r>
      <w:r w:rsidRPr="002E616B">
        <w:rPr>
          <w:sz w:val="16"/>
        </w:rPr>
        <w:t xml:space="preserve">. Similarly, life itself is a good intrinsic to the person. For this reason, </w:t>
      </w:r>
      <w:r w:rsidRPr="002E616B">
        <w:rPr>
          <w:rStyle w:val="UnderlineBold"/>
        </w:rPr>
        <w:t>human life, simply by the fact that it is human life, shares in the dignity of the person</w:t>
      </w:r>
      <w:r w:rsidRPr="002E616B">
        <w:rPr>
          <w:sz w:val="16"/>
        </w:rPr>
        <w:t xml:space="preserve">. We may be right in feeling that a wrongdoer is not worthy of life, but such a feeling attests to the fact that life itself is a good of the personal order. </w:t>
      </w:r>
      <w:r w:rsidRPr="002E616B">
        <w:rPr>
          <w:rStyle w:val="UnderlineBold"/>
        </w:rPr>
        <w:t>If we attack the life of the wrongdoer, we destroy that which remains good— his human life.</w:t>
      </w:r>
      <w:r w:rsidRPr="002E616B">
        <w:rPr>
          <w:sz w:val="16"/>
        </w:rPr>
        <w:t xml:space="preserve"> Perhaps we do so in order to indirectly attack in him the moral evil we hate and fear. If so, it seems we are willing to do an evil by destroying a good in order that we may achieve the good of destroying an evil.</w:t>
      </w:r>
    </w:p>
    <w:p w14:paraId="384BE4CF" w14:textId="77777777" w:rsidR="002E616B" w:rsidRDefault="002E616B" w:rsidP="002E616B"/>
    <w:p w14:paraId="77AE4C36" w14:textId="480054BC" w:rsidR="0028183E" w:rsidRPr="0028183E" w:rsidRDefault="0028183E" w:rsidP="0028183E">
      <w:pPr>
        <w:pStyle w:val="Tag"/>
      </w:pPr>
      <w:r>
        <w:t xml:space="preserve">My argument is not that you can’t kill them- it is possible they will be killed in self-defense. My argument is that the </w:t>
      </w:r>
      <w:r>
        <w:rPr>
          <w:i/>
        </w:rPr>
        <w:t>reason</w:t>
      </w:r>
      <w:r>
        <w:t xml:space="preserve"> they lose their life cannot be because their basic goods disappear, because that is impossible. </w:t>
      </w:r>
    </w:p>
    <w:p w14:paraId="4B330BD0" w14:textId="77777777" w:rsidR="00720798" w:rsidRDefault="00720798" w:rsidP="00720798"/>
    <w:p w14:paraId="005917D0" w14:textId="77C77BF4" w:rsidR="00720798" w:rsidRPr="00A76709" w:rsidRDefault="002E616B" w:rsidP="00720798">
      <w:pPr>
        <w:pStyle w:val="Tag"/>
        <w:rPr>
          <w:rFonts w:cs="Arial"/>
        </w:rPr>
      </w:pPr>
      <w:r>
        <w:rPr>
          <w:rFonts w:cs="Arial"/>
        </w:rPr>
        <w:t xml:space="preserve">3. </w:t>
      </w:r>
      <w:r w:rsidR="00720798">
        <w:rPr>
          <w:rFonts w:cs="Arial"/>
        </w:rPr>
        <w:t xml:space="preserve">Moral forfeiture leads to absurd conclusions. </w:t>
      </w:r>
      <w:r>
        <w:rPr>
          <w:rFonts w:cs="Arial"/>
        </w:rPr>
        <w:t>Green:</w:t>
      </w:r>
    </w:p>
    <w:p w14:paraId="74F33397" w14:textId="77777777" w:rsidR="00720798" w:rsidRDefault="00720798" w:rsidP="00720798">
      <w:pPr>
        <w:rPr>
          <w:b/>
        </w:rPr>
      </w:pPr>
    </w:p>
    <w:p w14:paraId="2E74FC84" w14:textId="6DE6143F" w:rsidR="00720798" w:rsidRPr="002E616B" w:rsidRDefault="00720798" w:rsidP="002E616B">
      <w:r w:rsidRPr="002E616B">
        <w:rPr>
          <w:sz w:val="16"/>
        </w:rPr>
        <w:t>Green, Professor Law, LSU, 1999</w:t>
      </w:r>
      <w:r w:rsidR="002E616B" w:rsidRPr="002E616B">
        <w:rPr>
          <w:sz w:val="16"/>
        </w:rPr>
        <w:t xml:space="preserve"> </w:t>
      </w:r>
      <w:r w:rsidRPr="002E616B">
        <w:rPr>
          <w:sz w:val="16"/>
        </w:rPr>
        <w:t>(Stuart P., University of Illinois Law Review)</w:t>
      </w:r>
    </w:p>
    <w:p w14:paraId="59082387" w14:textId="77777777" w:rsidR="00720798" w:rsidRDefault="00720798" w:rsidP="00720798"/>
    <w:p w14:paraId="2847C823" w14:textId="77777777" w:rsidR="00720798" w:rsidRPr="00A76709" w:rsidRDefault="00720798" w:rsidP="00720798">
      <w:pPr>
        <w:rPr>
          <w:rStyle w:val="UnderlineBold"/>
        </w:rPr>
      </w:pPr>
      <w:r w:rsidRPr="00A76709">
        <w:rPr>
          <w:rFonts w:cs="Arial"/>
          <w:sz w:val="16"/>
          <w:szCs w:val="16"/>
        </w:rPr>
        <w:t>Like the lesser evils theory,</w:t>
      </w:r>
      <w:r w:rsidRPr="00A76709">
        <w:rPr>
          <w:rFonts w:cs="Arial"/>
          <w:sz w:val="16"/>
        </w:rPr>
        <w:t xml:space="preserve"> the </w:t>
      </w:r>
      <w:r w:rsidRPr="00A76709">
        <w:rPr>
          <w:rStyle w:val="UnderlineBold"/>
        </w:rPr>
        <w:t xml:space="preserve">moral forfeiture theory </w:t>
      </w:r>
      <w:r w:rsidRPr="00A76709">
        <w:rPr>
          <w:rFonts w:cs="Arial"/>
          <w:sz w:val="16"/>
        </w:rPr>
        <w:t xml:space="preserve">is not without its difficulties. </w:t>
      </w:r>
      <w:r w:rsidRPr="00A76709">
        <w:rPr>
          <w:rFonts w:cs="Arial"/>
          <w:sz w:val="16"/>
          <w:szCs w:val="16"/>
        </w:rPr>
        <w:t xml:space="preserve">Among other things, as </w:t>
      </w:r>
      <w:proofErr w:type="spellStart"/>
      <w:r w:rsidRPr="00A76709">
        <w:rPr>
          <w:rFonts w:cs="Arial"/>
          <w:sz w:val="16"/>
          <w:szCs w:val="16"/>
        </w:rPr>
        <w:t>Bedau</w:t>
      </w:r>
      <w:proofErr w:type="spellEnd"/>
      <w:r w:rsidRPr="00A76709">
        <w:rPr>
          <w:rFonts w:cs="Arial"/>
          <w:sz w:val="16"/>
          <w:szCs w:val="16"/>
        </w:rPr>
        <w:t xml:space="preserve"> has argued, </w:t>
      </w:r>
      <w:r w:rsidRPr="00625D85">
        <w:rPr>
          <w:rStyle w:val="UnderlineBold"/>
          <w:rFonts w:cs="Arial"/>
          <w:b w:val="0"/>
          <w:sz w:val="16"/>
          <w:u w:val="none"/>
        </w:rPr>
        <w:t xml:space="preserve">it </w:t>
      </w:r>
      <w:r w:rsidRPr="00A76709">
        <w:rPr>
          <w:rStyle w:val="UnderlineBold"/>
        </w:rPr>
        <w:t xml:space="preserve">involves a corollary of </w:t>
      </w:r>
      <w:proofErr w:type="spellStart"/>
      <w:r w:rsidRPr="00A76709">
        <w:rPr>
          <w:rStyle w:val="UnderlineBold"/>
        </w:rPr>
        <w:t>lex</w:t>
      </w:r>
      <w:proofErr w:type="spellEnd"/>
      <w:r w:rsidRPr="00A76709">
        <w:rPr>
          <w:rStyle w:val="UnderlineBold"/>
        </w:rPr>
        <w:t xml:space="preserve"> </w:t>
      </w:r>
      <w:proofErr w:type="spellStart"/>
      <w:r w:rsidRPr="00A76709">
        <w:rPr>
          <w:rStyle w:val="UnderlineBold"/>
        </w:rPr>
        <w:t>talionis</w:t>
      </w:r>
      <w:proofErr w:type="spellEnd"/>
      <w:r w:rsidRPr="00A76709">
        <w:rPr>
          <w:rStyle w:val="UnderlineBold"/>
        </w:rPr>
        <w:t xml:space="preserve"> that few would be willing to accept: "If a student cheats on an examination, no one believes that he therewith deserves to be treated unfairly by his classmates or his instructor; if my neighbor deliberately hurts a pet of mine, no one believes that I am now entitled to hurt some pet of his." </w:t>
      </w:r>
      <w:r w:rsidRPr="006B5504">
        <w:rPr>
          <w:rStyle w:val="UnderlineBold"/>
          <w:rFonts w:cs="Arial"/>
          <w:b w:val="0"/>
          <w:sz w:val="16"/>
          <w:u w:val="none"/>
        </w:rPr>
        <w:t>n91</w:t>
      </w:r>
    </w:p>
    <w:p w14:paraId="5AF3AC8F" w14:textId="77777777" w:rsidR="00720798" w:rsidRDefault="00720798" w:rsidP="00720798"/>
    <w:p w14:paraId="7D4B6D87" w14:textId="576E5E8C" w:rsidR="003B1435" w:rsidRDefault="0087620A" w:rsidP="00316F1A">
      <w:pPr>
        <w:pStyle w:val="Heading1"/>
      </w:pPr>
      <w:bookmarkStart w:id="8" w:name="_Toc189284292"/>
      <w:r w:rsidRPr="0087620A">
        <w:lastRenderedPageBreak/>
        <w:t>A2 Death is a Necessary Means</w:t>
      </w:r>
      <w:bookmarkEnd w:id="8"/>
    </w:p>
    <w:p w14:paraId="402E094F" w14:textId="77777777" w:rsidR="0087620A" w:rsidRDefault="0087620A" w:rsidP="0087620A"/>
    <w:p w14:paraId="4036DB67" w14:textId="35D3018E" w:rsidR="007A111C" w:rsidRDefault="007A111C" w:rsidP="00675601">
      <w:pPr>
        <w:pStyle w:val="Tag"/>
        <w:numPr>
          <w:ilvl w:val="0"/>
          <w:numId w:val="10"/>
        </w:numPr>
      </w:pPr>
      <w:r>
        <w:t xml:space="preserve">It might be the case that the death of the attacker is a necessary </w:t>
      </w:r>
      <w:r w:rsidRPr="007A111C">
        <w:rPr>
          <w:i/>
        </w:rPr>
        <w:t xml:space="preserve">means </w:t>
      </w:r>
      <w:r>
        <w:t xml:space="preserve">to self-preservation, but that still doesn’t make it the ultimate goal of the victim’s action. My Hunter evidence indicates that “deliberate” means they seek the attacker’s death as an end in itself, which is impermissible. </w:t>
      </w:r>
    </w:p>
    <w:p w14:paraId="4EA01B19" w14:textId="77777777" w:rsidR="00675601" w:rsidRDefault="00675601" w:rsidP="00675601"/>
    <w:p w14:paraId="5D2F5214" w14:textId="346365C5" w:rsidR="00675601" w:rsidRDefault="00675601" w:rsidP="00675601">
      <w:pPr>
        <w:pStyle w:val="Tag"/>
        <w:numPr>
          <w:ilvl w:val="0"/>
          <w:numId w:val="10"/>
        </w:numPr>
      </w:pPr>
      <w:r>
        <w:t xml:space="preserve">Just because death is necessary doesn’t mean the killer has to regard death as </w:t>
      </w:r>
      <w:r w:rsidR="00A94E1C">
        <w:t>a desirable end</w:t>
      </w:r>
      <w:r>
        <w:t xml:space="preserve">. </w:t>
      </w:r>
      <w:proofErr w:type="spellStart"/>
      <w:r>
        <w:t>Grisez</w:t>
      </w:r>
      <w:proofErr w:type="spellEnd"/>
      <w:r>
        <w:t>:</w:t>
      </w:r>
    </w:p>
    <w:p w14:paraId="1343E2C4" w14:textId="77777777" w:rsidR="00675601" w:rsidRDefault="00675601" w:rsidP="00675601">
      <w:pPr>
        <w:pStyle w:val="Tag"/>
        <w:ind w:left="360"/>
      </w:pPr>
    </w:p>
    <w:p w14:paraId="352ADADD" w14:textId="77777777" w:rsidR="00675601" w:rsidRPr="00CE0DB8" w:rsidRDefault="00675601" w:rsidP="00675601">
      <w:pPr>
        <w:rPr>
          <w:rFonts w:eastAsia="Times New Roman"/>
          <w:sz w:val="16"/>
        </w:rPr>
      </w:pPr>
      <w:proofErr w:type="spellStart"/>
      <w:r w:rsidRPr="002E616B">
        <w:rPr>
          <w:sz w:val="16"/>
        </w:rPr>
        <w:t>Grisez</w:t>
      </w:r>
      <w:proofErr w:type="spellEnd"/>
      <w:r w:rsidRPr="002E616B">
        <w:rPr>
          <w:sz w:val="16"/>
        </w:rPr>
        <w:t xml:space="preserve">, </w:t>
      </w:r>
      <w:proofErr w:type="spellStart"/>
      <w:r w:rsidRPr="002E616B">
        <w:rPr>
          <w:sz w:val="16"/>
        </w:rPr>
        <w:t>Germain</w:t>
      </w:r>
      <w:proofErr w:type="spellEnd"/>
      <w:r w:rsidRPr="002E616B">
        <w:rPr>
          <w:sz w:val="16"/>
        </w:rPr>
        <w:t xml:space="preserve">. [Former </w:t>
      </w:r>
      <w:r w:rsidRPr="002E616B">
        <w:rPr>
          <w:rFonts w:eastAsia="Times New Roman"/>
          <w:color w:val="333366"/>
          <w:sz w:val="16"/>
          <w:szCs w:val="21"/>
        </w:rPr>
        <w:t xml:space="preserve">Professor of Christian Ethics at Mount Saint Mary’s University in </w:t>
      </w:r>
      <w:proofErr w:type="spellStart"/>
      <w:r w:rsidRPr="002E616B">
        <w:rPr>
          <w:rFonts w:eastAsia="Times New Roman"/>
          <w:color w:val="333366"/>
          <w:sz w:val="16"/>
          <w:szCs w:val="21"/>
        </w:rPr>
        <w:t>Emmitsburg</w:t>
      </w:r>
      <w:proofErr w:type="spellEnd"/>
      <w:r w:rsidRPr="002E616B">
        <w:rPr>
          <w:rFonts w:eastAsia="Times New Roman"/>
          <w:color w:val="333366"/>
          <w:sz w:val="16"/>
          <w:szCs w:val="21"/>
        </w:rPr>
        <w:t>, Maryland</w:t>
      </w:r>
      <w:r w:rsidRPr="002E616B">
        <w:rPr>
          <w:rFonts w:eastAsia="Times New Roman"/>
          <w:sz w:val="16"/>
        </w:rPr>
        <w:t>],</w:t>
      </w:r>
      <w:r w:rsidRPr="002E616B">
        <w:rPr>
          <w:sz w:val="16"/>
        </w:rPr>
        <w:t xml:space="preserve"> “Toward A Consistent Natural Law Ethics of Killing.” </w:t>
      </w:r>
      <w:proofErr w:type="spellStart"/>
      <w:proofErr w:type="gramStart"/>
      <w:r w:rsidRPr="002E616B">
        <w:rPr>
          <w:sz w:val="16"/>
        </w:rPr>
        <w:t>AmJJruis</w:t>
      </w:r>
      <w:proofErr w:type="spellEnd"/>
      <w:r w:rsidRPr="002E616B">
        <w:rPr>
          <w:sz w:val="16"/>
        </w:rPr>
        <w:t xml:space="preserve"> 15 [1970].</w:t>
      </w:r>
      <w:proofErr w:type="gramEnd"/>
    </w:p>
    <w:p w14:paraId="5478B0FE" w14:textId="77777777" w:rsidR="00675601" w:rsidRPr="00675601" w:rsidRDefault="00675601" w:rsidP="00675601"/>
    <w:p w14:paraId="2C50E0F6" w14:textId="15D44EC8" w:rsidR="00675601" w:rsidRDefault="00675601" w:rsidP="00675601">
      <w:pPr>
        <w:rPr>
          <w:b/>
        </w:rPr>
      </w:pPr>
      <w:r w:rsidRPr="00675601">
        <w:rPr>
          <w:sz w:val="16"/>
        </w:rPr>
        <w:t>Ethically, however, even if an attacker killed by defensive action is not killed unintentionally—</w:t>
      </w:r>
      <w:r w:rsidRPr="00675601">
        <w:rPr>
          <w:i/>
          <w:iCs/>
          <w:sz w:val="16"/>
        </w:rPr>
        <w:t xml:space="preserve">i.e., </w:t>
      </w:r>
      <w:r w:rsidRPr="00675601">
        <w:rPr>
          <w:sz w:val="16"/>
        </w:rPr>
        <w:t>accidentally—</w:t>
      </w:r>
      <w:r w:rsidRPr="00675601">
        <w:rPr>
          <w:rStyle w:val="UnderlineBold"/>
        </w:rPr>
        <w:t xml:space="preserve">one defending himself </w:t>
      </w:r>
      <w:r w:rsidRPr="00675601">
        <w:rPr>
          <w:sz w:val="16"/>
        </w:rPr>
        <w:t xml:space="preserve">with a proportionate response that will in fact be deadly </w:t>
      </w:r>
      <w:r w:rsidRPr="00675601">
        <w:rPr>
          <w:rStyle w:val="UnderlineBold"/>
        </w:rPr>
        <w:t xml:space="preserve">need not turn against life, need not regard death </w:t>
      </w:r>
      <w:r w:rsidRPr="00675601">
        <w:rPr>
          <w:sz w:val="16"/>
        </w:rPr>
        <w:t xml:space="preserve">(even the attacker's) </w:t>
      </w:r>
      <w:r w:rsidRPr="00675601">
        <w:rPr>
          <w:rStyle w:val="UnderlineBold"/>
        </w:rPr>
        <w:t xml:space="preserve">as if it were any sort of good. In this sense one who kills in self-defense need not intend </w:t>
      </w:r>
      <w:r w:rsidRPr="00675601">
        <w:rPr>
          <w:sz w:val="16"/>
        </w:rPr>
        <w:t xml:space="preserve">(tend toward) </w:t>
      </w:r>
      <w:r w:rsidRPr="00675601">
        <w:rPr>
          <w:rStyle w:val="UnderlineBold"/>
        </w:rPr>
        <w:t>the attacker's death</w:t>
      </w:r>
      <w:r w:rsidRPr="00675601">
        <w:rPr>
          <w:sz w:val="16"/>
        </w:rPr>
        <w:t xml:space="preserve">. </w:t>
      </w:r>
      <w:r w:rsidRPr="00675601">
        <w:rPr>
          <w:rStyle w:val="UnderlineBold"/>
        </w:rPr>
        <w:t>By contrast</w:t>
      </w:r>
      <w:r w:rsidRPr="00675601">
        <w:rPr>
          <w:sz w:val="16"/>
        </w:rPr>
        <w:t xml:space="preserve">, </w:t>
      </w:r>
      <w:r w:rsidRPr="00675601">
        <w:rPr>
          <w:rStyle w:val="UnderlineBold"/>
        </w:rPr>
        <w:t>one who seeks anyone's death either as an objective or as a means</w:t>
      </w:r>
      <w:r w:rsidRPr="00675601">
        <w:rPr>
          <w:sz w:val="16"/>
        </w:rPr>
        <w:t>—the hired gunman—</w:t>
      </w:r>
      <w:r w:rsidRPr="00675601">
        <w:rPr>
          <w:rStyle w:val="UnderlineBold"/>
        </w:rPr>
        <w:t>does regard death as a good</w:t>
      </w:r>
      <w:r w:rsidRPr="00675601">
        <w:rPr>
          <w:rStyle w:val="UnderlineBold"/>
          <w:b w:val="0"/>
          <w:sz w:val="16"/>
          <w:u w:val="none"/>
        </w:rPr>
        <w:t>, for death as such will be at least useful if not itself a source of satisfaction</w:t>
      </w:r>
      <w:r w:rsidRPr="00675601">
        <w:rPr>
          <w:b/>
        </w:rPr>
        <w:t>.</w:t>
      </w:r>
    </w:p>
    <w:p w14:paraId="481B1AEA" w14:textId="77777777" w:rsidR="00675601" w:rsidRDefault="00675601" w:rsidP="00675601">
      <w:pPr>
        <w:rPr>
          <w:b/>
        </w:rPr>
      </w:pPr>
    </w:p>
    <w:p w14:paraId="52E4598D" w14:textId="21B1FD67" w:rsidR="00675601" w:rsidRPr="00675601" w:rsidRDefault="00675601" w:rsidP="00675601">
      <w:pPr>
        <w:pStyle w:val="Tag"/>
      </w:pPr>
      <w:r>
        <w:t xml:space="preserve">But, my contention evidence shows that the victim </w:t>
      </w:r>
      <w:r>
        <w:rPr>
          <w:i/>
        </w:rPr>
        <w:t>does</w:t>
      </w:r>
      <w:r>
        <w:t xml:space="preserve"> regard death as a </w:t>
      </w:r>
      <w:r w:rsidR="00A94E1C">
        <w:t>desirable end</w:t>
      </w:r>
      <w:r>
        <w:t xml:space="preserve">, which is impermissible. </w:t>
      </w:r>
    </w:p>
    <w:p w14:paraId="138BCEE5" w14:textId="77777777" w:rsidR="007A111C" w:rsidRDefault="007A111C" w:rsidP="0087620A"/>
    <w:p w14:paraId="73584EF6" w14:textId="66BA7BFD" w:rsidR="00EA583B" w:rsidRPr="00EA583B" w:rsidRDefault="004C5ACC" w:rsidP="00EA583B">
      <w:pPr>
        <w:pStyle w:val="Tag"/>
      </w:pPr>
      <w:r>
        <w:t>2</w:t>
      </w:r>
      <w:r w:rsidR="00EA583B">
        <w:t xml:space="preserve">. Death </w:t>
      </w:r>
      <w:r>
        <w:t xml:space="preserve">of the attacker does not </w:t>
      </w:r>
      <w:proofErr w:type="gramStart"/>
      <w:r w:rsidR="00EA583B">
        <w:t>contributes</w:t>
      </w:r>
      <w:proofErr w:type="gramEnd"/>
      <w:r w:rsidR="00EA583B">
        <w:t xml:space="preserve"> directly to the objective of self-defense but </w:t>
      </w:r>
      <w:r>
        <w:t xml:space="preserve">is </w:t>
      </w:r>
      <w:r w:rsidR="00EA583B">
        <w:t xml:space="preserve">merely a contingent fact. </w:t>
      </w:r>
      <w:proofErr w:type="spellStart"/>
      <w:r w:rsidR="00EA583B">
        <w:t>Grisez</w:t>
      </w:r>
      <w:proofErr w:type="spellEnd"/>
      <w:r w:rsidR="00EA583B">
        <w:t>:</w:t>
      </w:r>
    </w:p>
    <w:p w14:paraId="1DDA2017" w14:textId="77777777" w:rsidR="00EA583B" w:rsidRDefault="00EA583B" w:rsidP="0087620A"/>
    <w:p w14:paraId="6687169F" w14:textId="77777777" w:rsidR="00EA583B" w:rsidRPr="00CE0DB8" w:rsidRDefault="00EA583B" w:rsidP="00EA583B">
      <w:pPr>
        <w:rPr>
          <w:rFonts w:eastAsia="Times New Roman"/>
          <w:sz w:val="16"/>
        </w:rPr>
      </w:pPr>
      <w:proofErr w:type="spellStart"/>
      <w:r w:rsidRPr="002E616B">
        <w:rPr>
          <w:sz w:val="16"/>
        </w:rPr>
        <w:t>Grisez</w:t>
      </w:r>
      <w:proofErr w:type="spellEnd"/>
      <w:r w:rsidRPr="002E616B">
        <w:rPr>
          <w:sz w:val="16"/>
        </w:rPr>
        <w:t xml:space="preserve">, </w:t>
      </w:r>
      <w:proofErr w:type="spellStart"/>
      <w:r w:rsidRPr="002E616B">
        <w:rPr>
          <w:sz w:val="16"/>
        </w:rPr>
        <w:t>Germain</w:t>
      </w:r>
      <w:proofErr w:type="spellEnd"/>
      <w:r w:rsidRPr="002E616B">
        <w:rPr>
          <w:sz w:val="16"/>
        </w:rPr>
        <w:t xml:space="preserve">. [Former </w:t>
      </w:r>
      <w:r w:rsidRPr="002E616B">
        <w:rPr>
          <w:rFonts w:eastAsia="Times New Roman"/>
          <w:color w:val="333366"/>
          <w:sz w:val="16"/>
          <w:szCs w:val="21"/>
        </w:rPr>
        <w:t xml:space="preserve">Professor of Christian Ethics at Mount Saint Mary’s University in </w:t>
      </w:r>
      <w:proofErr w:type="spellStart"/>
      <w:r w:rsidRPr="002E616B">
        <w:rPr>
          <w:rFonts w:eastAsia="Times New Roman"/>
          <w:color w:val="333366"/>
          <w:sz w:val="16"/>
          <w:szCs w:val="21"/>
        </w:rPr>
        <w:t>Emmitsburg</w:t>
      </w:r>
      <w:proofErr w:type="spellEnd"/>
      <w:r w:rsidRPr="002E616B">
        <w:rPr>
          <w:rFonts w:eastAsia="Times New Roman"/>
          <w:color w:val="333366"/>
          <w:sz w:val="16"/>
          <w:szCs w:val="21"/>
        </w:rPr>
        <w:t>, Maryland</w:t>
      </w:r>
      <w:r w:rsidRPr="002E616B">
        <w:rPr>
          <w:rFonts w:eastAsia="Times New Roman"/>
          <w:sz w:val="16"/>
        </w:rPr>
        <w:t>],</w:t>
      </w:r>
      <w:r w:rsidRPr="002E616B">
        <w:rPr>
          <w:sz w:val="16"/>
        </w:rPr>
        <w:t xml:space="preserve"> “Toward A Consistent Natural Law Ethics of Killing.” </w:t>
      </w:r>
      <w:proofErr w:type="spellStart"/>
      <w:proofErr w:type="gramStart"/>
      <w:r w:rsidRPr="002E616B">
        <w:rPr>
          <w:sz w:val="16"/>
        </w:rPr>
        <w:t>AmJJruis</w:t>
      </w:r>
      <w:proofErr w:type="spellEnd"/>
      <w:r w:rsidRPr="002E616B">
        <w:rPr>
          <w:sz w:val="16"/>
        </w:rPr>
        <w:t xml:space="preserve"> 15 [1970].</w:t>
      </w:r>
      <w:proofErr w:type="gramEnd"/>
    </w:p>
    <w:p w14:paraId="0CEC7667" w14:textId="77777777" w:rsidR="00EA583B" w:rsidRDefault="00EA583B" w:rsidP="0087620A"/>
    <w:p w14:paraId="1B0CF1A4" w14:textId="7162B8CC" w:rsidR="00EA583B" w:rsidRDefault="00EA583B" w:rsidP="00EA583B">
      <w:r w:rsidRPr="00EA583B">
        <w:rPr>
          <w:sz w:val="16"/>
        </w:rPr>
        <w:t xml:space="preserve">Still, </w:t>
      </w:r>
      <w:r w:rsidRPr="00EA583B">
        <w:rPr>
          <w:rStyle w:val="UnderlineBold"/>
        </w:rPr>
        <w:t>it may be argued that the scope of intention cannot in reality exclude killing if one purposely performs a deadly deed</w:t>
      </w:r>
      <w:r w:rsidRPr="00EA583B">
        <w:rPr>
          <w:sz w:val="16"/>
        </w:rPr>
        <w:t xml:space="preserve">, knowing it to be so, </w:t>
      </w:r>
      <w:r w:rsidRPr="00EA583B">
        <w:rPr>
          <w:rStyle w:val="UnderlineBold"/>
        </w:rPr>
        <w:t>even though one's objective is his own safety rather than the other's harm</w:t>
      </w:r>
      <w:r w:rsidRPr="00EA583B">
        <w:rPr>
          <w:sz w:val="16"/>
        </w:rPr>
        <w:t>.</w:t>
      </w:r>
      <w:r w:rsidRPr="00EA583B">
        <w:rPr>
          <w:rStyle w:val="UnderlineBold"/>
        </w:rPr>
        <w:t xml:space="preserve"> If one intends a certain objective, does he not also intend the means that are necessary for it</w:t>
      </w:r>
      <w:r w:rsidRPr="00EA583B">
        <w:rPr>
          <w:sz w:val="16"/>
        </w:rPr>
        <w:t>? I think the proper answer is "</w:t>
      </w:r>
      <w:r w:rsidRPr="00EA583B">
        <w:rPr>
          <w:rStyle w:val="UnderlineBold"/>
        </w:rPr>
        <w:t xml:space="preserve">yes" if one refers to the means in a strict sense—that is, </w:t>
      </w:r>
      <w:r w:rsidRPr="00EA583B">
        <w:rPr>
          <w:sz w:val="16"/>
        </w:rPr>
        <w:t xml:space="preserve">to </w:t>
      </w:r>
      <w:r w:rsidRPr="00EA583B">
        <w:rPr>
          <w:rStyle w:val="UnderlineBold"/>
        </w:rPr>
        <w:t>that which is conducive to one's objective in a positive way, considered precisely insofar as it is conducive</w:t>
      </w:r>
      <w:r w:rsidRPr="00EA583B">
        <w:rPr>
          <w:sz w:val="16"/>
        </w:rPr>
        <w:t xml:space="preserve">. A hired assassin whose objective is the pay he will earn only if the victim dies intends to kill the victim, even though that death considered by </w:t>
      </w:r>
      <w:proofErr w:type="gramStart"/>
      <w:r w:rsidRPr="00EA583B">
        <w:rPr>
          <w:sz w:val="16"/>
        </w:rPr>
        <w:t>itself</w:t>
      </w:r>
      <w:proofErr w:type="gramEnd"/>
      <w:r w:rsidRPr="00EA583B">
        <w:rPr>
          <w:sz w:val="16"/>
        </w:rPr>
        <w:t xml:space="preserve"> would be indifferent, or even repugnant, to him. </w:t>
      </w:r>
      <w:r w:rsidRPr="00EA583B">
        <w:rPr>
          <w:rStyle w:val="UnderlineBold"/>
        </w:rPr>
        <w:t xml:space="preserve">However, </w:t>
      </w:r>
      <w:r w:rsidRPr="00EA583B">
        <w:rPr>
          <w:rStyle w:val="UnderlineBold"/>
          <w:highlight w:val="cyan"/>
        </w:rPr>
        <w:t>a rule to the effect that he who intends the end intends the means does not imply that one who kills in self-defense intends the assailant's death.</w:t>
      </w:r>
      <w:r w:rsidRPr="00EA583B">
        <w:rPr>
          <w:rStyle w:val="UnderlineBold"/>
        </w:rPr>
        <w:t xml:space="preserve"> </w:t>
      </w:r>
      <w:r w:rsidRPr="00EA583B">
        <w:rPr>
          <w:rStyle w:val="UnderlineBold"/>
          <w:b w:val="0"/>
          <w:sz w:val="16"/>
          <w:u w:val="none"/>
        </w:rPr>
        <w:t xml:space="preserve">For </w:t>
      </w:r>
      <w:r w:rsidRPr="00EA583B">
        <w:rPr>
          <w:rStyle w:val="UnderlineBold"/>
          <w:highlight w:val="cyan"/>
        </w:rPr>
        <w:t>the other's death does not as such contribute anything directly to the objective of self-defense</w:t>
      </w:r>
      <w:r w:rsidRPr="00EA583B">
        <w:rPr>
          <w:rStyle w:val="UnderlineBold"/>
        </w:rPr>
        <w:t xml:space="preserve">. </w:t>
      </w:r>
      <w:r w:rsidRPr="00EA583B">
        <w:rPr>
          <w:rStyle w:val="UnderlineBold"/>
          <w:highlight w:val="cyan"/>
        </w:rPr>
        <w:t>The means considered strictly</w:t>
      </w:r>
      <w:r w:rsidRPr="00EA583B">
        <w:rPr>
          <w:sz w:val="16"/>
        </w:rPr>
        <w:t>—a degree of counterforce sufficient to halt the attack or render it harmless—</w:t>
      </w:r>
      <w:proofErr w:type="gramStart"/>
      <w:r w:rsidRPr="00EA583B">
        <w:rPr>
          <w:rStyle w:val="UnderlineBold"/>
          <w:highlight w:val="cyan"/>
        </w:rPr>
        <w:t>may</w:t>
      </w:r>
      <w:proofErr w:type="gramEnd"/>
      <w:r w:rsidRPr="00EA583B">
        <w:rPr>
          <w:rStyle w:val="UnderlineBold"/>
          <w:highlight w:val="cyan"/>
        </w:rPr>
        <w:t xml:space="preserve"> happen to be deadly to the attacker.</w:t>
      </w:r>
      <w:r w:rsidRPr="00EA583B">
        <w:rPr>
          <w:rStyle w:val="UnderlineBold"/>
        </w:rPr>
        <w:t xml:space="preserve"> But </w:t>
      </w:r>
      <w:r w:rsidRPr="00EA583B">
        <w:rPr>
          <w:rStyle w:val="UnderlineBold"/>
          <w:b w:val="0"/>
          <w:sz w:val="16"/>
          <w:u w:val="none"/>
        </w:rPr>
        <w:t xml:space="preserve">if so, </w:t>
      </w:r>
      <w:r w:rsidRPr="00EA583B">
        <w:rPr>
          <w:rStyle w:val="UnderlineBold"/>
        </w:rPr>
        <w:t xml:space="preserve">that is only a contingent fact. </w:t>
      </w:r>
      <w:r w:rsidRPr="00EA583B">
        <w:rPr>
          <w:rStyle w:val="UnderlineBold"/>
          <w:highlight w:val="cyan"/>
        </w:rPr>
        <w:t>The death of the attacker is not the means of self-defense; rather, the means of self-defense happens to involve the attacker's death. The distinction</w:t>
      </w:r>
      <w:r w:rsidRPr="00EA583B">
        <w:rPr>
          <w:rStyle w:val="UnderlineBold"/>
        </w:rPr>
        <w:t xml:space="preserve"> </w:t>
      </w:r>
      <w:r w:rsidRPr="00EA583B">
        <w:rPr>
          <w:sz w:val="16"/>
        </w:rPr>
        <w:t xml:space="preserve">is not vacuous, as </w:t>
      </w:r>
      <w:r w:rsidRPr="007A111C">
        <w:rPr>
          <w:rStyle w:val="UnderlineBold"/>
          <w:highlight w:val="cyan"/>
        </w:rPr>
        <w:t>is illustrated by a case in which the attacker happens to be put out of commission without his expected death occurring</w:t>
      </w:r>
      <w:r w:rsidRPr="00EA583B">
        <w:rPr>
          <w:rStyle w:val="UnderlineBold"/>
        </w:rPr>
        <w:t>. If the intention is self-defense, the attacker's life is spared; if the intention is the death of the attacker, he is finished off</w:t>
      </w:r>
      <w:r w:rsidRPr="00EA583B">
        <w:t>.</w:t>
      </w:r>
    </w:p>
    <w:p w14:paraId="04B502E1" w14:textId="77777777" w:rsidR="007A111C" w:rsidRDefault="007A111C" w:rsidP="00EA583B"/>
    <w:p w14:paraId="5FBC68AF" w14:textId="216BBC75" w:rsidR="00BE7B8B" w:rsidRDefault="00BE7B8B" w:rsidP="00316F1A">
      <w:pPr>
        <w:pStyle w:val="Heading1"/>
      </w:pPr>
      <w:bookmarkStart w:id="9" w:name="_Toc189284293"/>
      <w:r w:rsidRPr="00BE7B8B">
        <w:lastRenderedPageBreak/>
        <w:t>A2 Foreseen/Intended</w:t>
      </w:r>
      <w:bookmarkEnd w:id="9"/>
    </w:p>
    <w:p w14:paraId="6FF523C9" w14:textId="77777777" w:rsidR="00BE7B8B" w:rsidRDefault="00BE7B8B" w:rsidP="00BE7B8B">
      <w:pPr>
        <w:rPr>
          <w:rFonts w:cs="Arial"/>
        </w:rPr>
      </w:pPr>
    </w:p>
    <w:p w14:paraId="305D4A11" w14:textId="4868F70C" w:rsidR="00BE7B8B" w:rsidRPr="00BE7B8B" w:rsidRDefault="00BE7B8B" w:rsidP="00BE7B8B">
      <w:pPr>
        <w:pStyle w:val="Tag"/>
        <w:rPr>
          <w:rFonts w:cs="Arial"/>
        </w:rPr>
      </w:pPr>
      <w:r>
        <w:rPr>
          <w:rFonts w:cs="Arial"/>
        </w:rPr>
        <w:t xml:space="preserve">There is definitely a distinction b/w foreseen and intended consequences. </w:t>
      </w:r>
      <w:proofErr w:type="spellStart"/>
      <w:r>
        <w:t>Grisez</w:t>
      </w:r>
      <w:proofErr w:type="spellEnd"/>
      <w:r>
        <w:t>:</w:t>
      </w:r>
    </w:p>
    <w:p w14:paraId="05EF4E2A" w14:textId="77777777" w:rsidR="00BE7B8B" w:rsidRDefault="00BE7B8B" w:rsidP="00BE7B8B">
      <w:pPr>
        <w:pStyle w:val="Tag"/>
        <w:ind w:left="360"/>
      </w:pPr>
    </w:p>
    <w:p w14:paraId="48964885" w14:textId="77777777" w:rsidR="00BE7B8B" w:rsidRPr="00CE0DB8" w:rsidRDefault="00BE7B8B" w:rsidP="00BE7B8B">
      <w:pPr>
        <w:rPr>
          <w:rFonts w:eastAsia="Times New Roman"/>
          <w:sz w:val="16"/>
        </w:rPr>
      </w:pPr>
      <w:proofErr w:type="spellStart"/>
      <w:r w:rsidRPr="002E616B">
        <w:rPr>
          <w:sz w:val="16"/>
        </w:rPr>
        <w:t>Grisez</w:t>
      </w:r>
      <w:proofErr w:type="spellEnd"/>
      <w:r w:rsidRPr="002E616B">
        <w:rPr>
          <w:sz w:val="16"/>
        </w:rPr>
        <w:t xml:space="preserve">, </w:t>
      </w:r>
      <w:proofErr w:type="spellStart"/>
      <w:r w:rsidRPr="002E616B">
        <w:rPr>
          <w:sz w:val="16"/>
        </w:rPr>
        <w:t>Germain</w:t>
      </w:r>
      <w:proofErr w:type="spellEnd"/>
      <w:r w:rsidRPr="002E616B">
        <w:rPr>
          <w:sz w:val="16"/>
        </w:rPr>
        <w:t xml:space="preserve">. [Former </w:t>
      </w:r>
      <w:r w:rsidRPr="002E616B">
        <w:rPr>
          <w:rFonts w:eastAsia="Times New Roman"/>
          <w:color w:val="333366"/>
          <w:sz w:val="16"/>
          <w:szCs w:val="21"/>
        </w:rPr>
        <w:t xml:space="preserve">Professor of Christian Ethics at Mount Saint Mary’s University in </w:t>
      </w:r>
      <w:proofErr w:type="spellStart"/>
      <w:r w:rsidRPr="002E616B">
        <w:rPr>
          <w:rFonts w:eastAsia="Times New Roman"/>
          <w:color w:val="333366"/>
          <w:sz w:val="16"/>
          <w:szCs w:val="21"/>
        </w:rPr>
        <w:t>Emmitsburg</w:t>
      </w:r>
      <w:proofErr w:type="spellEnd"/>
      <w:r w:rsidRPr="002E616B">
        <w:rPr>
          <w:rFonts w:eastAsia="Times New Roman"/>
          <w:color w:val="333366"/>
          <w:sz w:val="16"/>
          <w:szCs w:val="21"/>
        </w:rPr>
        <w:t>, Maryland</w:t>
      </w:r>
      <w:r w:rsidRPr="002E616B">
        <w:rPr>
          <w:rFonts w:eastAsia="Times New Roman"/>
          <w:sz w:val="16"/>
        </w:rPr>
        <w:t>],</w:t>
      </w:r>
      <w:r w:rsidRPr="002E616B">
        <w:rPr>
          <w:sz w:val="16"/>
        </w:rPr>
        <w:t xml:space="preserve"> “Toward A Consistent Natural Law Ethics of Killing.” </w:t>
      </w:r>
      <w:proofErr w:type="spellStart"/>
      <w:proofErr w:type="gramStart"/>
      <w:r w:rsidRPr="002E616B">
        <w:rPr>
          <w:sz w:val="16"/>
        </w:rPr>
        <w:t>AmJJruis</w:t>
      </w:r>
      <w:proofErr w:type="spellEnd"/>
      <w:r w:rsidRPr="002E616B">
        <w:rPr>
          <w:sz w:val="16"/>
        </w:rPr>
        <w:t xml:space="preserve"> 15 [1970].</w:t>
      </w:r>
      <w:proofErr w:type="gramEnd"/>
    </w:p>
    <w:p w14:paraId="5C7E7EEC" w14:textId="77777777" w:rsidR="00BE7B8B" w:rsidRDefault="00BE7B8B" w:rsidP="00BE7B8B">
      <w:pPr>
        <w:rPr>
          <w:rFonts w:cs="Arial"/>
        </w:rPr>
      </w:pPr>
    </w:p>
    <w:p w14:paraId="3D29976A" w14:textId="4E60BB10" w:rsidR="00BE7B8B" w:rsidRPr="00BE7B8B" w:rsidRDefault="00BE7B8B" w:rsidP="00BE7B8B">
      <w:pPr>
        <w:rPr>
          <w:rStyle w:val="UnderlineBold"/>
        </w:rPr>
      </w:pPr>
      <w:r w:rsidRPr="00BE7B8B">
        <w:rPr>
          <w:rFonts w:cs="Arial"/>
          <w:sz w:val="16"/>
        </w:rPr>
        <w:t xml:space="preserve">I foresee that </w:t>
      </w:r>
      <w:proofErr w:type="gramStart"/>
      <w:r w:rsidRPr="00BE7B8B">
        <w:rPr>
          <w:rFonts w:cs="Arial"/>
          <w:sz w:val="16"/>
        </w:rPr>
        <w:t>the paragraph I am now writing will be misunderstood by some readers</w:t>
      </w:r>
      <w:proofErr w:type="gramEnd"/>
      <w:r w:rsidRPr="00BE7B8B">
        <w:rPr>
          <w:rFonts w:cs="Arial"/>
          <w:sz w:val="16"/>
        </w:rPr>
        <w:t xml:space="preserve">, but I do not intend their misunderstanding. I foresee that as a result of writing this paragraph, my pen will run out of ink sooner than if I did not write this paragraph, but I do not intend my pen's running out of ink. </w:t>
      </w:r>
      <w:r w:rsidRPr="00BE7B8B">
        <w:rPr>
          <w:rStyle w:val="UnderlineBold"/>
        </w:rPr>
        <w:t>When I go to the dentist, I foresee that I shall suffer pain, but I do not intend the pain</w:t>
      </w:r>
      <w:r w:rsidRPr="00BE7B8B">
        <w:rPr>
          <w:rFonts w:cs="Arial"/>
          <w:sz w:val="16"/>
        </w:rPr>
        <w:t xml:space="preserve">. I intend to keep my teeth in working order and I intend to have them repaired, but the pain contributes nothing to my objective or to the process of its realization. </w:t>
      </w:r>
      <w:r w:rsidRPr="00BE7B8B">
        <w:rPr>
          <w:rStyle w:val="UnderlineBold"/>
        </w:rPr>
        <w:t xml:space="preserve">Pain is merely </w:t>
      </w:r>
      <w:r w:rsidRPr="00BE7B8B">
        <w:rPr>
          <w:rFonts w:cs="Arial"/>
          <w:sz w:val="16"/>
        </w:rPr>
        <w:t xml:space="preserve">an </w:t>
      </w:r>
      <w:r w:rsidRPr="00BE7B8B">
        <w:rPr>
          <w:rStyle w:val="UnderlineBold"/>
        </w:rPr>
        <w:t xml:space="preserve">unavoidable </w:t>
      </w:r>
      <w:r w:rsidRPr="00BE7B8B">
        <w:rPr>
          <w:rFonts w:cs="Arial"/>
          <w:sz w:val="16"/>
        </w:rPr>
        <w:t xml:space="preserve">concomitant. True, I bring the pain upon myself by going to the dentist. But I "bring it upon" myself, I do not seek it or use it. A human being as a moral agent is not placed within a framework of already determinate situations, as a puppet is placed upon a stage created beforehand for it. </w:t>
      </w:r>
      <w:r w:rsidRPr="00BE7B8B">
        <w:rPr>
          <w:rStyle w:val="UnderlineBold"/>
        </w:rPr>
        <w:t xml:space="preserve">The various environments in which we live are filled with facts </w:t>
      </w:r>
      <w:r w:rsidRPr="00BE7B8B">
        <w:rPr>
          <w:rStyle w:val="UnderlineBold"/>
          <w:rFonts w:cs="Arial"/>
          <w:b w:val="0"/>
          <w:sz w:val="16"/>
          <w:u w:val="none"/>
        </w:rPr>
        <w:t xml:space="preserve">somehow or other </w:t>
      </w:r>
      <w:r w:rsidRPr="00BE7B8B">
        <w:rPr>
          <w:rStyle w:val="UnderlineBold"/>
        </w:rPr>
        <w:t xml:space="preserve">related to </w:t>
      </w:r>
      <w:r w:rsidRPr="00BE7B8B">
        <w:rPr>
          <w:rStyle w:val="UnderlineBold"/>
          <w:rFonts w:cs="Arial"/>
          <w:b w:val="0"/>
          <w:sz w:val="16"/>
          <w:u w:val="none"/>
        </w:rPr>
        <w:t xml:space="preserve">us and to </w:t>
      </w:r>
      <w:r w:rsidRPr="00BE7B8B">
        <w:rPr>
          <w:rStyle w:val="UnderlineBold"/>
        </w:rPr>
        <w:t xml:space="preserve">our action, but our </w:t>
      </w:r>
      <w:proofErr w:type="gramStart"/>
      <w:r w:rsidRPr="00BE7B8B">
        <w:rPr>
          <w:rStyle w:val="UnderlineBold"/>
        </w:rPr>
        <w:t>actual life-worlds are shaped by our interests</w:t>
      </w:r>
      <w:proofErr w:type="gramEnd"/>
      <w:r w:rsidRPr="00BE7B8B">
        <w:rPr>
          <w:rStyle w:val="UnderlineBold"/>
        </w:rPr>
        <w:t xml:space="preserve"> and by the ways we select to satisfy our interests. </w:t>
      </w:r>
      <w:r w:rsidRPr="00BE7B8B">
        <w:rPr>
          <w:rFonts w:cs="Arial"/>
          <w:sz w:val="16"/>
        </w:rPr>
        <w:t xml:space="preserve">Many effects of our behavior fall outside the scope of our intentions; some effects of our behavior have no significant reference to any human concern that we know of. Consequently, </w:t>
      </w:r>
      <w:r w:rsidRPr="00BE7B8B">
        <w:rPr>
          <w:rStyle w:val="UnderlineBold"/>
        </w:rPr>
        <w:t>we certainly do not intend all the foreseen effects of our purposeful behavior.</w:t>
      </w:r>
    </w:p>
    <w:p w14:paraId="42DA3ABF" w14:textId="0C485FD8" w:rsidR="00F0020B" w:rsidRDefault="00804CA5" w:rsidP="00316F1A">
      <w:pPr>
        <w:pStyle w:val="Heading1"/>
      </w:pPr>
      <w:bookmarkStart w:id="10" w:name="_Toc189284294"/>
      <w:r w:rsidRPr="00804CA5">
        <w:lastRenderedPageBreak/>
        <w:t>A2 Kant</w:t>
      </w:r>
      <w:bookmarkEnd w:id="10"/>
    </w:p>
    <w:p w14:paraId="3E979C74" w14:textId="77777777" w:rsidR="000F5BA3" w:rsidRDefault="000F5BA3" w:rsidP="000F5BA3">
      <w:pPr>
        <w:pStyle w:val="Tag"/>
        <w:rPr>
          <w:rFonts w:cs="Arial"/>
        </w:rPr>
      </w:pPr>
    </w:p>
    <w:p w14:paraId="54BA413D" w14:textId="530D7E6D" w:rsidR="00724697" w:rsidRPr="000F5BA3" w:rsidRDefault="000F5BA3" w:rsidP="000F5BA3">
      <w:pPr>
        <w:pStyle w:val="Tag"/>
        <w:rPr>
          <w:rFonts w:cs="Arial"/>
        </w:rPr>
      </w:pPr>
      <w:r>
        <w:rPr>
          <w:rFonts w:cs="Arial"/>
        </w:rPr>
        <w:t xml:space="preserve">Unless you introduce some innate good that all rational actors strive for, i.e. the basic goods, then all you’ve </w:t>
      </w:r>
      <w:r w:rsidR="00173541">
        <w:rPr>
          <w:rFonts w:cs="Arial"/>
        </w:rPr>
        <w:t>produced is</w:t>
      </w:r>
      <w:r>
        <w:rPr>
          <w:rFonts w:cs="Arial"/>
        </w:rPr>
        <w:t xml:space="preserve"> an empty formalism. </w:t>
      </w:r>
      <w:r w:rsidR="00B05FC7">
        <w:rPr>
          <w:rFonts w:cs="Arial"/>
        </w:rPr>
        <w:t>MacDonald:</w:t>
      </w:r>
    </w:p>
    <w:p w14:paraId="2006CFFF" w14:textId="77777777" w:rsidR="000F5BA3" w:rsidRDefault="000F5BA3" w:rsidP="00804CA5">
      <w:pPr>
        <w:rPr>
          <w:color w:val="090909"/>
          <w:sz w:val="16"/>
          <w:szCs w:val="19"/>
        </w:rPr>
      </w:pPr>
    </w:p>
    <w:p w14:paraId="1A064DA8" w14:textId="77777777" w:rsidR="00B05FC7" w:rsidRPr="009E14EF" w:rsidRDefault="00B05FC7" w:rsidP="00B05FC7">
      <w:pPr>
        <w:rPr>
          <w:rFonts w:cs="Arial"/>
          <w:b/>
          <w:bCs/>
          <w:szCs w:val="18"/>
        </w:rPr>
      </w:pPr>
      <w:r w:rsidRPr="009E14EF">
        <w:rPr>
          <w:rFonts w:cs="Arial"/>
          <w:sz w:val="16"/>
        </w:rPr>
        <w:t>James E. MacDonald, “Are Deontology and Teleology Mutually Exclusive?</w:t>
      </w:r>
      <w:proofErr w:type="gramStart"/>
      <w:r w:rsidRPr="009E14EF">
        <w:rPr>
          <w:rFonts w:cs="Arial"/>
          <w:sz w:val="16"/>
        </w:rPr>
        <w:t>”,</w:t>
      </w:r>
      <w:proofErr w:type="gramEnd"/>
      <w:r w:rsidRPr="009E14EF">
        <w:rPr>
          <w:rFonts w:cs="Arial"/>
          <w:sz w:val="16"/>
        </w:rPr>
        <w:t xml:space="preserve"> </w:t>
      </w:r>
      <w:r w:rsidRPr="009E14EF">
        <w:rPr>
          <w:rFonts w:cs="Arial"/>
          <w:b/>
          <w:bCs/>
          <w:i/>
          <w:iCs/>
          <w:sz w:val="16"/>
          <w:szCs w:val="18"/>
        </w:rPr>
        <w:t xml:space="preserve">Journal of Business Ethics </w:t>
      </w:r>
      <w:r w:rsidRPr="009E14EF">
        <w:rPr>
          <w:rFonts w:cs="Arial"/>
          <w:b/>
          <w:bCs/>
          <w:sz w:val="16"/>
          <w:szCs w:val="18"/>
        </w:rPr>
        <w:t>13: 615-623, 1994. R</w:t>
      </w:r>
      <w:r>
        <w:rPr>
          <w:rFonts w:cs="Arial"/>
          <w:b/>
          <w:bCs/>
          <w:sz w:val="16"/>
          <w:szCs w:val="18"/>
        </w:rPr>
        <w:t>K</w:t>
      </w:r>
    </w:p>
    <w:p w14:paraId="7B3ACE39" w14:textId="77777777" w:rsidR="00B05FC7" w:rsidRDefault="00B05FC7" w:rsidP="00B05FC7">
      <w:pPr>
        <w:rPr>
          <w:sz w:val="16"/>
        </w:rPr>
      </w:pPr>
    </w:p>
    <w:p w14:paraId="59920D1A" w14:textId="77777777" w:rsidR="00B05FC7" w:rsidRPr="00F85BC2" w:rsidRDefault="00B05FC7" w:rsidP="00B05FC7">
      <w:pPr>
        <w:rPr>
          <w:rFonts w:cs="Arial"/>
          <w:sz w:val="16"/>
        </w:rPr>
      </w:pPr>
      <w:r w:rsidRPr="00F85BC2">
        <w:rPr>
          <w:rFonts w:cs="Arial"/>
          <w:sz w:val="16"/>
        </w:rPr>
        <w:t xml:space="preserve">Therefore, I am to do as I </w:t>
      </w:r>
      <w:proofErr w:type="spellStart"/>
      <w:r w:rsidRPr="00F85BC2">
        <w:rPr>
          <w:rFonts w:cs="Arial"/>
          <w:sz w:val="16"/>
        </w:rPr>
        <w:t>v^ould</w:t>
      </w:r>
      <w:proofErr w:type="spellEnd"/>
      <w:r w:rsidRPr="00F85BC2">
        <w:rPr>
          <w:rFonts w:cs="Arial"/>
          <w:sz w:val="16"/>
        </w:rPr>
        <w:t xml:space="preserve"> be done by: </w:t>
      </w:r>
      <w:r w:rsidRPr="00F85BC2">
        <w:rPr>
          <w:rStyle w:val="UnderlineBold"/>
        </w:rPr>
        <w:t>But how do I know how I would be done by? What sorts of harms ought I to protect myself against? I must first know how I should allow myself to be treated before I can know how^ I may allow myself to treat others. A missing identification of the true and comprehensive human good and the included basic goods of life</w:t>
      </w:r>
      <w:r w:rsidRPr="00F85BC2">
        <w:rPr>
          <w:rFonts w:cs="Arial"/>
          <w:sz w:val="16"/>
        </w:rPr>
        <w:t xml:space="preserve">, knowledge, play, aesthetic experience, friendship, religion and practical reasonableness, </w:t>
      </w:r>
      <w:proofErr w:type="gramStart"/>
      <w:r w:rsidRPr="00F85BC2">
        <w:rPr>
          <w:rStyle w:val="UnderlineBold"/>
        </w:rPr>
        <w:t>is needed to get started</w:t>
      </w:r>
      <w:proofErr w:type="gramEnd"/>
      <w:r w:rsidRPr="00F85BC2">
        <w:rPr>
          <w:rStyle w:val="UnderlineBold"/>
        </w:rPr>
        <w:t xml:space="preserve"> </w:t>
      </w:r>
      <w:r w:rsidRPr="00F85BC2">
        <w:rPr>
          <w:rFonts w:cs="Arial"/>
          <w:sz w:val="16"/>
        </w:rPr>
        <w:t>(</w:t>
      </w:r>
      <w:proofErr w:type="spellStart"/>
      <w:r w:rsidRPr="00F85BC2">
        <w:rPr>
          <w:rFonts w:cs="Arial"/>
          <w:sz w:val="16"/>
        </w:rPr>
        <w:t>Finnis</w:t>
      </w:r>
      <w:proofErr w:type="spellEnd"/>
      <w:r w:rsidRPr="00F85BC2">
        <w:rPr>
          <w:rFonts w:cs="Arial"/>
          <w:sz w:val="16"/>
        </w:rPr>
        <w:t>, 1988).</w:t>
      </w:r>
    </w:p>
    <w:p w14:paraId="1558762A" w14:textId="77777777" w:rsidR="00C21BA4" w:rsidRDefault="00C21BA4" w:rsidP="00F12676">
      <w:pPr>
        <w:rPr>
          <w:i/>
          <w:iCs/>
          <w:sz w:val="16"/>
          <w:szCs w:val="20"/>
        </w:rPr>
      </w:pPr>
    </w:p>
    <w:p w14:paraId="7DB9EC77" w14:textId="16C08586" w:rsidR="00C21BA4" w:rsidRDefault="00C21BA4" w:rsidP="00316F1A">
      <w:pPr>
        <w:pStyle w:val="Heading1"/>
      </w:pPr>
      <w:bookmarkStart w:id="11" w:name="_Toc189284295"/>
      <w:r w:rsidRPr="00C21BA4">
        <w:lastRenderedPageBreak/>
        <w:t>A2 Motivational Internalism</w:t>
      </w:r>
      <w:bookmarkEnd w:id="11"/>
    </w:p>
    <w:p w14:paraId="42F42F8D" w14:textId="77777777" w:rsidR="00C21BA4" w:rsidRDefault="00C21BA4" w:rsidP="00C21BA4">
      <w:pPr>
        <w:pStyle w:val="Tag"/>
        <w:rPr>
          <w:rFonts w:cs="Arial"/>
        </w:rPr>
      </w:pPr>
    </w:p>
    <w:p w14:paraId="6A88D9ED" w14:textId="102DB771" w:rsidR="00C21BA4" w:rsidRPr="00B337E3" w:rsidRDefault="00C21BA4" w:rsidP="00C21BA4">
      <w:pPr>
        <w:pStyle w:val="Tag"/>
      </w:pPr>
      <w:r>
        <w:t>1. They have it backwards. Normative beliefs about how the world should be determine what desires we have.</w:t>
      </w:r>
      <w:r w:rsidRPr="00B337E3">
        <w:rPr>
          <w:rFonts w:cs="Arial"/>
        </w:rPr>
        <w:t xml:space="preserve"> </w:t>
      </w:r>
      <w:r>
        <w:rPr>
          <w:rFonts w:cs="Arial"/>
        </w:rPr>
        <w:t>Brink</w:t>
      </w:r>
      <w:r>
        <w:rPr>
          <w:rStyle w:val="FootnoteReference"/>
          <w:rFonts w:cs="Arial"/>
        </w:rPr>
        <w:footnoteReference w:id="1"/>
      </w:r>
      <w:r>
        <w:rPr>
          <w:rFonts w:cs="Arial"/>
        </w:rPr>
        <w:t>:</w:t>
      </w:r>
    </w:p>
    <w:p w14:paraId="1F1D4DEA" w14:textId="77777777" w:rsidR="00C21BA4" w:rsidRDefault="00C21BA4" w:rsidP="00C21BA4">
      <w:pPr>
        <w:rPr>
          <w:rFonts w:cs="Arial"/>
          <w:b/>
          <w:u w:val="single"/>
        </w:rPr>
      </w:pPr>
    </w:p>
    <w:p w14:paraId="4242C44D" w14:textId="77777777" w:rsidR="00C21BA4" w:rsidRDefault="00C21BA4" w:rsidP="00C21BA4">
      <w:pPr>
        <w:rPr>
          <w:sz w:val="16"/>
        </w:rPr>
      </w:pPr>
      <w:r w:rsidRPr="00B337E3">
        <w:rPr>
          <w:sz w:val="16"/>
        </w:rPr>
        <w:t xml:space="preserve">The </w:t>
      </w:r>
      <w:proofErr w:type="spellStart"/>
      <w:r w:rsidRPr="00B337E3">
        <w:rPr>
          <w:sz w:val="16"/>
        </w:rPr>
        <w:t>Humean</w:t>
      </w:r>
      <w:proofErr w:type="spellEnd"/>
      <w:r w:rsidRPr="00B337E3">
        <w:rPr>
          <w:sz w:val="16"/>
        </w:rPr>
        <w:t xml:space="preserve"> instrumentalist also believes that reason can only be the slave of the passions. But </w:t>
      </w:r>
      <w:r w:rsidRPr="00C21BA4">
        <w:rPr>
          <w:sz w:val="16"/>
        </w:rPr>
        <w:t>practical reason</w:t>
      </w:r>
      <w:r w:rsidRPr="00B337E3">
        <w:rPr>
          <w:sz w:val="16"/>
        </w:rPr>
        <w:t xml:space="preserve">, we just said, </w:t>
      </w:r>
      <w:r w:rsidRPr="00C21BA4">
        <w:rPr>
          <w:sz w:val="16"/>
        </w:rPr>
        <w:t xml:space="preserve">can judge some commitments appropriate and others inappropriate. </w:t>
      </w:r>
      <w:r w:rsidRPr="00B337E3">
        <w:rPr>
          <w:sz w:val="16"/>
        </w:rPr>
        <w:t xml:space="preserve">But </w:t>
      </w:r>
      <w:r w:rsidRPr="00C21BA4">
        <w:rPr>
          <w:sz w:val="16"/>
        </w:rPr>
        <w:t>then one would expect desire to be capable of responding to reason.</w:t>
      </w:r>
      <w:r w:rsidRPr="00B337E3">
        <w:rPr>
          <w:b/>
          <w:u w:val="single"/>
        </w:rPr>
        <w:t xml:space="preserve"> Judging a potential commitment appropriate tends to awaken desire, and </w:t>
      </w:r>
      <w:r w:rsidRPr="00B337E3">
        <w:rPr>
          <w:sz w:val="16"/>
        </w:rPr>
        <w:t xml:space="preserve">judging an existing commitment appropriate tends to sustain desire. By contrast, </w:t>
      </w:r>
      <w:r w:rsidRPr="00B337E3">
        <w:rPr>
          <w:b/>
          <w:u w:val="single"/>
        </w:rPr>
        <w:t>judging a potential commitment inappropriate tends to produce aversion</w:t>
      </w:r>
      <w:r w:rsidRPr="00B337E3">
        <w:rPr>
          <w:sz w:val="16"/>
        </w:rPr>
        <w:t xml:space="preserve">, and judging an existing commitment inappropriate tends to weaken desire. These familiar observations are reinforced if we adopt a version of the sort of belief–desire psychology often associated with </w:t>
      </w:r>
      <w:proofErr w:type="spellStart"/>
      <w:r w:rsidRPr="00B337E3">
        <w:rPr>
          <w:sz w:val="16"/>
        </w:rPr>
        <w:t>Humean</w:t>
      </w:r>
      <w:proofErr w:type="spellEnd"/>
      <w:r w:rsidRPr="00B337E3">
        <w:rPr>
          <w:sz w:val="16"/>
        </w:rPr>
        <w:t xml:space="preserve"> moral psychology. On this view, as we have seen (</w:t>
      </w:r>
      <w:r w:rsidRPr="00B337E3">
        <w:rPr>
          <w:rFonts w:cs="Helvetica"/>
          <w:sz w:val="16"/>
        </w:rPr>
        <w:t xml:space="preserve">§ </w:t>
      </w:r>
      <w:r w:rsidRPr="00B337E3">
        <w:rPr>
          <w:sz w:val="16"/>
        </w:rPr>
        <w:t xml:space="preserve">7 above), </w:t>
      </w:r>
      <w:r w:rsidRPr="00B337E3">
        <w:rPr>
          <w:b/>
          <w:u w:val="single"/>
        </w:rPr>
        <w:t>intentional action is viewed as the product of representational states, such as belief, and pro-attitudes, such as desire, which display different directions of fit with the world</w:t>
      </w:r>
      <w:r w:rsidRPr="00B337E3">
        <w:rPr>
          <w:sz w:val="16"/>
        </w:rPr>
        <w:t>.</w:t>
      </w:r>
      <w:r w:rsidRPr="00B337E3">
        <w:rPr>
          <w:b/>
          <w:u w:val="single"/>
        </w:rPr>
        <w:t xml:space="preserve"> </w:t>
      </w:r>
      <w:r w:rsidRPr="00C21BA4">
        <w:rPr>
          <w:sz w:val="16"/>
        </w:rPr>
        <w:t xml:space="preserve">On this sort of belief–desire psychology, </w:t>
      </w:r>
      <w:r w:rsidRPr="00B337E3">
        <w:rPr>
          <w:b/>
          <w:u w:val="single"/>
        </w:rPr>
        <w:t>agents act in order to satisfy their desires based on their beliefs about the world</w:t>
      </w:r>
      <w:r w:rsidRPr="00C21BA4">
        <w:rPr>
          <w:sz w:val="16"/>
        </w:rPr>
        <w:t xml:space="preserve">, in particular, their beliefs about the causal means to and necessary conditions of satisfying their desires. </w:t>
      </w:r>
      <w:r w:rsidRPr="00B337E3">
        <w:rPr>
          <w:sz w:val="16"/>
        </w:rPr>
        <w:t xml:space="preserve">But, on this sort of psychology, we can also understand how </w:t>
      </w:r>
      <w:r w:rsidRPr="00B337E3">
        <w:rPr>
          <w:b/>
          <w:u w:val="single"/>
        </w:rPr>
        <w:t xml:space="preserve">normative beliefs would </w:t>
      </w:r>
      <w:r w:rsidRPr="00C21BA4">
        <w:rPr>
          <w:sz w:val="16"/>
        </w:rPr>
        <w:t xml:space="preserve">tend to </w:t>
      </w:r>
      <w:r w:rsidRPr="00B337E3">
        <w:rPr>
          <w:b/>
          <w:u w:val="single"/>
        </w:rPr>
        <w:t>influence desire. For normative beliefs are beliefs about how the world should be</w:t>
      </w:r>
      <w:r w:rsidRPr="00B337E3">
        <w:rPr>
          <w:sz w:val="16"/>
        </w:rPr>
        <w:t xml:space="preserve">. </w:t>
      </w:r>
      <w:r w:rsidRPr="00C21BA4">
        <w:rPr>
          <w:sz w:val="16"/>
        </w:rPr>
        <w:t xml:space="preserve">But if </w:t>
      </w:r>
      <w:r w:rsidRPr="00B337E3">
        <w:rPr>
          <w:b/>
          <w:u w:val="single"/>
        </w:rPr>
        <w:t xml:space="preserve">desires are precisely states that tend to make agents modify the world in accordance with their content, </w:t>
      </w:r>
      <w:r w:rsidRPr="00C21BA4">
        <w:rPr>
          <w:sz w:val="16"/>
        </w:rPr>
        <w:t xml:space="preserve">then </w:t>
      </w:r>
      <w:r w:rsidRPr="00B337E3">
        <w:rPr>
          <w:b/>
          <w:u w:val="single"/>
        </w:rPr>
        <w:t>we should expect normative beliefs normally to affect desires</w:t>
      </w:r>
      <w:r w:rsidRPr="00B337E3">
        <w:rPr>
          <w:sz w:val="16"/>
        </w:rPr>
        <w:t>.</w:t>
      </w:r>
      <w:r w:rsidRPr="00B337E3">
        <w:rPr>
          <w:rFonts w:cs="Helvetica"/>
          <w:sz w:val="16"/>
        </w:rPr>
        <w:t xml:space="preserve">55 </w:t>
      </w:r>
      <w:proofErr w:type="gramStart"/>
      <w:r w:rsidRPr="00B337E3">
        <w:rPr>
          <w:sz w:val="16"/>
        </w:rPr>
        <w:t>This</w:t>
      </w:r>
      <w:proofErr w:type="gramEnd"/>
      <w:r w:rsidRPr="00B337E3">
        <w:rPr>
          <w:sz w:val="16"/>
        </w:rPr>
        <w:t xml:space="preserve"> is Green’s view (</w:t>
      </w:r>
      <w:r w:rsidRPr="00B337E3">
        <w:rPr>
          <w:rFonts w:cs="Helvetica"/>
          <w:sz w:val="16"/>
        </w:rPr>
        <w:t xml:space="preserve">§§ </w:t>
      </w:r>
      <w:r w:rsidRPr="00B337E3">
        <w:rPr>
          <w:sz w:val="16"/>
        </w:rPr>
        <w:t xml:space="preserve">130–6). He accepts belief–desire psychology, because of their different directions of fit, and argues that for this reason desire can be responsive to ought judgments. This shows how one can accept the </w:t>
      </w:r>
      <w:proofErr w:type="spellStart"/>
      <w:r w:rsidRPr="00B337E3">
        <w:rPr>
          <w:sz w:val="16"/>
        </w:rPr>
        <w:t>Humean</w:t>
      </w:r>
      <w:proofErr w:type="spellEnd"/>
      <w:r w:rsidRPr="00B337E3">
        <w:rPr>
          <w:sz w:val="16"/>
        </w:rPr>
        <w:t xml:space="preserve"> dictum that action depends on desire without accepting the </w:t>
      </w:r>
      <w:proofErr w:type="spellStart"/>
      <w:r w:rsidRPr="00B337E3">
        <w:rPr>
          <w:sz w:val="16"/>
        </w:rPr>
        <w:t>Humean</w:t>
      </w:r>
      <w:proofErr w:type="spellEnd"/>
      <w:r w:rsidRPr="00B337E3">
        <w:rPr>
          <w:sz w:val="16"/>
        </w:rPr>
        <w:t xml:space="preserve"> dictum that reason can only be the slave of the passions.</w:t>
      </w:r>
    </w:p>
    <w:p w14:paraId="7E446C84" w14:textId="77777777" w:rsidR="00CB5386" w:rsidRDefault="00CB5386" w:rsidP="00C21BA4">
      <w:pPr>
        <w:rPr>
          <w:sz w:val="16"/>
        </w:rPr>
      </w:pPr>
    </w:p>
    <w:p w14:paraId="3AEE3970" w14:textId="563A286D" w:rsidR="00C21BA4" w:rsidRPr="00C21BA4" w:rsidRDefault="00C21BA4" w:rsidP="00C21BA4">
      <w:pPr>
        <w:pStyle w:val="Tag"/>
      </w:pPr>
      <w:r>
        <w:t xml:space="preserve">So, since all justification has to end with the basic goods, the basic goods are what determine desire. </w:t>
      </w:r>
    </w:p>
    <w:p w14:paraId="78979700" w14:textId="77777777" w:rsidR="00C21BA4" w:rsidRDefault="00C21BA4" w:rsidP="00C21BA4"/>
    <w:p w14:paraId="326A20D8" w14:textId="2C7AD6A9" w:rsidR="00CB5386" w:rsidRPr="004D688B" w:rsidRDefault="00CB5386" w:rsidP="00CB5386">
      <w:pPr>
        <w:pStyle w:val="Tag"/>
        <w:rPr>
          <w:highlight w:val="cyan"/>
        </w:rPr>
      </w:pPr>
      <w:r>
        <w:t xml:space="preserve">2. </w:t>
      </w:r>
      <w:r w:rsidRPr="003D7559">
        <w:t xml:space="preserve">The basic goods </w:t>
      </w:r>
      <w:r>
        <w:t xml:space="preserve">transcend egoism because </w:t>
      </w:r>
      <w:r w:rsidRPr="004D688B">
        <w:rPr>
          <w:highlight w:val="cyan"/>
        </w:rPr>
        <w:t xml:space="preserve">when we recognize something as a basic good, we must realize that they are not unique to us, and so respect the ends of others because they are similar to ours. The reason why we realize something is a basic good is not because it benefits us, but simply because it’s a self-evident reason for action that needs no further justification. </w:t>
      </w:r>
    </w:p>
    <w:p w14:paraId="10B2B22D" w14:textId="77777777" w:rsidR="00CB5386" w:rsidRPr="00C21BA4" w:rsidRDefault="00CB5386" w:rsidP="00C21BA4"/>
    <w:p w14:paraId="1251D3AD" w14:textId="1D820C42" w:rsidR="00C21BA4" w:rsidRPr="002E606F" w:rsidRDefault="00CB5386" w:rsidP="00C21BA4">
      <w:pPr>
        <w:pStyle w:val="Tag"/>
        <w:rPr>
          <w:rFonts w:cs="Arial"/>
        </w:rPr>
      </w:pPr>
      <w:r>
        <w:rPr>
          <w:rFonts w:cs="Arial"/>
        </w:rPr>
        <w:t>3</w:t>
      </w:r>
      <w:r w:rsidR="00C21BA4">
        <w:rPr>
          <w:rFonts w:cs="Arial"/>
        </w:rPr>
        <w:t>. They are conflating two ways an actor can refuse to follow moral norms. Just because we are biased against acting morally is not a reason why we can’t. Frankfurt</w:t>
      </w:r>
      <w:r w:rsidR="00C21BA4">
        <w:rPr>
          <w:rStyle w:val="FootnoteReference"/>
          <w:rFonts w:cs="Arial"/>
        </w:rPr>
        <w:footnoteReference w:id="2"/>
      </w:r>
      <w:r w:rsidR="00C21BA4">
        <w:rPr>
          <w:rFonts w:cs="Arial"/>
        </w:rPr>
        <w:t>:</w:t>
      </w:r>
    </w:p>
    <w:p w14:paraId="6832417A" w14:textId="77777777" w:rsidR="00C21BA4" w:rsidRDefault="00C21BA4" w:rsidP="00C21BA4">
      <w:pPr>
        <w:rPr>
          <w:rFonts w:cs="Arial"/>
          <w:b/>
          <w:u w:val="single"/>
        </w:rPr>
      </w:pPr>
    </w:p>
    <w:p w14:paraId="6B06D6E9" w14:textId="77777777" w:rsidR="00C21BA4" w:rsidRDefault="00C21BA4" w:rsidP="00C21BA4">
      <w:pPr>
        <w:rPr>
          <w:rFonts w:cs="Arial"/>
          <w:sz w:val="16"/>
        </w:rPr>
      </w:pPr>
      <w:r w:rsidRPr="002E606F">
        <w:rPr>
          <w:rFonts w:cs="Arial"/>
          <w:b/>
          <w:u w:val="single"/>
        </w:rPr>
        <w:t xml:space="preserve">Being unable to bring oneself to perform an action is not the same as simply being overwhelmingly averse to performing it </w:t>
      </w:r>
      <w:r w:rsidRPr="002E606F">
        <w:rPr>
          <w:rFonts w:cs="Arial"/>
          <w:sz w:val="16"/>
        </w:rPr>
        <w:t xml:space="preserve">. . . In addition, the aversion has his endorsement; and it constrains his conduct so effectively precisely because of this. </w:t>
      </w:r>
      <w:r w:rsidRPr="002E606F">
        <w:rPr>
          <w:rFonts w:cs="Arial"/>
          <w:b/>
          <w:u w:val="single"/>
        </w:rPr>
        <w:t>The person’s endorsement of his aversion is what distinguishes situations in which someone finds an action unthinkable from those in which an inability to act is due to addiction or to some other type of irresistible impulse</w:t>
      </w:r>
      <w:r w:rsidRPr="002E606F">
        <w:rPr>
          <w:rFonts w:cs="Arial"/>
          <w:sz w:val="16"/>
        </w:rPr>
        <w:t>.</w:t>
      </w:r>
    </w:p>
    <w:p w14:paraId="72CF35DA" w14:textId="77777777" w:rsidR="00C21BA4" w:rsidRDefault="00C21BA4" w:rsidP="00C21BA4"/>
    <w:p w14:paraId="18E5C1D6" w14:textId="6EF977B5" w:rsidR="000E27E1" w:rsidRPr="000E27E1" w:rsidRDefault="00CB5386" w:rsidP="000E27E1">
      <w:pPr>
        <w:pStyle w:val="Tag"/>
      </w:pPr>
      <w:r>
        <w:t>4</w:t>
      </w:r>
      <w:r w:rsidR="0008436D">
        <w:t xml:space="preserve">. </w:t>
      </w:r>
      <w:r w:rsidR="000E27E1">
        <w:t xml:space="preserve">Motivational </w:t>
      </w:r>
      <w:proofErr w:type="spellStart"/>
      <w:r w:rsidR="000E27E1">
        <w:t>internalism</w:t>
      </w:r>
      <w:proofErr w:type="spellEnd"/>
      <w:r w:rsidR="000E27E1">
        <w:t xml:space="preserve"> rests on three </w:t>
      </w:r>
      <w:proofErr w:type="gramStart"/>
      <w:r w:rsidR="000E27E1">
        <w:t>conflations which</w:t>
      </w:r>
      <w:proofErr w:type="gramEnd"/>
      <w:r w:rsidR="000E27E1">
        <w:t xml:space="preserve"> are all false. </w:t>
      </w:r>
      <w:proofErr w:type="spellStart"/>
      <w:r w:rsidR="000E27E1">
        <w:t>Grisez</w:t>
      </w:r>
      <w:proofErr w:type="spellEnd"/>
      <w:r w:rsidR="000E27E1">
        <w:t>:</w:t>
      </w:r>
    </w:p>
    <w:p w14:paraId="4149DFE5" w14:textId="77777777" w:rsidR="000E27E1" w:rsidRDefault="000E27E1" w:rsidP="00C21BA4"/>
    <w:p w14:paraId="64D17588" w14:textId="77777777" w:rsidR="000E27E1" w:rsidRPr="00AF57A1" w:rsidRDefault="000E27E1" w:rsidP="000E27E1">
      <w:pPr>
        <w:rPr>
          <w:sz w:val="16"/>
        </w:rPr>
      </w:pPr>
      <w:proofErr w:type="spellStart"/>
      <w:r w:rsidRPr="00AF57A1">
        <w:rPr>
          <w:sz w:val="16"/>
        </w:rPr>
        <w:t>Germain</w:t>
      </w:r>
      <w:proofErr w:type="spellEnd"/>
      <w:r w:rsidRPr="00AF57A1">
        <w:rPr>
          <w:sz w:val="16"/>
        </w:rPr>
        <w:t xml:space="preserve"> </w:t>
      </w:r>
      <w:proofErr w:type="spellStart"/>
      <w:r w:rsidRPr="00AF57A1">
        <w:rPr>
          <w:sz w:val="16"/>
        </w:rPr>
        <w:t>Grisez</w:t>
      </w:r>
      <w:proofErr w:type="spellEnd"/>
      <w:r w:rsidRPr="00AF57A1">
        <w:rPr>
          <w:sz w:val="16"/>
        </w:rPr>
        <w:t xml:space="preserve">, [Former Professor of Christian Ethics at Mount Saint Mary’s University in </w:t>
      </w:r>
      <w:proofErr w:type="spellStart"/>
      <w:r w:rsidRPr="00AF57A1">
        <w:rPr>
          <w:sz w:val="16"/>
        </w:rPr>
        <w:t>Emmitsburg</w:t>
      </w:r>
      <w:proofErr w:type="spellEnd"/>
      <w:r w:rsidRPr="00AF57A1">
        <w:rPr>
          <w:sz w:val="16"/>
        </w:rPr>
        <w:t xml:space="preserve">, Maryland], </w:t>
      </w:r>
      <w:r w:rsidRPr="00AF57A1">
        <w:rPr>
          <w:i/>
          <w:sz w:val="16"/>
        </w:rPr>
        <w:t>The Way of the Lord Jesus</w:t>
      </w:r>
      <w:r w:rsidRPr="00AF57A1">
        <w:rPr>
          <w:sz w:val="16"/>
        </w:rPr>
        <w:t xml:space="preserve"> Vol. 1, RK</w:t>
      </w:r>
    </w:p>
    <w:p w14:paraId="0D0A7259" w14:textId="77777777" w:rsidR="000E27E1" w:rsidRDefault="000E27E1" w:rsidP="00C21BA4"/>
    <w:p w14:paraId="361A69EA" w14:textId="593178EC" w:rsidR="00E70598" w:rsidRPr="00967EFD" w:rsidRDefault="00E70598" w:rsidP="00E70598">
      <w:pPr>
        <w:rPr>
          <w:sz w:val="16"/>
          <w:lang w:eastAsia="zh-TW"/>
        </w:rPr>
      </w:pPr>
      <w:r w:rsidRPr="00967EFD">
        <w:rPr>
          <w:sz w:val="16"/>
          <w:lang w:eastAsia="zh-TW"/>
        </w:rPr>
        <w:t xml:space="preserve">This view loses its plausibility when three confusions are removed. </w:t>
      </w:r>
      <w:r w:rsidRPr="00967EFD">
        <w:rPr>
          <w:rStyle w:val="UnderlineBold"/>
        </w:rPr>
        <w:t>First</w:t>
      </w:r>
      <w:r w:rsidRPr="00967EFD">
        <w:rPr>
          <w:sz w:val="16"/>
          <w:lang w:eastAsia="zh-TW"/>
        </w:rPr>
        <w:t xml:space="preserve">, </w:t>
      </w:r>
      <w:r w:rsidRPr="00967EFD">
        <w:rPr>
          <w:rStyle w:val="UnderlineBold"/>
        </w:rPr>
        <w:t xml:space="preserve">although it is true that one can avoid </w:t>
      </w:r>
      <w:r w:rsidRPr="00967EFD">
        <w:rPr>
          <w:sz w:val="16"/>
          <w:lang w:eastAsia="zh-TW"/>
        </w:rPr>
        <w:t xml:space="preserve">or assume </w:t>
      </w:r>
      <w:r w:rsidRPr="00967EFD">
        <w:rPr>
          <w:rStyle w:val="UnderlineBold"/>
        </w:rPr>
        <w:t>some duties by choice, this does not mean one can avoid moral responsibility for wrongdoing merely by refusing to endorse the norm one is violating</w:t>
      </w:r>
      <w:r w:rsidRPr="00967EFD">
        <w:rPr>
          <w:sz w:val="16"/>
          <w:lang w:eastAsia="zh-TW"/>
        </w:rPr>
        <w:t xml:space="preserve">. For example, </w:t>
      </w:r>
      <w:r w:rsidRPr="00FD4E39">
        <w:rPr>
          <w:rStyle w:val="UnderlineBold"/>
          <w:rFonts w:cs="Arial"/>
          <w:b w:val="0"/>
          <w:sz w:val="16"/>
          <w:u w:val="none"/>
        </w:rPr>
        <w:t>if one does not choose to marry, one has no duties to a spouse; but if one does marry, one cannot do away with such duties merely by not choosing to acknowledge them. 6</w:t>
      </w:r>
      <w:r w:rsidRPr="00967EFD">
        <w:rPr>
          <w:rStyle w:val="UnderlineBold"/>
        </w:rPr>
        <w:t>.</w:t>
      </w:r>
      <w:r w:rsidRPr="00967EFD">
        <w:rPr>
          <w:rStyle w:val="UnderlineBold"/>
        </w:rPr>
        <w:t> </w:t>
      </w:r>
      <w:r w:rsidRPr="00967EFD">
        <w:rPr>
          <w:rStyle w:val="UnderlineBold"/>
        </w:rPr>
        <w:t xml:space="preserve">Second, arguments to support this view are often based on equivocations. </w:t>
      </w:r>
      <w:r w:rsidRPr="00967EFD">
        <w:rPr>
          <w:sz w:val="16"/>
          <w:lang w:eastAsia="zh-TW"/>
        </w:rPr>
        <w:t xml:space="preserve">For </w:t>
      </w:r>
      <w:r w:rsidRPr="00967EFD">
        <w:rPr>
          <w:sz w:val="16"/>
          <w:lang w:eastAsia="zh-TW"/>
        </w:rPr>
        <w:lastRenderedPageBreak/>
        <w:t xml:space="preserve">example, </w:t>
      </w:r>
      <w:r w:rsidRPr="00967EFD">
        <w:rPr>
          <w:rStyle w:val="UnderlineBold"/>
        </w:rPr>
        <w:t xml:space="preserve">“decide” means both “judge” and “choose.” Judgments of conscience and choices can both be called “decisions,” but they are decisions in very different senses. One can decide that something is wrong </w:t>
      </w:r>
      <w:r w:rsidRPr="00967EFD">
        <w:rPr>
          <w:sz w:val="16"/>
          <w:lang w:eastAsia="zh-TW"/>
        </w:rPr>
        <w:t xml:space="preserve">(conscience) </w:t>
      </w:r>
      <w:r w:rsidRPr="00967EFD">
        <w:rPr>
          <w:rStyle w:val="UnderlineBold"/>
        </w:rPr>
        <w:t xml:space="preserve">and decide to do it anyway </w:t>
      </w:r>
      <w:r w:rsidRPr="00967EFD">
        <w:rPr>
          <w:sz w:val="16"/>
          <w:lang w:eastAsia="zh-TW"/>
        </w:rPr>
        <w:t>(choice). When “decide” refers to judgment, it is a matter of detecting what is right or wrong; when it refers to choice, it is a matter of doing what is right or wrong. 7.</w:t>
      </w:r>
      <w:r w:rsidRPr="00967EFD">
        <w:rPr>
          <w:sz w:val="16"/>
          <w:lang w:eastAsia="zh-TW"/>
        </w:rPr>
        <w:t> </w:t>
      </w:r>
      <w:r w:rsidRPr="00967EFD">
        <w:rPr>
          <w:rStyle w:val="UnderlineBold"/>
        </w:rPr>
        <w:t>Third</w:t>
      </w:r>
      <w:r w:rsidRPr="00967EFD">
        <w:rPr>
          <w:sz w:val="16"/>
          <w:lang w:eastAsia="zh-TW"/>
        </w:rPr>
        <w:t xml:space="preserve">, though moral norms are like laws in some ways, the two also differ. </w:t>
      </w:r>
      <w:r w:rsidRPr="00967EFD">
        <w:rPr>
          <w:rStyle w:val="UnderlineBold"/>
        </w:rPr>
        <w:t xml:space="preserve">Moral norms can be true even if they are widely ignored. </w:t>
      </w:r>
      <w:r w:rsidRPr="00967EFD">
        <w:rPr>
          <w:sz w:val="16"/>
          <w:lang w:eastAsia="zh-TW"/>
        </w:rPr>
        <w:t xml:space="preserve">To be sure, </w:t>
      </w:r>
      <w:r w:rsidRPr="00967EFD">
        <w:rPr>
          <w:rStyle w:val="UnderlineBold"/>
        </w:rPr>
        <w:t xml:space="preserve">one can render moral norms ineffective in one’s life by choosing to be immoral. Even so, they do not lack their proper force. A violated moral norm remains a moral truth and condemns as immoral the </w:t>
      </w:r>
      <w:proofErr w:type="gramStart"/>
      <w:r w:rsidRPr="00967EFD">
        <w:rPr>
          <w:rStyle w:val="UnderlineBold"/>
        </w:rPr>
        <w:t>choice which</w:t>
      </w:r>
      <w:proofErr w:type="gramEnd"/>
      <w:r w:rsidRPr="00967EFD">
        <w:rPr>
          <w:rStyle w:val="UnderlineBold"/>
        </w:rPr>
        <w:t xml:space="preserve"> violates it </w:t>
      </w:r>
      <w:r w:rsidRPr="00967EFD">
        <w:rPr>
          <w:sz w:val="16"/>
          <w:lang w:eastAsia="zh-TW"/>
        </w:rPr>
        <w:t>(see Rom 2.12; 3.9–20).</w:t>
      </w:r>
    </w:p>
    <w:p w14:paraId="58B84851" w14:textId="77777777" w:rsidR="00E70598" w:rsidRDefault="00E70598" w:rsidP="00C21BA4"/>
    <w:p w14:paraId="6C80BEBB" w14:textId="2A7F713D" w:rsidR="0008436D" w:rsidRDefault="0008436D" w:rsidP="0008436D">
      <w:pPr>
        <w:pStyle w:val="Tag"/>
      </w:pPr>
      <w:r>
        <w:t>[Only if defending God]</w:t>
      </w:r>
    </w:p>
    <w:p w14:paraId="0C5B6D5E" w14:textId="7CB84043" w:rsidR="0008436D" w:rsidRPr="0008436D" w:rsidRDefault="0008436D" w:rsidP="0008436D">
      <w:pPr>
        <w:pStyle w:val="Tag"/>
      </w:pPr>
      <w:r>
        <w:t xml:space="preserve">Motivational </w:t>
      </w:r>
      <w:proofErr w:type="spellStart"/>
      <w:r>
        <w:t>internalism</w:t>
      </w:r>
      <w:proofErr w:type="spellEnd"/>
      <w:r>
        <w:t xml:space="preserve"> </w:t>
      </w:r>
      <w:proofErr w:type="gramStart"/>
      <w:r>
        <w:t>ignore</w:t>
      </w:r>
      <w:proofErr w:type="gramEnd"/>
      <w:r>
        <w:t xml:space="preserve"> the requirements of God. </w:t>
      </w:r>
      <w:proofErr w:type="spellStart"/>
      <w:r>
        <w:t>Grisez</w:t>
      </w:r>
      <w:proofErr w:type="spellEnd"/>
      <w:r>
        <w:t>:</w:t>
      </w:r>
    </w:p>
    <w:p w14:paraId="2221F908" w14:textId="77777777" w:rsidR="0008436D" w:rsidRDefault="0008436D" w:rsidP="00C21BA4"/>
    <w:p w14:paraId="345616A1" w14:textId="77777777" w:rsidR="0008436D" w:rsidRPr="00AF57A1" w:rsidRDefault="0008436D" w:rsidP="0008436D">
      <w:pPr>
        <w:rPr>
          <w:sz w:val="16"/>
        </w:rPr>
      </w:pPr>
      <w:proofErr w:type="spellStart"/>
      <w:r w:rsidRPr="00AF57A1">
        <w:rPr>
          <w:sz w:val="16"/>
        </w:rPr>
        <w:t>Germain</w:t>
      </w:r>
      <w:proofErr w:type="spellEnd"/>
      <w:r w:rsidRPr="00AF57A1">
        <w:rPr>
          <w:sz w:val="16"/>
        </w:rPr>
        <w:t xml:space="preserve"> </w:t>
      </w:r>
      <w:proofErr w:type="spellStart"/>
      <w:r w:rsidRPr="00AF57A1">
        <w:rPr>
          <w:sz w:val="16"/>
        </w:rPr>
        <w:t>Grisez</w:t>
      </w:r>
      <w:proofErr w:type="spellEnd"/>
      <w:r w:rsidRPr="00AF57A1">
        <w:rPr>
          <w:sz w:val="16"/>
        </w:rPr>
        <w:t xml:space="preserve">, [Former Professor of Christian Ethics at Mount Saint Mary’s University in </w:t>
      </w:r>
      <w:proofErr w:type="spellStart"/>
      <w:r w:rsidRPr="00AF57A1">
        <w:rPr>
          <w:sz w:val="16"/>
        </w:rPr>
        <w:t>Emmitsburg</w:t>
      </w:r>
      <w:proofErr w:type="spellEnd"/>
      <w:r w:rsidRPr="00AF57A1">
        <w:rPr>
          <w:sz w:val="16"/>
        </w:rPr>
        <w:t xml:space="preserve">, Maryland], </w:t>
      </w:r>
      <w:r w:rsidRPr="00AF57A1">
        <w:rPr>
          <w:i/>
          <w:sz w:val="16"/>
        </w:rPr>
        <w:t>The Way of the Lord Jesus</w:t>
      </w:r>
      <w:r w:rsidRPr="00AF57A1">
        <w:rPr>
          <w:sz w:val="16"/>
        </w:rPr>
        <w:t xml:space="preserve"> Vol. 1, RK</w:t>
      </w:r>
    </w:p>
    <w:p w14:paraId="3E9D51C0" w14:textId="77777777" w:rsidR="0008436D" w:rsidRDefault="0008436D" w:rsidP="00C21BA4"/>
    <w:p w14:paraId="00ED0C24" w14:textId="4D485F67" w:rsidR="0008436D" w:rsidRPr="0008436D" w:rsidRDefault="0008436D" w:rsidP="0008436D">
      <w:pPr>
        <w:rPr>
          <w:rStyle w:val="UnderlineBold"/>
          <w:b w:val="0"/>
          <w:sz w:val="16"/>
          <w:u w:val="none"/>
        </w:rPr>
      </w:pPr>
      <w:r w:rsidRPr="0008436D">
        <w:rPr>
          <w:rStyle w:val="UnderlineBold"/>
          <w:b w:val="0"/>
          <w:sz w:val="16"/>
          <w:u w:val="none"/>
        </w:rPr>
        <w:t xml:space="preserve">But </w:t>
      </w:r>
      <w:r w:rsidRPr="0008436D">
        <w:rPr>
          <w:rStyle w:val="UnderlineBold"/>
        </w:rPr>
        <w:t xml:space="preserve">this view </w:t>
      </w:r>
      <w:r w:rsidRPr="0008436D">
        <w:rPr>
          <w:rStyle w:val="UnderlineBold"/>
          <w:b w:val="0"/>
          <w:sz w:val="16"/>
          <w:u w:val="none"/>
        </w:rPr>
        <w:t xml:space="preserve">must be rejected. It </w:t>
      </w:r>
      <w:r w:rsidRPr="0008436D">
        <w:rPr>
          <w:rStyle w:val="UnderlineBold"/>
        </w:rPr>
        <w:t>makes the human person’s choice stand on its own without any ultimate measure</w:t>
      </w:r>
      <w:r w:rsidRPr="0008436D">
        <w:rPr>
          <w:rStyle w:val="UnderlineBold"/>
          <w:b w:val="0"/>
          <w:sz w:val="16"/>
          <w:u w:val="none"/>
        </w:rPr>
        <w:t xml:space="preserve">, for </w:t>
      </w:r>
      <w:r w:rsidRPr="0008436D">
        <w:rPr>
          <w:rStyle w:val="UnderlineBold"/>
        </w:rPr>
        <w:t>it ignores the requirements which arise from the meanings and values God has embodied in creation</w:t>
      </w:r>
      <w:r w:rsidRPr="0008436D">
        <w:rPr>
          <w:rStyle w:val="UnderlineBold"/>
          <w:b w:val="0"/>
          <w:sz w:val="16"/>
          <w:u w:val="none"/>
        </w:rPr>
        <w:t>, including human persons. </w:t>
      </w:r>
      <w:r w:rsidRPr="0008436D">
        <w:rPr>
          <w:rStyle w:val="UnderlineBold"/>
        </w:rPr>
        <w:t>Therefore, it allows grossly immoral ways of life equal moral status with the way of Jesus</w:t>
      </w:r>
      <w:r w:rsidRPr="0008436D">
        <w:rPr>
          <w:rStyle w:val="UnderlineBold"/>
          <w:b w:val="0"/>
          <w:sz w:val="16"/>
          <w:u w:val="none"/>
        </w:rPr>
        <w:t xml:space="preserve">, and even makes it difficult to see how a clever person, careful about adopting moral norms, can go wrong. Some proponents of this view suggest that one can go wrong if one is inauthentic—inconsistent with one’s self-constituted standards. But they do not show why such inconsistency should be immoral, nor do they recognize the ease with which one can avoid inconsistency by being careful not to make </w:t>
      </w:r>
      <w:proofErr w:type="gramStart"/>
      <w:r w:rsidRPr="0008436D">
        <w:rPr>
          <w:rStyle w:val="UnderlineBold"/>
          <w:b w:val="0"/>
          <w:sz w:val="16"/>
          <w:u w:val="none"/>
        </w:rPr>
        <w:t>decisions which</w:t>
      </w:r>
      <w:proofErr w:type="gramEnd"/>
      <w:r w:rsidRPr="0008436D">
        <w:rPr>
          <w:rStyle w:val="UnderlineBold"/>
          <w:b w:val="0"/>
          <w:sz w:val="16"/>
          <w:u w:val="none"/>
        </w:rPr>
        <w:t xml:space="preserve"> truly tie one down.</w:t>
      </w:r>
    </w:p>
    <w:p w14:paraId="64B63668" w14:textId="77777777" w:rsidR="0008436D" w:rsidRDefault="0008436D" w:rsidP="00C21BA4"/>
    <w:p w14:paraId="1173FC64" w14:textId="6AE94D24" w:rsidR="00321CF3" w:rsidRDefault="00321CF3" w:rsidP="00316F1A">
      <w:pPr>
        <w:pStyle w:val="Heading1"/>
      </w:pPr>
      <w:bookmarkStart w:id="12" w:name="_Toc189284296"/>
      <w:r w:rsidRPr="00321CF3">
        <w:lastRenderedPageBreak/>
        <w:t>A2 Egoism</w:t>
      </w:r>
      <w:bookmarkEnd w:id="12"/>
    </w:p>
    <w:p w14:paraId="3F43A645" w14:textId="77777777" w:rsidR="00C96DC7" w:rsidRDefault="00C96DC7" w:rsidP="00321CF3"/>
    <w:p w14:paraId="574B3414" w14:textId="77777777" w:rsidR="0092120E" w:rsidRPr="004D688B" w:rsidRDefault="003D7559" w:rsidP="0092120E">
      <w:pPr>
        <w:pStyle w:val="Tag"/>
        <w:numPr>
          <w:ilvl w:val="0"/>
          <w:numId w:val="8"/>
        </w:numPr>
        <w:rPr>
          <w:highlight w:val="cyan"/>
        </w:rPr>
      </w:pPr>
      <w:r w:rsidRPr="003D7559">
        <w:t xml:space="preserve">The basic goods </w:t>
      </w:r>
      <w:r>
        <w:t xml:space="preserve">transcend egoism because </w:t>
      </w:r>
      <w:r w:rsidRPr="004D688B">
        <w:rPr>
          <w:highlight w:val="cyan"/>
        </w:rPr>
        <w:t xml:space="preserve">when we recognize something as a basic good, we must realize that they are not unique to us, and so respect the ends of others because they are similar to ours. The reason why we realize something is a basic good is not because it benefits us, but simply because it’s a self-evident reason for action that needs no further justification. </w:t>
      </w:r>
    </w:p>
    <w:p w14:paraId="204F3DE0" w14:textId="620DE539" w:rsidR="00AA0EEA" w:rsidRDefault="00AA0EEA" w:rsidP="00AA0EEA">
      <w:pPr>
        <w:pStyle w:val="Tag"/>
        <w:numPr>
          <w:ilvl w:val="0"/>
          <w:numId w:val="8"/>
        </w:numPr>
      </w:pPr>
      <w:r>
        <w:t xml:space="preserve">We have to act for the goods of others because we are all part of God’s goodness. </w:t>
      </w:r>
      <w:proofErr w:type="spellStart"/>
      <w:r>
        <w:t>Grisez</w:t>
      </w:r>
      <w:proofErr w:type="spellEnd"/>
      <w:r>
        <w:t>:</w:t>
      </w:r>
    </w:p>
    <w:p w14:paraId="1B057A5E" w14:textId="77777777" w:rsidR="00AA0EEA" w:rsidRDefault="00AA0EEA" w:rsidP="00AA0EEA">
      <w:pPr>
        <w:pStyle w:val="ListParagraph"/>
        <w:ind w:left="360"/>
      </w:pPr>
    </w:p>
    <w:p w14:paraId="3C342045" w14:textId="77777777" w:rsidR="00AA0EEA" w:rsidRPr="00AA0EEA" w:rsidRDefault="00AA0EEA" w:rsidP="00AA0EEA">
      <w:pPr>
        <w:pStyle w:val="ListParagraph"/>
        <w:ind w:left="360"/>
        <w:rPr>
          <w:sz w:val="16"/>
        </w:rPr>
      </w:pPr>
      <w:proofErr w:type="spellStart"/>
      <w:r w:rsidRPr="00AA0EEA">
        <w:rPr>
          <w:sz w:val="16"/>
        </w:rPr>
        <w:t>Germain</w:t>
      </w:r>
      <w:proofErr w:type="spellEnd"/>
      <w:r w:rsidRPr="00AA0EEA">
        <w:rPr>
          <w:sz w:val="16"/>
        </w:rPr>
        <w:t xml:space="preserve"> </w:t>
      </w:r>
      <w:proofErr w:type="spellStart"/>
      <w:r w:rsidRPr="00AA0EEA">
        <w:rPr>
          <w:sz w:val="16"/>
        </w:rPr>
        <w:t>Grisez</w:t>
      </w:r>
      <w:proofErr w:type="spellEnd"/>
      <w:r w:rsidRPr="00AA0EEA">
        <w:rPr>
          <w:sz w:val="16"/>
        </w:rPr>
        <w:t xml:space="preserve">, [Professor of Christian Ethics at Mount Saint Mary’s University], </w:t>
      </w:r>
      <w:r w:rsidRPr="00AA0EEA">
        <w:rPr>
          <w:i/>
          <w:sz w:val="16"/>
        </w:rPr>
        <w:t xml:space="preserve">The Way of the Lord Jesus, </w:t>
      </w:r>
      <w:r w:rsidRPr="00AA0EEA">
        <w:rPr>
          <w:sz w:val="16"/>
        </w:rPr>
        <w:t>vol. 1, Ch. 19: Fulfillment in Jesus and Human Fulfillment</w:t>
      </w:r>
    </w:p>
    <w:p w14:paraId="36C6D2C8" w14:textId="77777777" w:rsidR="00AA0EEA" w:rsidRPr="00EC57D1" w:rsidRDefault="00AA0EEA" w:rsidP="00AA0EEA">
      <w:pPr>
        <w:pStyle w:val="ListParagraph"/>
        <w:ind w:left="360"/>
      </w:pPr>
    </w:p>
    <w:p w14:paraId="049102B9" w14:textId="77777777" w:rsidR="00AA0EEA" w:rsidRPr="00AA0EEA" w:rsidRDefault="00AA0EEA" w:rsidP="00AA0EEA">
      <w:pPr>
        <w:pStyle w:val="ListParagraph"/>
        <w:ind w:left="360"/>
        <w:rPr>
          <w:sz w:val="16"/>
          <w:lang w:eastAsia="zh-TW"/>
        </w:rPr>
      </w:pPr>
      <w:r w:rsidRPr="00AA0EEA">
        <w:rPr>
          <w:sz w:val="16"/>
          <w:lang w:eastAsia="zh-TW"/>
        </w:rPr>
        <w:t xml:space="preserve">In sum, </w:t>
      </w:r>
      <w:r w:rsidRPr="00EC57D1">
        <w:rPr>
          <w:rStyle w:val="UnderlineBold"/>
        </w:rPr>
        <w:t>the purpose of the whole of creation is divine goodness, considered insofar as it can be expressed in creation. Our fulfillment is to be like God, to manifest his goodness in our being and actions</w:t>
      </w:r>
      <w:r w:rsidRPr="00AA0EEA">
        <w:rPr>
          <w:sz w:val="16"/>
          <w:lang w:eastAsia="zh-TW"/>
        </w:rPr>
        <w:t xml:space="preserve">. We are called to live for God’s glory, not merely our own happiness. This is not because God is using us, but because </w:t>
      </w:r>
      <w:r w:rsidRPr="00EC57D1">
        <w:rPr>
          <w:rStyle w:val="UnderlineBold"/>
        </w:rPr>
        <w:t xml:space="preserve">our happiness is only part of that larger expression of God’s </w:t>
      </w:r>
      <w:proofErr w:type="gramStart"/>
      <w:r w:rsidRPr="00EC57D1">
        <w:rPr>
          <w:rStyle w:val="UnderlineBold"/>
        </w:rPr>
        <w:t>goodness which</w:t>
      </w:r>
      <w:proofErr w:type="gramEnd"/>
      <w:r w:rsidRPr="00EC57D1">
        <w:rPr>
          <w:rStyle w:val="UnderlineBold"/>
        </w:rPr>
        <w:t xml:space="preserve"> is the whole of creation. </w:t>
      </w:r>
      <w:r w:rsidRPr="00AA0EEA">
        <w:rPr>
          <w:sz w:val="16"/>
          <w:lang w:eastAsia="zh-TW"/>
        </w:rPr>
        <w:t>6.</w:t>
      </w:r>
      <w:r w:rsidRPr="00EC57D1">
        <w:rPr>
          <w:sz w:val="16"/>
          <w:lang w:eastAsia="zh-TW"/>
        </w:rPr>
        <w:t> </w:t>
      </w:r>
      <w:r w:rsidRPr="00AA0EEA">
        <w:rPr>
          <w:sz w:val="16"/>
          <w:lang w:eastAsia="zh-TW"/>
        </w:rPr>
        <w:t xml:space="preserve">Therefore, </w:t>
      </w:r>
      <w:r w:rsidRPr="00EC57D1">
        <w:rPr>
          <w:rStyle w:val="UnderlineBold"/>
        </w:rPr>
        <w:t xml:space="preserve">rather than being alternative purposes, God’s glory and human fulfillment are inseparably joined. Whatever takes away from human dignity takes away from God’s glory, because it takes away from the expression of his goodness </w:t>
      </w:r>
      <w:r w:rsidRPr="00AA0EEA">
        <w:rPr>
          <w:sz w:val="16"/>
          <w:lang w:eastAsia="zh-TW"/>
        </w:rPr>
        <w:t>(see </w:t>
      </w:r>
      <w:proofErr w:type="spellStart"/>
      <w:r w:rsidRPr="00AA0EEA">
        <w:rPr>
          <w:i/>
          <w:iCs/>
          <w:sz w:val="16"/>
          <w:lang w:eastAsia="zh-TW"/>
        </w:rPr>
        <w:t>S.c.g</w:t>
      </w:r>
      <w:proofErr w:type="spellEnd"/>
      <w:r w:rsidRPr="00AA0EEA">
        <w:rPr>
          <w:i/>
          <w:iCs/>
          <w:sz w:val="16"/>
          <w:lang w:eastAsia="zh-TW"/>
        </w:rPr>
        <w:t>.,</w:t>
      </w:r>
      <w:r w:rsidRPr="00AA0EEA">
        <w:rPr>
          <w:sz w:val="16"/>
          <w:lang w:eastAsia="zh-TW"/>
        </w:rPr>
        <w:t> 3, 69).</w:t>
      </w:r>
    </w:p>
    <w:p w14:paraId="4524654E" w14:textId="77777777" w:rsidR="00AA0EEA" w:rsidRPr="00AA0EEA" w:rsidRDefault="00AA0EEA" w:rsidP="00AA0EEA"/>
    <w:p w14:paraId="5A7AF64A" w14:textId="77777777" w:rsidR="00C50B89" w:rsidRPr="00C50B89" w:rsidRDefault="00C50B89" w:rsidP="00C50B89">
      <w:pPr>
        <w:pStyle w:val="ListParagraph"/>
        <w:ind w:left="360"/>
      </w:pPr>
    </w:p>
    <w:p w14:paraId="25FC3974" w14:textId="77777777" w:rsidR="00C50B89" w:rsidRPr="00C50B89" w:rsidRDefault="00C50B89" w:rsidP="00C50B89"/>
    <w:p w14:paraId="36F4A9F0" w14:textId="77777777" w:rsidR="00341120" w:rsidRDefault="00341120" w:rsidP="00321CF3"/>
    <w:p w14:paraId="632820E5" w14:textId="58F27E34" w:rsidR="00341120" w:rsidRDefault="00341120" w:rsidP="00316F1A">
      <w:pPr>
        <w:pStyle w:val="Heading1"/>
      </w:pPr>
      <w:bookmarkStart w:id="13" w:name="_Toc189284297"/>
      <w:r w:rsidRPr="00341120">
        <w:lastRenderedPageBreak/>
        <w:t>A2 Is/Ought Fallacy</w:t>
      </w:r>
      <w:bookmarkEnd w:id="13"/>
    </w:p>
    <w:p w14:paraId="23142AE3" w14:textId="77777777" w:rsidR="00BA7565" w:rsidRDefault="00BA7565" w:rsidP="00341120"/>
    <w:p w14:paraId="43DDD255" w14:textId="798D31B8" w:rsidR="00BA7565" w:rsidRPr="00BA7565" w:rsidRDefault="00BA7565" w:rsidP="00BA7565">
      <w:pPr>
        <w:pStyle w:val="Tag"/>
        <w:numPr>
          <w:ilvl w:val="0"/>
          <w:numId w:val="9"/>
        </w:numPr>
      </w:pPr>
      <w:r w:rsidRPr="00BA7565">
        <w:t>The basic goods are not merely contingent human desires, they are</w:t>
      </w:r>
      <w:r>
        <w:t xml:space="preserve"> intrinsic truths about human fulfillment, </w:t>
      </w:r>
      <w:proofErr w:type="gramStart"/>
      <w:r>
        <w:t>so</w:t>
      </w:r>
      <w:proofErr w:type="gramEnd"/>
      <w:r>
        <w:t xml:space="preserve"> they’re irreducibly normative. </w:t>
      </w:r>
      <w:proofErr w:type="spellStart"/>
      <w:r w:rsidRPr="00BA7565">
        <w:rPr>
          <w:rFonts w:cs="Arial"/>
        </w:rPr>
        <w:t>Grisez</w:t>
      </w:r>
      <w:proofErr w:type="spellEnd"/>
      <w:r w:rsidRPr="00BA7565">
        <w:rPr>
          <w:rFonts w:cs="Arial"/>
        </w:rPr>
        <w:t>:</w:t>
      </w:r>
    </w:p>
    <w:p w14:paraId="2FDAF09B" w14:textId="77777777" w:rsidR="00BA7565" w:rsidRDefault="00BA7565" w:rsidP="00BA7565">
      <w:pPr>
        <w:pStyle w:val="ListParagraph"/>
        <w:ind w:left="360"/>
      </w:pPr>
    </w:p>
    <w:p w14:paraId="7D4D2918" w14:textId="00DA17FF" w:rsidR="00BA7565" w:rsidRPr="00BA7565" w:rsidRDefault="00BA7565" w:rsidP="00BA7565">
      <w:pPr>
        <w:pStyle w:val="ListParagraph"/>
        <w:ind w:left="360"/>
        <w:rPr>
          <w:sz w:val="16"/>
        </w:rPr>
      </w:pPr>
      <w:proofErr w:type="spellStart"/>
      <w:r w:rsidRPr="00BA7565">
        <w:rPr>
          <w:sz w:val="16"/>
        </w:rPr>
        <w:t>Germain</w:t>
      </w:r>
      <w:proofErr w:type="spellEnd"/>
      <w:r w:rsidRPr="00BA7565">
        <w:rPr>
          <w:sz w:val="16"/>
        </w:rPr>
        <w:t xml:space="preserve"> </w:t>
      </w:r>
      <w:proofErr w:type="spellStart"/>
      <w:r w:rsidRPr="00BA7565">
        <w:rPr>
          <w:sz w:val="16"/>
        </w:rPr>
        <w:t>Grisez</w:t>
      </w:r>
      <w:proofErr w:type="spellEnd"/>
      <w:r w:rsidRPr="00BA7565">
        <w:rPr>
          <w:sz w:val="16"/>
        </w:rPr>
        <w:t xml:space="preserve">, Joseph Boyle, and John </w:t>
      </w:r>
      <w:proofErr w:type="spellStart"/>
      <w:r w:rsidRPr="00BA7565">
        <w:rPr>
          <w:sz w:val="16"/>
        </w:rPr>
        <w:t>Finnis</w:t>
      </w:r>
      <w:proofErr w:type="spellEnd"/>
      <w:r w:rsidRPr="00BA7565">
        <w:rPr>
          <w:sz w:val="16"/>
        </w:rPr>
        <w:t>, “Practical Principles, Moral Truth, and Ultimate Ends”, A</w:t>
      </w:r>
      <w:r>
        <w:rPr>
          <w:rFonts w:cs="Helvetica"/>
          <w:color w:val="000000"/>
          <w:sz w:val="16"/>
          <w:szCs w:val="24"/>
        </w:rPr>
        <w:t xml:space="preserve">merican Journal of </w:t>
      </w:r>
      <w:r w:rsidRPr="00BA7565">
        <w:rPr>
          <w:rFonts w:cs="Helvetica"/>
          <w:color w:val="000000"/>
          <w:sz w:val="16"/>
          <w:szCs w:val="24"/>
        </w:rPr>
        <w:t>Jurisdiction vol. 32, 1987. RK</w:t>
      </w:r>
    </w:p>
    <w:p w14:paraId="142E862B" w14:textId="77777777" w:rsidR="00BA7565" w:rsidRPr="002E616B" w:rsidRDefault="00BA7565" w:rsidP="00BA7565">
      <w:pPr>
        <w:pStyle w:val="ListParagraph"/>
        <w:ind w:left="360"/>
      </w:pPr>
    </w:p>
    <w:p w14:paraId="57DDCA41" w14:textId="77777777" w:rsidR="00BA7565" w:rsidRPr="00BA7565" w:rsidRDefault="00BA7565" w:rsidP="00BA7565">
      <w:pPr>
        <w:pStyle w:val="ListParagraph"/>
        <w:ind w:left="360"/>
        <w:rPr>
          <w:rFonts w:cs="Arial"/>
          <w:sz w:val="16"/>
        </w:rPr>
      </w:pPr>
      <w:r w:rsidRPr="00455E9F">
        <w:rPr>
          <w:rStyle w:val="UnderlineBold"/>
        </w:rPr>
        <w:t xml:space="preserve">The most direct way to uncover the basic goods is by considering actions and asking, "Why are you doing that?" and "Why should we do that?" </w:t>
      </w:r>
      <w:r w:rsidRPr="00BA7565">
        <w:rPr>
          <w:rFonts w:cs="Arial"/>
          <w:sz w:val="16"/>
        </w:rPr>
        <w:t xml:space="preserve">and so on. Persisting with such questions eventually un- covers a small number of basic purposes of diverse kinds. </w:t>
      </w:r>
      <w:r>
        <w:rPr>
          <w:rStyle w:val="UnderlineBold"/>
        </w:rPr>
        <w:t>These pur</w:t>
      </w:r>
      <w:r w:rsidRPr="00455E9F">
        <w:rPr>
          <w:rStyle w:val="UnderlineBold"/>
        </w:rPr>
        <w:t>poses arouse interest because their intelligible aspects are instantiations of the diverse basic goods.</w:t>
      </w:r>
      <w:r>
        <w:rPr>
          <w:rStyle w:val="UnderlineBold"/>
        </w:rPr>
        <w:t xml:space="preserve"> </w:t>
      </w:r>
      <w:r w:rsidRPr="00455E9F">
        <w:rPr>
          <w:rStyle w:val="UnderlineBold"/>
        </w:rPr>
        <w:t xml:space="preserve">The diversity of the basic goods is neither a mere contingent fact about human psychology nor an accident of history </w:t>
      </w:r>
      <w:r w:rsidRPr="00BA7565">
        <w:rPr>
          <w:rFonts w:cs="Arial"/>
          <w:sz w:val="16"/>
        </w:rPr>
        <w:t xml:space="preserve">[section </w:t>
      </w:r>
      <w:proofErr w:type="gramStart"/>
      <w:r w:rsidRPr="00BA7565">
        <w:rPr>
          <w:rFonts w:cs="Arial"/>
          <w:sz w:val="16"/>
        </w:rPr>
        <w:t>IV(</w:t>
      </w:r>
      <w:proofErr w:type="gramEnd"/>
      <w:r w:rsidRPr="00BA7565">
        <w:rPr>
          <w:rFonts w:cs="Arial"/>
          <w:sz w:val="16"/>
        </w:rPr>
        <w:t xml:space="preserve">B-C)]. </w:t>
      </w:r>
      <w:r w:rsidRPr="00BA7565">
        <w:rPr>
          <w:rStyle w:val="UnderlineBold"/>
          <w:b w:val="0"/>
          <w:sz w:val="16"/>
          <w:u w:val="none"/>
        </w:rPr>
        <w:t>Rather</w:t>
      </w:r>
      <w:r w:rsidRPr="00455E9F">
        <w:rPr>
          <w:rStyle w:val="UnderlineBold"/>
        </w:rPr>
        <w:t>, being aspects of the fulfillme</w:t>
      </w:r>
      <w:r>
        <w:rPr>
          <w:rStyle w:val="UnderlineBold"/>
        </w:rPr>
        <w:t>nt of persons, these goods cor</w:t>
      </w:r>
      <w:r w:rsidRPr="00455E9F">
        <w:rPr>
          <w:rStyle w:val="UnderlineBold"/>
        </w:rPr>
        <w:t xml:space="preserve">respond to the inherent complexities of human nature, as it is manifested both in individuals and in various forms of community. </w:t>
      </w:r>
      <w:r w:rsidRPr="00BA7565">
        <w:rPr>
          <w:rFonts w:cs="Arial"/>
          <w:sz w:val="16"/>
        </w:rPr>
        <w:t>In other works we have provided somewhat different lists of the most general categories of basic goods. But the following seven categories now seem to us adequate.</w:t>
      </w:r>
    </w:p>
    <w:p w14:paraId="69E0688E" w14:textId="66E3D8B7" w:rsidR="00341120" w:rsidRDefault="00341120" w:rsidP="00BA7565">
      <w:pPr>
        <w:pStyle w:val="Tag"/>
        <w:ind w:left="360"/>
      </w:pPr>
    </w:p>
    <w:p w14:paraId="38E3CE0C" w14:textId="6DEA723A" w:rsidR="00EC428F" w:rsidRDefault="00EC428F" w:rsidP="00EC428F">
      <w:pPr>
        <w:pStyle w:val="Tag"/>
        <w:numPr>
          <w:ilvl w:val="0"/>
          <w:numId w:val="9"/>
        </w:numPr>
      </w:pPr>
      <w:r w:rsidRPr="00EC428F">
        <w:t>They don’t understand the framework.</w:t>
      </w:r>
      <w:r>
        <w:t xml:space="preserve"> </w:t>
      </w:r>
      <w:proofErr w:type="spellStart"/>
      <w:r>
        <w:t>Grisez</w:t>
      </w:r>
      <w:proofErr w:type="spellEnd"/>
      <w:r>
        <w:t xml:space="preserve"> 1 proves that when we act deliberately, we </w:t>
      </w:r>
      <w:r w:rsidR="00861827">
        <w:t xml:space="preserve">are pursuing one or more of the basic goods. </w:t>
      </w:r>
      <w:proofErr w:type="spellStart"/>
      <w:r w:rsidR="00861827">
        <w:t>Grisez</w:t>
      </w:r>
      <w:proofErr w:type="spellEnd"/>
      <w:r w:rsidR="00861827">
        <w:t xml:space="preserve"> 2 proves that in order to be moral, we must be rational, which means having a will towards all the basic goods, since we recognize them all as reasons for action. That is where I generate an “ought” from an “is”. </w:t>
      </w:r>
    </w:p>
    <w:p w14:paraId="77CDC7AA" w14:textId="77777777" w:rsidR="00EC428F" w:rsidRDefault="00EC428F" w:rsidP="00EC428F">
      <w:pPr>
        <w:pStyle w:val="ListParagraph"/>
        <w:ind w:left="360"/>
      </w:pPr>
    </w:p>
    <w:p w14:paraId="5CF72EE7" w14:textId="576E16DE" w:rsidR="00D4751B" w:rsidRDefault="00D4751B" w:rsidP="00316F1A">
      <w:pPr>
        <w:pStyle w:val="Heading1"/>
      </w:pPr>
      <w:bookmarkStart w:id="14" w:name="_Toc189284298"/>
      <w:r w:rsidRPr="00D4751B">
        <w:lastRenderedPageBreak/>
        <w:t>A2 Non-cognitivism</w:t>
      </w:r>
      <w:bookmarkEnd w:id="14"/>
    </w:p>
    <w:p w14:paraId="5B0BA958" w14:textId="77777777" w:rsidR="00D4751B" w:rsidRDefault="00D4751B" w:rsidP="00D4751B">
      <w:pPr>
        <w:rPr>
          <w:rStyle w:val="Underline"/>
          <w:lang w:eastAsia="zh-TW"/>
        </w:rPr>
      </w:pPr>
    </w:p>
    <w:p w14:paraId="696C819D" w14:textId="0AE934FE" w:rsidR="00D4751B" w:rsidRPr="00D4751B" w:rsidRDefault="00D4751B" w:rsidP="00D4751B">
      <w:pPr>
        <w:pStyle w:val="Tag"/>
        <w:rPr>
          <w:rStyle w:val="Underline"/>
          <w:sz w:val="24"/>
          <w:u w:val="none"/>
          <w:lang w:eastAsia="zh-TW"/>
        </w:rPr>
      </w:pPr>
      <w:r>
        <w:rPr>
          <w:rStyle w:val="Underline"/>
          <w:sz w:val="24"/>
          <w:u w:val="none"/>
          <w:lang w:eastAsia="zh-TW"/>
        </w:rPr>
        <w:t xml:space="preserve">Moral disagreement doesn’t mean there are no moral truths. </w:t>
      </w:r>
      <w:proofErr w:type="spellStart"/>
      <w:r>
        <w:rPr>
          <w:rStyle w:val="Underline"/>
          <w:sz w:val="24"/>
          <w:u w:val="none"/>
          <w:lang w:eastAsia="zh-TW"/>
        </w:rPr>
        <w:t>Grisez</w:t>
      </w:r>
      <w:proofErr w:type="spellEnd"/>
      <w:r>
        <w:rPr>
          <w:rStyle w:val="Underline"/>
          <w:sz w:val="24"/>
          <w:u w:val="none"/>
          <w:lang w:eastAsia="zh-TW"/>
        </w:rPr>
        <w:t>:</w:t>
      </w:r>
    </w:p>
    <w:p w14:paraId="02B54C6A" w14:textId="77777777" w:rsidR="00D4751B" w:rsidRDefault="00D4751B" w:rsidP="00D4751B">
      <w:pPr>
        <w:rPr>
          <w:rStyle w:val="Underline"/>
          <w:lang w:eastAsia="zh-TW"/>
        </w:rPr>
      </w:pPr>
    </w:p>
    <w:p w14:paraId="6CA7582C" w14:textId="77777777" w:rsidR="00D4751B" w:rsidRPr="00AF57A1" w:rsidRDefault="00D4751B" w:rsidP="00D4751B">
      <w:pPr>
        <w:rPr>
          <w:sz w:val="16"/>
        </w:rPr>
      </w:pPr>
      <w:proofErr w:type="spellStart"/>
      <w:r w:rsidRPr="00AF57A1">
        <w:rPr>
          <w:sz w:val="16"/>
        </w:rPr>
        <w:t>Germain</w:t>
      </w:r>
      <w:proofErr w:type="spellEnd"/>
      <w:r w:rsidRPr="00AF57A1">
        <w:rPr>
          <w:sz w:val="16"/>
        </w:rPr>
        <w:t xml:space="preserve"> </w:t>
      </w:r>
      <w:proofErr w:type="spellStart"/>
      <w:r w:rsidRPr="00AF57A1">
        <w:rPr>
          <w:sz w:val="16"/>
        </w:rPr>
        <w:t>Grisez</w:t>
      </w:r>
      <w:proofErr w:type="spellEnd"/>
      <w:r w:rsidRPr="00AF57A1">
        <w:rPr>
          <w:sz w:val="16"/>
        </w:rPr>
        <w:t xml:space="preserve">, [Former Professor of Christian Ethics at Mount Saint Mary’s University in </w:t>
      </w:r>
      <w:proofErr w:type="spellStart"/>
      <w:r w:rsidRPr="00AF57A1">
        <w:rPr>
          <w:sz w:val="16"/>
        </w:rPr>
        <w:t>Emmitsburg</w:t>
      </w:r>
      <w:proofErr w:type="spellEnd"/>
      <w:r w:rsidRPr="00AF57A1">
        <w:rPr>
          <w:sz w:val="16"/>
        </w:rPr>
        <w:t xml:space="preserve">, Maryland], </w:t>
      </w:r>
      <w:r w:rsidRPr="00AF57A1">
        <w:rPr>
          <w:i/>
          <w:sz w:val="16"/>
        </w:rPr>
        <w:t>The Way of the Lord Jesus</w:t>
      </w:r>
      <w:r w:rsidRPr="00AF57A1">
        <w:rPr>
          <w:sz w:val="16"/>
        </w:rPr>
        <w:t xml:space="preserve"> Vol. 1, RK</w:t>
      </w:r>
    </w:p>
    <w:p w14:paraId="216CF95E" w14:textId="77777777" w:rsidR="00D4751B" w:rsidRDefault="00D4751B" w:rsidP="00D4751B">
      <w:pPr>
        <w:rPr>
          <w:rStyle w:val="Underline"/>
          <w:lang w:eastAsia="zh-TW"/>
        </w:rPr>
      </w:pPr>
    </w:p>
    <w:p w14:paraId="5E5AC385" w14:textId="77777777" w:rsidR="00D4751B" w:rsidRPr="00D4751B" w:rsidRDefault="00D4751B" w:rsidP="00D4751B">
      <w:pPr>
        <w:rPr>
          <w:rStyle w:val="Underline"/>
          <w:sz w:val="16"/>
          <w:u w:val="none"/>
          <w:lang w:eastAsia="zh-TW"/>
        </w:rPr>
      </w:pPr>
      <w:r w:rsidRPr="00D4751B">
        <w:rPr>
          <w:rStyle w:val="UnderlineBold"/>
        </w:rPr>
        <w:t>Difficulties in settling moral disputes bring out the special character of moral principles</w:t>
      </w:r>
      <w:r w:rsidRPr="00D4751B">
        <w:rPr>
          <w:rStyle w:val="Underline"/>
          <w:sz w:val="16"/>
          <w:u w:val="none"/>
          <w:lang w:eastAsia="zh-TW"/>
        </w:rPr>
        <w:t xml:space="preserve">, which are neither matters of fact nor logical requirements. But </w:t>
      </w:r>
      <w:r w:rsidRPr="00D4751B">
        <w:rPr>
          <w:rStyle w:val="UnderlineBold"/>
        </w:rPr>
        <w:t xml:space="preserve">these difficulties do not show that there are no moral truths. Agreement is sometimes reached in moral disputes. People admit that their previous judgments were in error and correct them. </w:t>
      </w:r>
      <w:r w:rsidRPr="00D4751B">
        <w:rPr>
          <w:rStyle w:val="Underline"/>
          <w:sz w:val="16"/>
          <w:u w:val="none"/>
          <w:lang w:eastAsia="zh-TW"/>
        </w:rPr>
        <w:t xml:space="preserve">Such admissions would make no sense if conscience were nothing more than superego. It is also worth noticing that </w:t>
      </w:r>
      <w:r w:rsidRPr="00D4751B">
        <w:rPr>
          <w:rStyle w:val="UnderlineBold"/>
        </w:rPr>
        <w:t xml:space="preserve">agreement is not always easily come by in fields other than morality. </w:t>
      </w:r>
      <w:r w:rsidRPr="00D4751B">
        <w:rPr>
          <w:rStyle w:val="UnderlineBold"/>
          <w:b w:val="0"/>
          <w:sz w:val="16"/>
          <w:u w:val="none"/>
        </w:rPr>
        <w:t>Psychologists</w:t>
      </w:r>
      <w:r w:rsidRPr="00D4751B">
        <w:rPr>
          <w:rStyle w:val="Underline"/>
          <w:sz w:val="16"/>
          <w:u w:val="none"/>
          <w:lang w:eastAsia="zh-TW"/>
        </w:rPr>
        <w:t xml:space="preserve">, economists, and </w:t>
      </w:r>
      <w:r w:rsidRPr="00D4751B">
        <w:rPr>
          <w:rStyle w:val="UnderlineBold"/>
        </w:rPr>
        <w:t xml:space="preserve">physicists also have </w:t>
      </w:r>
      <w:r w:rsidRPr="00D4751B">
        <w:rPr>
          <w:rStyle w:val="Underline"/>
          <w:sz w:val="16"/>
          <w:u w:val="none"/>
          <w:lang w:eastAsia="zh-TW"/>
        </w:rPr>
        <w:t xml:space="preserve">their </w:t>
      </w:r>
      <w:r w:rsidRPr="00D4751B">
        <w:rPr>
          <w:rStyle w:val="UnderlineBold"/>
        </w:rPr>
        <w:t xml:space="preserve">seemingly unresolvable differences, but no one concludes from this that there are no truths of </w:t>
      </w:r>
      <w:r w:rsidRPr="00D4751B">
        <w:rPr>
          <w:rStyle w:val="UnderlineBold"/>
          <w:b w:val="0"/>
          <w:sz w:val="16"/>
          <w:u w:val="none"/>
        </w:rPr>
        <w:t>psychology</w:t>
      </w:r>
      <w:r w:rsidRPr="00D4751B">
        <w:rPr>
          <w:rStyle w:val="Underline"/>
          <w:sz w:val="16"/>
          <w:u w:val="none"/>
          <w:lang w:eastAsia="zh-TW"/>
        </w:rPr>
        <w:t xml:space="preserve">, economics, and </w:t>
      </w:r>
      <w:r w:rsidRPr="00D4751B">
        <w:rPr>
          <w:rStyle w:val="UnderlineBold"/>
        </w:rPr>
        <w:t>physics</w:t>
      </w:r>
      <w:r w:rsidRPr="00D4751B">
        <w:rPr>
          <w:rStyle w:val="Underline"/>
          <w:sz w:val="16"/>
          <w:u w:val="none"/>
          <w:lang w:eastAsia="zh-TW"/>
        </w:rPr>
        <w:t>.</w:t>
      </w:r>
    </w:p>
    <w:p w14:paraId="357023D5" w14:textId="77777777" w:rsidR="00D4751B" w:rsidRDefault="00D4751B" w:rsidP="00D4751B"/>
    <w:p w14:paraId="4D6D8643" w14:textId="5CE76072" w:rsidR="00177835" w:rsidRDefault="00177835" w:rsidP="00316F1A">
      <w:pPr>
        <w:pStyle w:val="Heading1"/>
      </w:pPr>
      <w:bookmarkStart w:id="15" w:name="_Toc189284299"/>
      <w:r w:rsidRPr="00177835">
        <w:lastRenderedPageBreak/>
        <w:t>A2 Euthyphro/God is Arbitrary</w:t>
      </w:r>
      <w:bookmarkEnd w:id="15"/>
      <w:r w:rsidRPr="00177835">
        <w:t xml:space="preserve"> </w:t>
      </w:r>
    </w:p>
    <w:p w14:paraId="4F89AD05" w14:textId="77777777" w:rsidR="00177835" w:rsidRDefault="00177835" w:rsidP="00177835"/>
    <w:p w14:paraId="6FBF7EDE" w14:textId="72720CE3" w:rsidR="00177835" w:rsidRPr="00177835" w:rsidRDefault="00177835" w:rsidP="00177835">
      <w:pPr>
        <w:pStyle w:val="Tag"/>
      </w:pPr>
      <w:r>
        <w:t xml:space="preserve">Since God is kind and loving, he creates the true requirements for our fulfillment without choosing arbitrarily. </w:t>
      </w:r>
      <w:proofErr w:type="spellStart"/>
      <w:r>
        <w:t>Grisez</w:t>
      </w:r>
      <w:proofErr w:type="spellEnd"/>
      <w:r>
        <w:t>:</w:t>
      </w:r>
    </w:p>
    <w:p w14:paraId="2072F3A0" w14:textId="77777777" w:rsidR="00177835" w:rsidRDefault="00177835" w:rsidP="00177835">
      <w:pPr>
        <w:rPr>
          <w:sz w:val="16"/>
        </w:rPr>
      </w:pPr>
    </w:p>
    <w:p w14:paraId="4D5F8536" w14:textId="77777777" w:rsidR="00177835" w:rsidRPr="00AF57A1" w:rsidRDefault="00177835" w:rsidP="00177835">
      <w:pPr>
        <w:rPr>
          <w:sz w:val="16"/>
        </w:rPr>
      </w:pPr>
      <w:proofErr w:type="spellStart"/>
      <w:r w:rsidRPr="00AF57A1">
        <w:rPr>
          <w:sz w:val="16"/>
        </w:rPr>
        <w:t>Germain</w:t>
      </w:r>
      <w:proofErr w:type="spellEnd"/>
      <w:r w:rsidRPr="00AF57A1">
        <w:rPr>
          <w:sz w:val="16"/>
        </w:rPr>
        <w:t xml:space="preserve"> </w:t>
      </w:r>
      <w:proofErr w:type="spellStart"/>
      <w:r w:rsidRPr="00AF57A1">
        <w:rPr>
          <w:sz w:val="16"/>
        </w:rPr>
        <w:t>Grisez</w:t>
      </w:r>
      <w:proofErr w:type="spellEnd"/>
      <w:r w:rsidRPr="00AF57A1">
        <w:rPr>
          <w:sz w:val="16"/>
        </w:rPr>
        <w:t xml:space="preserve">, [Former Professor of Christian Ethics at Mount Saint Mary’s University in </w:t>
      </w:r>
      <w:proofErr w:type="spellStart"/>
      <w:r w:rsidRPr="00AF57A1">
        <w:rPr>
          <w:sz w:val="16"/>
        </w:rPr>
        <w:t>Emmitsburg</w:t>
      </w:r>
      <w:proofErr w:type="spellEnd"/>
      <w:r w:rsidRPr="00AF57A1">
        <w:rPr>
          <w:sz w:val="16"/>
        </w:rPr>
        <w:t xml:space="preserve">, Maryland], </w:t>
      </w:r>
      <w:r w:rsidRPr="00AF57A1">
        <w:rPr>
          <w:i/>
          <w:sz w:val="16"/>
        </w:rPr>
        <w:t>The Way of the Lord Jesus</w:t>
      </w:r>
      <w:r w:rsidRPr="00AF57A1">
        <w:rPr>
          <w:sz w:val="16"/>
        </w:rPr>
        <w:t xml:space="preserve"> Vol. 1, RK</w:t>
      </w:r>
    </w:p>
    <w:p w14:paraId="686D8A4C" w14:textId="77777777" w:rsidR="00177835" w:rsidRDefault="00177835" w:rsidP="00177835">
      <w:pPr>
        <w:rPr>
          <w:sz w:val="16"/>
        </w:rPr>
      </w:pPr>
    </w:p>
    <w:p w14:paraId="5295C5AF" w14:textId="5FC2CEF0" w:rsidR="00177835" w:rsidRPr="00177835" w:rsidRDefault="00177835" w:rsidP="00177835">
      <w:pPr>
        <w:rPr>
          <w:sz w:val="16"/>
        </w:rPr>
      </w:pPr>
      <w:r w:rsidRPr="00177835">
        <w:rPr>
          <w:sz w:val="16"/>
        </w:rPr>
        <w:t xml:space="preserve">Still, this view must also be rejected. It is inconsistent with the truth of faith that </w:t>
      </w:r>
      <w:r w:rsidRPr="00177835">
        <w:rPr>
          <w:rStyle w:val="UnderlineBold"/>
        </w:rPr>
        <w:t xml:space="preserve">God directs all things wisely and lovingly, not arbitrarily and despotically. The normative force of his commands cannot follow from the mere fact that he commands, any more than from the fact that we choose </w:t>
      </w:r>
      <w:r w:rsidRPr="00177835">
        <w:rPr>
          <w:sz w:val="16"/>
        </w:rPr>
        <w:t xml:space="preserve">(see </w:t>
      </w:r>
      <w:proofErr w:type="spellStart"/>
      <w:r w:rsidRPr="00177835">
        <w:rPr>
          <w:sz w:val="16"/>
        </w:rPr>
        <w:t>Dt</w:t>
      </w:r>
      <w:proofErr w:type="spellEnd"/>
      <w:r w:rsidRPr="00177835">
        <w:rPr>
          <w:sz w:val="16"/>
        </w:rPr>
        <w:t xml:space="preserve"> 4.5–8). God’s will ought of course to be followed, but faith provides a cogent reason for doing so: that he is leading and guiding us toward our true good (see Ps 23).</w:t>
      </w:r>
      <w:bookmarkStart w:id="16" w:name="Note14Return"/>
      <w:r w:rsidRPr="00177835">
        <w:rPr>
          <w:sz w:val="16"/>
        </w:rPr>
        <w:fldChar w:fldCharType="begin"/>
      </w:r>
      <w:r w:rsidRPr="00177835">
        <w:rPr>
          <w:sz w:val="16"/>
        </w:rPr>
        <w:instrText xml:space="preserve"> HYPERLINK "http://www.twotlj.org/G-1-4-D.html" \l "Note14" \o "jump to note" </w:instrText>
      </w:r>
      <w:r w:rsidRPr="00177835">
        <w:rPr>
          <w:sz w:val="16"/>
        </w:rPr>
        <w:fldChar w:fldCharType="separate"/>
      </w:r>
      <w:r w:rsidRPr="00177835">
        <w:rPr>
          <w:rStyle w:val="Hyperlink"/>
          <w:sz w:val="16"/>
          <w:szCs w:val="21"/>
          <w:vertAlign w:val="superscript"/>
        </w:rPr>
        <w:t>14</w:t>
      </w:r>
      <w:r w:rsidRPr="00177835">
        <w:rPr>
          <w:sz w:val="16"/>
        </w:rPr>
        <w:fldChar w:fldCharType="end"/>
      </w:r>
      <w:bookmarkEnd w:id="16"/>
      <w:r w:rsidRPr="00177835">
        <w:rPr>
          <w:sz w:val="16"/>
        </w:rPr>
        <w:t xml:space="preserve"> 4.</w:t>
      </w:r>
      <w:r w:rsidRPr="00177835">
        <w:rPr>
          <w:sz w:val="16"/>
        </w:rPr>
        <w:t> </w:t>
      </w:r>
      <w:r w:rsidRPr="00177835">
        <w:rPr>
          <w:rStyle w:val="UnderlineBold"/>
        </w:rPr>
        <w:t xml:space="preserve">God’s will is not some sort of irrational force. By choice, he freely creates and redeems all things according to a wise plan. His wisdom settles what is good and bad for </w:t>
      </w:r>
      <w:proofErr w:type="gramStart"/>
      <w:r w:rsidRPr="00177835">
        <w:rPr>
          <w:rStyle w:val="UnderlineBold"/>
        </w:rPr>
        <w:t>us and all creatures</w:t>
      </w:r>
      <w:proofErr w:type="gramEnd"/>
      <w:r w:rsidRPr="00177835">
        <w:rPr>
          <w:rStyle w:val="UnderlineBold"/>
        </w:rPr>
        <w:t>. By wisdom God makes us what we are and thus determines the true requirements for our fulfillment </w:t>
      </w:r>
      <w:r w:rsidRPr="00177835">
        <w:rPr>
          <w:sz w:val="16"/>
        </w:rPr>
        <w:t xml:space="preserve">(see </w:t>
      </w:r>
      <w:proofErr w:type="spellStart"/>
      <w:r w:rsidRPr="00177835">
        <w:rPr>
          <w:sz w:val="16"/>
        </w:rPr>
        <w:t>Gn</w:t>
      </w:r>
      <w:proofErr w:type="spellEnd"/>
      <w:r w:rsidRPr="00177835">
        <w:rPr>
          <w:sz w:val="16"/>
        </w:rPr>
        <w:t xml:space="preserve"> 1.26–30; 2.18–24; </w:t>
      </w:r>
      <w:proofErr w:type="spellStart"/>
      <w:r w:rsidRPr="00177835">
        <w:rPr>
          <w:sz w:val="16"/>
        </w:rPr>
        <w:t>Wis</w:t>
      </w:r>
      <w:proofErr w:type="spellEnd"/>
      <w:r w:rsidRPr="00177835">
        <w:rPr>
          <w:sz w:val="16"/>
        </w:rPr>
        <w:t xml:space="preserve"> 7.21–8.1; DS 3002–3/1783–84; see</w:t>
      </w:r>
      <w:r w:rsidRPr="00177835">
        <w:rPr>
          <w:rStyle w:val="apple-converted-space"/>
          <w:color w:val="333366"/>
          <w:sz w:val="16"/>
        </w:rPr>
        <w:t> </w:t>
      </w:r>
      <w:proofErr w:type="spellStart"/>
      <w:r w:rsidRPr="00177835">
        <w:rPr>
          <w:rStyle w:val="Emphasis"/>
          <w:color w:val="333366"/>
          <w:sz w:val="16"/>
          <w:szCs w:val="26"/>
        </w:rPr>
        <w:t>S.t.</w:t>
      </w:r>
      <w:proofErr w:type="spellEnd"/>
      <w:r w:rsidRPr="00177835">
        <w:rPr>
          <w:rStyle w:val="Emphasis"/>
          <w:color w:val="333366"/>
          <w:sz w:val="16"/>
          <w:szCs w:val="26"/>
        </w:rPr>
        <w:t>,</w:t>
      </w:r>
      <w:r w:rsidRPr="00177835">
        <w:rPr>
          <w:rStyle w:val="apple-converted-space"/>
          <w:color w:val="333366"/>
          <w:sz w:val="16"/>
        </w:rPr>
        <w:t> </w:t>
      </w:r>
      <w:r w:rsidRPr="00177835">
        <w:rPr>
          <w:sz w:val="16"/>
        </w:rPr>
        <w:t xml:space="preserve">1–2, q. 71, a. 2, ad 4; q. 91, a. 2; q. 93, </w:t>
      </w:r>
      <w:proofErr w:type="spellStart"/>
      <w:r w:rsidRPr="00177835">
        <w:rPr>
          <w:sz w:val="16"/>
        </w:rPr>
        <w:t>aa</w:t>
      </w:r>
      <w:proofErr w:type="spellEnd"/>
      <w:r w:rsidRPr="00177835">
        <w:rPr>
          <w:sz w:val="16"/>
        </w:rPr>
        <w:t>. 1–2; q. 100, a. 8).</w:t>
      </w:r>
      <w:r w:rsidRPr="00177835">
        <w:rPr>
          <w:rStyle w:val="apple-converted-space"/>
          <w:color w:val="333366"/>
          <w:sz w:val="16"/>
        </w:rPr>
        <w:t> </w:t>
      </w:r>
      <w:r w:rsidRPr="00177835">
        <w:rPr>
          <w:rStyle w:val="UnderlineBold"/>
        </w:rPr>
        <w:t xml:space="preserve">He does not make things right and wrong by an additional, arbitrary choice. </w:t>
      </w:r>
      <w:r w:rsidRPr="00177835">
        <w:rPr>
          <w:sz w:val="16"/>
        </w:rPr>
        <w:t>5.</w:t>
      </w:r>
      <w:r w:rsidRPr="00177835">
        <w:rPr>
          <w:sz w:val="16"/>
        </w:rPr>
        <w:t> </w:t>
      </w:r>
      <w:r w:rsidRPr="00177835">
        <w:rPr>
          <w:sz w:val="16"/>
        </w:rPr>
        <w:t>In short, moral norms are truths about how to act in ways that are humanly good (see</w:t>
      </w:r>
      <w:r w:rsidRPr="00177835">
        <w:rPr>
          <w:rStyle w:val="Emphasis"/>
          <w:color w:val="333366"/>
          <w:sz w:val="16"/>
          <w:szCs w:val="26"/>
        </w:rPr>
        <w:t>S.t</w:t>
      </w:r>
      <w:proofErr w:type="gramStart"/>
      <w:r w:rsidRPr="00177835">
        <w:rPr>
          <w:rStyle w:val="Emphasis"/>
          <w:color w:val="333366"/>
          <w:sz w:val="16"/>
          <w:szCs w:val="26"/>
        </w:rPr>
        <w:t>.,</w:t>
      </w:r>
      <w:proofErr w:type="gramEnd"/>
      <w:r w:rsidRPr="00177835">
        <w:rPr>
          <w:rStyle w:val="apple-converted-space"/>
          <w:color w:val="333366"/>
          <w:sz w:val="16"/>
        </w:rPr>
        <w:t> </w:t>
      </w:r>
      <w:r w:rsidRPr="00177835">
        <w:rPr>
          <w:sz w:val="16"/>
        </w:rPr>
        <w:t>1–2, q. 99, a. 1;</w:t>
      </w:r>
      <w:r w:rsidRPr="00177835">
        <w:rPr>
          <w:rStyle w:val="apple-converted-space"/>
          <w:color w:val="333366"/>
          <w:sz w:val="16"/>
        </w:rPr>
        <w:t> </w:t>
      </w:r>
      <w:proofErr w:type="spellStart"/>
      <w:r w:rsidRPr="00177835">
        <w:rPr>
          <w:rStyle w:val="Emphasis"/>
          <w:color w:val="333366"/>
          <w:sz w:val="16"/>
          <w:szCs w:val="26"/>
        </w:rPr>
        <w:t>S.c.g</w:t>
      </w:r>
      <w:proofErr w:type="spellEnd"/>
      <w:r w:rsidRPr="00177835">
        <w:rPr>
          <w:rStyle w:val="Emphasis"/>
          <w:color w:val="333366"/>
          <w:sz w:val="16"/>
          <w:szCs w:val="26"/>
        </w:rPr>
        <w:t>.,</w:t>
      </w:r>
      <w:r w:rsidRPr="00177835">
        <w:rPr>
          <w:rStyle w:val="apple-converted-space"/>
          <w:color w:val="333366"/>
          <w:sz w:val="16"/>
        </w:rPr>
        <w:t> </w:t>
      </w:r>
      <w:r w:rsidRPr="00177835">
        <w:rPr>
          <w:sz w:val="16"/>
        </w:rPr>
        <w:t xml:space="preserve">3, 122). It is not the case that any judgment of conscience could as well be reversed if God chose to reverse it. Human nature being what it is, it simply cannot be humanly fulfilling to act contrary to a correct judgment of conscience; and </w:t>
      </w:r>
      <w:r w:rsidRPr="00177835">
        <w:rPr>
          <w:rStyle w:val="UnderlineBold"/>
        </w:rPr>
        <w:t xml:space="preserve">since God is wise and loving, he could not direct us to act against our own well-being </w:t>
      </w:r>
      <w:r w:rsidRPr="00177835">
        <w:rPr>
          <w:sz w:val="16"/>
        </w:rPr>
        <w:t>(see</w:t>
      </w:r>
      <w:r w:rsidRPr="00177835">
        <w:rPr>
          <w:rStyle w:val="apple-converted-space"/>
          <w:color w:val="333366"/>
          <w:sz w:val="16"/>
        </w:rPr>
        <w:t> </w:t>
      </w:r>
      <w:proofErr w:type="spellStart"/>
      <w:r w:rsidRPr="00177835">
        <w:rPr>
          <w:rStyle w:val="Emphasis"/>
          <w:color w:val="333366"/>
          <w:sz w:val="16"/>
          <w:szCs w:val="26"/>
        </w:rPr>
        <w:t>S.t.</w:t>
      </w:r>
      <w:proofErr w:type="spellEnd"/>
      <w:r w:rsidRPr="00177835">
        <w:rPr>
          <w:rStyle w:val="Emphasis"/>
          <w:color w:val="333366"/>
          <w:sz w:val="16"/>
          <w:szCs w:val="26"/>
        </w:rPr>
        <w:t>,</w:t>
      </w:r>
      <w:r w:rsidRPr="00177835">
        <w:rPr>
          <w:rStyle w:val="apple-converted-space"/>
          <w:color w:val="333366"/>
          <w:sz w:val="16"/>
        </w:rPr>
        <w:t> </w:t>
      </w:r>
      <w:r w:rsidRPr="00177835">
        <w:rPr>
          <w:sz w:val="16"/>
        </w:rPr>
        <w:t>1–2, q. 100, a. 8;</w:t>
      </w:r>
      <w:r w:rsidRPr="00177835">
        <w:rPr>
          <w:rStyle w:val="Emphasis"/>
          <w:color w:val="333366"/>
          <w:sz w:val="16"/>
          <w:szCs w:val="26"/>
        </w:rPr>
        <w:t>S.c.g.,</w:t>
      </w:r>
      <w:r w:rsidRPr="00177835">
        <w:rPr>
          <w:rStyle w:val="apple-converted-space"/>
          <w:color w:val="333366"/>
          <w:sz w:val="16"/>
        </w:rPr>
        <w:t> </w:t>
      </w:r>
      <w:r w:rsidRPr="00177835">
        <w:rPr>
          <w:sz w:val="16"/>
        </w:rPr>
        <w:t>3, 129).</w:t>
      </w:r>
    </w:p>
    <w:p w14:paraId="336BE9EE" w14:textId="77777777" w:rsidR="00177835" w:rsidRPr="00177835" w:rsidRDefault="00177835" w:rsidP="00177835"/>
    <w:sectPr w:rsidR="00177835" w:rsidRPr="00177835" w:rsidSect="00853C87">
      <w:headerReference w:type="default" r:id="rId18"/>
      <w:footerReference w:type="even" r:id="rId19"/>
      <w:footerReference w:type="default" r:id="rId20"/>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8AAE08" w14:textId="77777777" w:rsidR="00316F1A" w:rsidRDefault="00316F1A" w:rsidP="00261634">
      <w:r>
        <w:separator/>
      </w:r>
    </w:p>
  </w:endnote>
  <w:endnote w:type="continuationSeparator" w:id="0">
    <w:p w14:paraId="344AE33E" w14:textId="77777777" w:rsidR="00316F1A" w:rsidRDefault="00316F1A" w:rsidP="00261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新細明體">
    <w:charset w:val="51"/>
    <w:family w:val="auto"/>
    <w:pitch w:val="variable"/>
    <w:sig w:usb0="00000001" w:usb1="08080000" w:usb2="00000010" w:usb3="00000000" w:csb0="001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Batang">
    <w:altName w:val="바탕"/>
    <w:panose1 w:val="00000000000000000000"/>
    <w:charset w:val="81"/>
    <w:family w:val="auto"/>
    <w:notTrueType/>
    <w:pitch w:val="fixed"/>
    <w:sig w:usb0="00000001" w:usb1="09060000" w:usb2="00000010" w:usb3="00000000" w:csb0="00080000" w:csb1="00000000"/>
  </w:font>
  <w:font w:name="AKDPE C+ Utopia">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2802CF" w14:textId="77777777" w:rsidR="00316F1A" w:rsidRDefault="00316F1A" w:rsidP="009A15D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FB86C85" w14:textId="77777777" w:rsidR="00316F1A" w:rsidRDefault="00316F1A" w:rsidP="009A15D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E27E4B" w14:textId="4351416B" w:rsidR="00316F1A" w:rsidRDefault="00316F1A" w:rsidP="004C4F6B">
    <w:pPr>
      <w:pStyle w:val="Footer"/>
      <w:framePr w:wrap="around" w:vAnchor="text" w:hAnchor="margin" w:xAlign="right" w:y="1"/>
      <w:jc w:val="center"/>
      <w:rPr>
        <w:rStyle w:val="PageNumber"/>
      </w:rPr>
    </w:pPr>
    <w:r>
      <w:rPr>
        <w:rStyle w:val="PageNumber"/>
      </w:rPr>
      <w:t>Outwork Everyone</w:t>
    </w:r>
  </w:p>
  <w:p w14:paraId="556D299E" w14:textId="2713F2AB" w:rsidR="00316F1A" w:rsidRDefault="00316F1A" w:rsidP="004C4F6B">
    <w:pPr>
      <w:pStyle w:val="Footer"/>
      <w:framePr w:wrap="around" w:vAnchor="text" w:hAnchor="margin" w:xAlign="right" w:y="1"/>
      <w:jc w:val="right"/>
      <w:rPr>
        <w:rStyle w:val="PageNumber"/>
      </w:rPr>
    </w:pPr>
    <w:r>
      <w:rPr>
        <w:rStyle w:val="PageNumber"/>
      </w:rPr>
      <w:fldChar w:fldCharType="begin"/>
    </w:r>
    <w:r>
      <w:rPr>
        <w:rStyle w:val="PageNumber"/>
      </w:rPr>
      <w:instrText xml:space="preserve">PAGE  </w:instrText>
    </w:r>
    <w:r>
      <w:rPr>
        <w:rStyle w:val="PageNumber"/>
      </w:rPr>
      <w:fldChar w:fldCharType="separate"/>
    </w:r>
    <w:r w:rsidR="00E47DD3">
      <w:rPr>
        <w:rStyle w:val="PageNumber"/>
        <w:noProof/>
      </w:rPr>
      <w:t>19</w:t>
    </w:r>
    <w:r>
      <w:rPr>
        <w:rStyle w:val="PageNumber"/>
      </w:rPr>
      <w:fldChar w:fldCharType="end"/>
    </w:r>
  </w:p>
  <w:p w14:paraId="39498B2E" w14:textId="77777777" w:rsidR="00316F1A" w:rsidRDefault="00316F1A" w:rsidP="009A15D2">
    <w:pPr>
      <w:pStyle w:val="Footer"/>
      <w:ind w:right="360"/>
    </w:pPr>
  </w:p>
  <w:p w14:paraId="446D777D" w14:textId="0D22D3B2" w:rsidR="00316F1A" w:rsidRPr="00FC7851" w:rsidRDefault="00316F1A" w:rsidP="009A15D2">
    <w:pPr>
      <w:pStyle w:val="Footer"/>
      <w:ind w:right="360"/>
    </w:pPr>
    <w:r>
      <w:rPr>
        <w:noProof/>
        <w:lang w:eastAsia="zh-TW"/>
      </w:rPr>
      <w:drawing>
        <wp:anchor distT="0" distB="0" distL="114300" distR="114300" simplePos="0" relativeHeight="251658240" behindDoc="0" locked="0" layoutInCell="1" allowOverlap="1" wp14:anchorId="28FB10FB" wp14:editId="4F63BBA6">
          <wp:simplePos x="0" y="0"/>
          <wp:positionH relativeFrom="margin">
            <wp:posOffset>-698500</wp:posOffset>
          </wp:positionH>
          <wp:positionV relativeFrom="margin">
            <wp:posOffset>8219440</wp:posOffset>
          </wp:positionV>
          <wp:extent cx="698500" cy="507365"/>
          <wp:effectExtent l="0" t="0" r="12700" b="635"/>
          <wp:wrapSquare wrapText="bothSides"/>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l="5344" t="-1100" r="1820" b="19558"/>
                  <a:stretch/>
                </pic:blipFill>
                <pic:spPr bwMode="auto">
                  <a:xfrm>
                    <a:off x="0" y="0"/>
                    <a:ext cx="698500" cy="50736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9020F4" w14:textId="77777777" w:rsidR="00316F1A" w:rsidRDefault="00316F1A" w:rsidP="00261634">
      <w:r>
        <w:separator/>
      </w:r>
    </w:p>
  </w:footnote>
  <w:footnote w:type="continuationSeparator" w:id="0">
    <w:p w14:paraId="1044DD21" w14:textId="77777777" w:rsidR="00316F1A" w:rsidRDefault="00316F1A" w:rsidP="00261634">
      <w:r>
        <w:continuationSeparator/>
      </w:r>
    </w:p>
  </w:footnote>
  <w:footnote w:id="1">
    <w:p w14:paraId="1671A3F4" w14:textId="77777777" w:rsidR="00316F1A" w:rsidRPr="00CD3525" w:rsidRDefault="00316F1A" w:rsidP="00C21BA4">
      <w:pPr>
        <w:rPr>
          <w:rFonts w:cs="Arial"/>
          <w:i/>
        </w:rPr>
      </w:pPr>
      <w:r w:rsidRPr="00CD3525">
        <w:rPr>
          <w:rStyle w:val="FootnoteReference"/>
          <w:rFonts w:cs="Arial"/>
          <w:sz w:val="16"/>
        </w:rPr>
        <w:footnoteRef/>
      </w:r>
      <w:r w:rsidRPr="00CD3525">
        <w:rPr>
          <w:rFonts w:cs="Arial"/>
          <w:sz w:val="16"/>
        </w:rPr>
        <w:t xml:space="preserve"> David Brink, [Professor of Philosophy, University of California, San Diego], “The Significance of Desire”, </w:t>
      </w:r>
      <w:r w:rsidRPr="00CD3525">
        <w:rPr>
          <w:rFonts w:cs="Arial"/>
          <w:i/>
          <w:sz w:val="16"/>
        </w:rPr>
        <w:t xml:space="preserve">Oxford Studies in </w:t>
      </w:r>
      <w:proofErr w:type="spellStart"/>
      <w:r w:rsidRPr="00CD3525">
        <w:rPr>
          <w:rFonts w:cs="Arial"/>
          <w:i/>
          <w:sz w:val="16"/>
        </w:rPr>
        <w:t>Metaethics</w:t>
      </w:r>
      <w:proofErr w:type="spellEnd"/>
      <w:r w:rsidRPr="00CD3525">
        <w:rPr>
          <w:rFonts w:cs="Arial"/>
          <w:i/>
          <w:sz w:val="16"/>
        </w:rPr>
        <w:t xml:space="preserve"> Vol. 3, edited by </w:t>
      </w:r>
      <w:r w:rsidRPr="00CD3525">
        <w:rPr>
          <w:rFonts w:cs="Arial"/>
          <w:sz w:val="16"/>
          <w:szCs w:val="23"/>
        </w:rPr>
        <w:t>RUSS SHAFER-LANDAU, Oxford University Press, 2008. RK</w:t>
      </w:r>
    </w:p>
  </w:footnote>
  <w:footnote w:id="2">
    <w:p w14:paraId="006F9093" w14:textId="77777777" w:rsidR="00316F1A" w:rsidRPr="002E606F" w:rsidRDefault="00316F1A" w:rsidP="00C21BA4">
      <w:pPr>
        <w:rPr>
          <w:rFonts w:cs="Arial"/>
          <w:i/>
          <w:iCs/>
          <w:sz w:val="16"/>
        </w:rPr>
      </w:pPr>
      <w:r w:rsidRPr="002E606F">
        <w:rPr>
          <w:rStyle w:val="FootnoteReference"/>
          <w:rFonts w:cs="Arial"/>
          <w:sz w:val="16"/>
        </w:rPr>
        <w:footnoteRef/>
      </w:r>
      <w:r w:rsidRPr="002E606F">
        <w:rPr>
          <w:rFonts w:cs="Arial"/>
          <w:sz w:val="16"/>
        </w:rPr>
        <w:t xml:space="preserve"> Frankfurt, Harry. (1971). “Freedom of the Will and the Concept of a Person.” </w:t>
      </w:r>
      <w:r w:rsidRPr="002E606F">
        <w:rPr>
          <w:rFonts w:cs="Arial"/>
          <w:i/>
          <w:iCs/>
          <w:sz w:val="16"/>
        </w:rPr>
        <w:t>The Journal of</w:t>
      </w:r>
    </w:p>
    <w:p w14:paraId="530A087B" w14:textId="77777777" w:rsidR="00316F1A" w:rsidRDefault="00316F1A" w:rsidP="00C21BA4">
      <w:r w:rsidRPr="002E606F">
        <w:rPr>
          <w:rFonts w:cs="Arial"/>
          <w:i/>
          <w:iCs/>
          <w:sz w:val="16"/>
        </w:rPr>
        <w:t xml:space="preserve">Philosophy </w:t>
      </w:r>
      <w:r w:rsidRPr="002E606F">
        <w:rPr>
          <w:rFonts w:cs="Arial"/>
          <w:sz w:val="16"/>
        </w:rPr>
        <w:t>68. Reprinted in Frankfurt 1988a: 11-25.</w:t>
      </w:r>
      <w:r>
        <w:rPr>
          <w:rFonts w:cs="Arial"/>
          <w:sz w:val="16"/>
        </w:rPr>
        <w:t xml:space="preserve"> RK</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512B69" w14:textId="77777777" w:rsidR="00316F1A" w:rsidRPr="005046D3" w:rsidRDefault="00316F1A" w:rsidP="005046D3">
    <w:pPr>
      <w:tabs>
        <w:tab w:val="right" w:pos="9360"/>
      </w:tabs>
      <w:rPr>
        <w:b/>
        <w:sz w:val="24"/>
        <w:szCs w:val="24"/>
      </w:rPr>
    </w:pPr>
    <w:r>
      <w:rPr>
        <w:b/>
        <w:sz w:val="24"/>
        <w:szCs w:val="24"/>
      </w:rPr>
      <w:t>Greenhill 2011-12</w:t>
    </w:r>
    <w:r w:rsidRPr="005046D3">
      <w:rPr>
        <w:b/>
        <w:sz w:val="24"/>
        <w:szCs w:val="24"/>
      </w:rPr>
      <w:ptab w:relativeTo="margin" w:alignment="center" w:leader="none"/>
    </w:r>
    <w:r w:rsidRPr="005046D3">
      <w:rPr>
        <w:b/>
        <w:sz w:val="24"/>
        <w:szCs w:val="24"/>
      </w:rPr>
      <w:tab/>
    </w:r>
  </w:p>
  <w:p w14:paraId="51FB53A1" w14:textId="201697E6" w:rsidR="00316F1A" w:rsidRPr="00B75032" w:rsidRDefault="00316F1A">
    <w:pPr>
      <w:rPr>
        <w:b/>
        <w:sz w:val="24"/>
        <w:szCs w:val="24"/>
      </w:rPr>
    </w:pPr>
    <w:r>
      <w:rPr>
        <w:b/>
        <w:sz w:val="24"/>
        <w:szCs w:val="24"/>
      </w:rPr>
      <w:t>Natural Law NC [TOC]</w:t>
    </w:r>
    <w:r w:rsidRPr="005046D3">
      <w:rPr>
        <w:b/>
        <w:sz w:val="24"/>
        <w:szCs w:val="24"/>
      </w:rPr>
      <w:ptab w:relativeTo="margin" w:alignment="right" w:leader="none"/>
    </w:r>
    <w:r>
      <w:rPr>
        <w:b/>
        <w:sz w:val="24"/>
        <w:szCs w:val="24"/>
      </w:rPr>
      <w:t>Kuang</w:t>
    </w:r>
  </w:p>
  <w:p w14:paraId="31C42453" w14:textId="77777777" w:rsidR="00316F1A" w:rsidRPr="00B75032" w:rsidRDefault="00316F1A">
    <w:pPr>
      <w:rPr>
        <w:b/>
        <w:sz w:val="16"/>
        <w:szCs w:val="16"/>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9376D"/>
    <w:multiLevelType w:val="hybridMultilevel"/>
    <w:tmpl w:val="807CA73C"/>
    <w:lvl w:ilvl="0" w:tplc="35A6A64E">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ascii="新細明體" w:eastAsia="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int="eastAsia"/>
      </w:rPr>
    </w:lvl>
    <w:lvl w:ilvl="8" w:tplc="0409001B" w:tentative="1">
      <w:start w:val="1"/>
      <w:numFmt w:val="lowerRoman"/>
      <w:lvlText w:val="%9."/>
      <w:lvlJc w:val="right"/>
      <w:pPr>
        <w:ind w:left="4320" w:hanging="480"/>
      </w:pPr>
    </w:lvl>
  </w:abstractNum>
  <w:abstractNum w:abstractNumId="1">
    <w:nsid w:val="0E2B3A1C"/>
    <w:multiLevelType w:val="hybridMultilevel"/>
    <w:tmpl w:val="824C429A"/>
    <w:lvl w:ilvl="0" w:tplc="899A4CB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rPr>
        <w:rFonts w:ascii="新細明體" w:eastAsia="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int="eastAsia"/>
      </w:rPr>
    </w:lvl>
    <w:lvl w:ilvl="8" w:tplc="0409001B" w:tentative="1">
      <w:start w:val="1"/>
      <w:numFmt w:val="lowerRoman"/>
      <w:lvlText w:val="%9."/>
      <w:lvlJc w:val="right"/>
      <w:pPr>
        <w:ind w:left="4320" w:hanging="480"/>
      </w:pPr>
    </w:lvl>
  </w:abstractNum>
  <w:abstractNum w:abstractNumId="2">
    <w:nsid w:val="0E4104D0"/>
    <w:multiLevelType w:val="hybridMultilevel"/>
    <w:tmpl w:val="112C44FA"/>
    <w:lvl w:ilvl="0" w:tplc="1210616E">
      <w:start w:val="3"/>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7E1C6A"/>
    <w:multiLevelType w:val="hybridMultilevel"/>
    <w:tmpl w:val="94DA112A"/>
    <w:lvl w:ilvl="0" w:tplc="4560F55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rPr>
        <w:rFonts w:ascii="新細明體" w:eastAsia="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int="eastAsia"/>
      </w:rPr>
    </w:lvl>
    <w:lvl w:ilvl="8" w:tplc="0409001B" w:tentative="1">
      <w:start w:val="1"/>
      <w:numFmt w:val="lowerRoman"/>
      <w:lvlText w:val="%9."/>
      <w:lvlJc w:val="right"/>
      <w:pPr>
        <w:ind w:left="4320" w:hanging="480"/>
      </w:pPr>
    </w:lvl>
  </w:abstractNum>
  <w:abstractNum w:abstractNumId="4">
    <w:nsid w:val="48EB18ED"/>
    <w:multiLevelType w:val="hybridMultilevel"/>
    <w:tmpl w:val="6BAACB60"/>
    <w:lvl w:ilvl="0" w:tplc="468E0A1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C720180"/>
    <w:multiLevelType w:val="hybridMultilevel"/>
    <w:tmpl w:val="1CC4F8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4211F6E"/>
    <w:multiLevelType w:val="hybridMultilevel"/>
    <w:tmpl w:val="D424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AEE4CC0"/>
    <w:multiLevelType w:val="hybridMultilevel"/>
    <w:tmpl w:val="86749A68"/>
    <w:lvl w:ilvl="0" w:tplc="6CCE90C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rPr>
        <w:rFonts w:ascii="新細明體" w:eastAsia="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int="eastAsia"/>
      </w:rPr>
    </w:lvl>
    <w:lvl w:ilvl="8" w:tplc="0409001B" w:tentative="1">
      <w:start w:val="1"/>
      <w:numFmt w:val="lowerRoman"/>
      <w:lvlText w:val="%9."/>
      <w:lvlJc w:val="right"/>
      <w:pPr>
        <w:ind w:left="4320" w:hanging="480"/>
      </w:pPr>
    </w:lvl>
  </w:abstractNum>
  <w:abstractNum w:abstractNumId="8">
    <w:nsid w:val="7E33474D"/>
    <w:multiLevelType w:val="hybridMultilevel"/>
    <w:tmpl w:val="8788D7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E350470"/>
    <w:multiLevelType w:val="hybridMultilevel"/>
    <w:tmpl w:val="DCAE7A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9"/>
  </w:num>
  <w:num w:numId="4">
    <w:abstractNumId w:val="8"/>
  </w:num>
  <w:num w:numId="5">
    <w:abstractNumId w:val="5"/>
  </w:num>
  <w:num w:numId="6">
    <w:abstractNumId w:val="6"/>
  </w:num>
  <w:num w:numId="7">
    <w:abstractNumId w:val="0"/>
  </w:num>
  <w:num w:numId="8">
    <w:abstractNumId w:val="3"/>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defaultTabStop w:val="36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4082"/>
    <w:rsid w:val="00000B0C"/>
    <w:rsid w:val="00002D07"/>
    <w:rsid w:val="0000547E"/>
    <w:rsid w:val="00006718"/>
    <w:rsid w:val="0001173E"/>
    <w:rsid w:val="0001477F"/>
    <w:rsid w:val="00021DC8"/>
    <w:rsid w:val="00030B04"/>
    <w:rsid w:val="0003124A"/>
    <w:rsid w:val="00031583"/>
    <w:rsid w:val="00034AAD"/>
    <w:rsid w:val="0003526A"/>
    <w:rsid w:val="0003551D"/>
    <w:rsid w:val="00036389"/>
    <w:rsid w:val="00041A45"/>
    <w:rsid w:val="00042A8F"/>
    <w:rsid w:val="00043AD7"/>
    <w:rsid w:val="00045D43"/>
    <w:rsid w:val="000519DD"/>
    <w:rsid w:val="00051F33"/>
    <w:rsid w:val="0005405A"/>
    <w:rsid w:val="000542BB"/>
    <w:rsid w:val="0005542A"/>
    <w:rsid w:val="00056CB8"/>
    <w:rsid w:val="00057E14"/>
    <w:rsid w:val="00060CCB"/>
    <w:rsid w:val="0006175E"/>
    <w:rsid w:val="00061B36"/>
    <w:rsid w:val="00064013"/>
    <w:rsid w:val="00066FAF"/>
    <w:rsid w:val="000675C5"/>
    <w:rsid w:val="000677E6"/>
    <w:rsid w:val="000703A0"/>
    <w:rsid w:val="00071344"/>
    <w:rsid w:val="00071F4D"/>
    <w:rsid w:val="000763CB"/>
    <w:rsid w:val="000764A7"/>
    <w:rsid w:val="000779C2"/>
    <w:rsid w:val="00081032"/>
    <w:rsid w:val="00081701"/>
    <w:rsid w:val="00081C37"/>
    <w:rsid w:val="00082BD0"/>
    <w:rsid w:val="0008436D"/>
    <w:rsid w:val="00084727"/>
    <w:rsid w:val="0008565B"/>
    <w:rsid w:val="000859B8"/>
    <w:rsid w:val="00086806"/>
    <w:rsid w:val="0008758C"/>
    <w:rsid w:val="00087613"/>
    <w:rsid w:val="00087DA3"/>
    <w:rsid w:val="000909DA"/>
    <w:rsid w:val="000914BB"/>
    <w:rsid w:val="000915D9"/>
    <w:rsid w:val="0009438B"/>
    <w:rsid w:val="00095A4A"/>
    <w:rsid w:val="00095F7B"/>
    <w:rsid w:val="000A034F"/>
    <w:rsid w:val="000A0CE8"/>
    <w:rsid w:val="000A28C7"/>
    <w:rsid w:val="000A2BA6"/>
    <w:rsid w:val="000A4EE8"/>
    <w:rsid w:val="000A61BC"/>
    <w:rsid w:val="000A6DF7"/>
    <w:rsid w:val="000A732D"/>
    <w:rsid w:val="000B2CE2"/>
    <w:rsid w:val="000B3B76"/>
    <w:rsid w:val="000B5693"/>
    <w:rsid w:val="000B58D1"/>
    <w:rsid w:val="000B6B22"/>
    <w:rsid w:val="000B7448"/>
    <w:rsid w:val="000C03D5"/>
    <w:rsid w:val="000C0D5E"/>
    <w:rsid w:val="000C1E1B"/>
    <w:rsid w:val="000C239B"/>
    <w:rsid w:val="000C35A0"/>
    <w:rsid w:val="000C35B6"/>
    <w:rsid w:val="000C3D9E"/>
    <w:rsid w:val="000C6014"/>
    <w:rsid w:val="000C7118"/>
    <w:rsid w:val="000D26F2"/>
    <w:rsid w:val="000D321F"/>
    <w:rsid w:val="000D4EDD"/>
    <w:rsid w:val="000D5258"/>
    <w:rsid w:val="000D533A"/>
    <w:rsid w:val="000D5635"/>
    <w:rsid w:val="000D5E3B"/>
    <w:rsid w:val="000D78A3"/>
    <w:rsid w:val="000E27E1"/>
    <w:rsid w:val="000F147A"/>
    <w:rsid w:val="000F17C3"/>
    <w:rsid w:val="000F3100"/>
    <w:rsid w:val="000F4DE6"/>
    <w:rsid w:val="000F5051"/>
    <w:rsid w:val="000F5BA3"/>
    <w:rsid w:val="000F6E34"/>
    <w:rsid w:val="000F6FCC"/>
    <w:rsid w:val="000F7681"/>
    <w:rsid w:val="0010165B"/>
    <w:rsid w:val="00101A45"/>
    <w:rsid w:val="00106FFD"/>
    <w:rsid w:val="0010737C"/>
    <w:rsid w:val="001111A7"/>
    <w:rsid w:val="00111C10"/>
    <w:rsid w:val="00112A8D"/>
    <w:rsid w:val="00113622"/>
    <w:rsid w:val="00114090"/>
    <w:rsid w:val="001140A4"/>
    <w:rsid w:val="00114E5B"/>
    <w:rsid w:val="0011565B"/>
    <w:rsid w:val="0011706D"/>
    <w:rsid w:val="00117D96"/>
    <w:rsid w:val="0012359F"/>
    <w:rsid w:val="00123A6E"/>
    <w:rsid w:val="00123B6D"/>
    <w:rsid w:val="00123FEC"/>
    <w:rsid w:val="00125FDE"/>
    <w:rsid w:val="00127A25"/>
    <w:rsid w:val="00127E07"/>
    <w:rsid w:val="00127F95"/>
    <w:rsid w:val="00136A57"/>
    <w:rsid w:val="00144295"/>
    <w:rsid w:val="00146F8F"/>
    <w:rsid w:val="001475CB"/>
    <w:rsid w:val="00150AC8"/>
    <w:rsid w:val="00152855"/>
    <w:rsid w:val="00153E90"/>
    <w:rsid w:val="001542FF"/>
    <w:rsid w:val="00155D01"/>
    <w:rsid w:val="0015771D"/>
    <w:rsid w:val="001601B4"/>
    <w:rsid w:val="001602AE"/>
    <w:rsid w:val="00160FEC"/>
    <w:rsid w:val="00161176"/>
    <w:rsid w:val="0016233D"/>
    <w:rsid w:val="00162C8C"/>
    <w:rsid w:val="00171F69"/>
    <w:rsid w:val="00172A3E"/>
    <w:rsid w:val="00172C92"/>
    <w:rsid w:val="00173541"/>
    <w:rsid w:val="00176425"/>
    <w:rsid w:val="00176AD9"/>
    <w:rsid w:val="00177835"/>
    <w:rsid w:val="0017790F"/>
    <w:rsid w:val="001779FE"/>
    <w:rsid w:val="00181461"/>
    <w:rsid w:val="00183490"/>
    <w:rsid w:val="00184F94"/>
    <w:rsid w:val="00186EB2"/>
    <w:rsid w:val="001919D5"/>
    <w:rsid w:val="00191D07"/>
    <w:rsid w:val="00191F24"/>
    <w:rsid w:val="001948E1"/>
    <w:rsid w:val="00195E13"/>
    <w:rsid w:val="00196815"/>
    <w:rsid w:val="0019768E"/>
    <w:rsid w:val="001A06FB"/>
    <w:rsid w:val="001A1D7B"/>
    <w:rsid w:val="001B1370"/>
    <w:rsid w:val="001B1F5F"/>
    <w:rsid w:val="001B3BB2"/>
    <w:rsid w:val="001B427B"/>
    <w:rsid w:val="001B4A29"/>
    <w:rsid w:val="001B506A"/>
    <w:rsid w:val="001B5AB9"/>
    <w:rsid w:val="001B7974"/>
    <w:rsid w:val="001C07D7"/>
    <w:rsid w:val="001C0F88"/>
    <w:rsid w:val="001C3F29"/>
    <w:rsid w:val="001C4DFD"/>
    <w:rsid w:val="001C65A6"/>
    <w:rsid w:val="001D0BF9"/>
    <w:rsid w:val="001D269D"/>
    <w:rsid w:val="001D4EF1"/>
    <w:rsid w:val="001E25B4"/>
    <w:rsid w:val="001E4DB5"/>
    <w:rsid w:val="001F1E54"/>
    <w:rsid w:val="001F3E05"/>
    <w:rsid w:val="001F3E38"/>
    <w:rsid w:val="001F74B9"/>
    <w:rsid w:val="001F7BAA"/>
    <w:rsid w:val="00200A92"/>
    <w:rsid w:val="00200B29"/>
    <w:rsid w:val="00201078"/>
    <w:rsid w:val="00202963"/>
    <w:rsid w:val="00203629"/>
    <w:rsid w:val="00207120"/>
    <w:rsid w:val="00216941"/>
    <w:rsid w:val="00216ECE"/>
    <w:rsid w:val="00221241"/>
    <w:rsid w:val="00222BE0"/>
    <w:rsid w:val="00222EDB"/>
    <w:rsid w:val="002238A6"/>
    <w:rsid w:val="00223988"/>
    <w:rsid w:val="00224B70"/>
    <w:rsid w:val="002259BD"/>
    <w:rsid w:val="00227C6E"/>
    <w:rsid w:val="00233AC7"/>
    <w:rsid w:val="0023713C"/>
    <w:rsid w:val="00237DDA"/>
    <w:rsid w:val="00243732"/>
    <w:rsid w:val="00243A70"/>
    <w:rsid w:val="002451EE"/>
    <w:rsid w:val="002458F0"/>
    <w:rsid w:val="0024595C"/>
    <w:rsid w:val="00247037"/>
    <w:rsid w:val="002502E0"/>
    <w:rsid w:val="00254F8D"/>
    <w:rsid w:val="002553AA"/>
    <w:rsid w:val="002555DC"/>
    <w:rsid w:val="00257005"/>
    <w:rsid w:val="002609F9"/>
    <w:rsid w:val="00261634"/>
    <w:rsid w:val="002631B8"/>
    <w:rsid w:val="002631E7"/>
    <w:rsid w:val="00270E30"/>
    <w:rsid w:val="002719BA"/>
    <w:rsid w:val="00272924"/>
    <w:rsid w:val="00272A7F"/>
    <w:rsid w:val="00275934"/>
    <w:rsid w:val="002762A7"/>
    <w:rsid w:val="002814DB"/>
    <w:rsid w:val="0028183E"/>
    <w:rsid w:val="0028252F"/>
    <w:rsid w:val="00283325"/>
    <w:rsid w:val="00284073"/>
    <w:rsid w:val="00286312"/>
    <w:rsid w:val="00287666"/>
    <w:rsid w:val="00287947"/>
    <w:rsid w:val="00287D9A"/>
    <w:rsid w:val="00287EC3"/>
    <w:rsid w:val="00290959"/>
    <w:rsid w:val="0029106B"/>
    <w:rsid w:val="002923D4"/>
    <w:rsid w:val="00293D1B"/>
    <w:rsid w:val="00293E6D"/>
    <w:rsid w:val="00297024"/>
    <w:rsid w:val="00297B86"/>
    <w:rsid w:val="002A09C9"/>
    <w:rsid w:val="002A1118"/>
    <w:rsid w:val="002A3591"/>
    <w:rsid w:val="002A37E8"/>
    <w:rsid w:val="002A4B2A"/>
    <w:rsid w:val="002A4E1B"/>
    <w:rsid w:val="002A6ABD"/>
    <w:rsid w:val="002B018D"/>
    <w:rsid w:val="002B0BB7"/>
    <w:rsid w:val="002B16CA"/>
    <w:rsid w:val="002B3B67"/>
    <w:rsid w:val="002B3CF8"/>
    <w:rsid w:val="002B3DC4"/>
    <w:rsid w:val="002B4157"/>
    <w:rsid w:val="002B4493"/>
    <w:rsid w:val="002B49A5"/>
    <w:rsid w:val="002B5CFD"/>
    <w:rsid w:val="002B7634"/>
    <w:rsid w:val="002B7C3B"/>
    <w:rsid w:val="002C14F7"/>
    <w:rsid w:val="002C28B7"/>
    <w:rsid w:val="002C2DD1"/>
    <w:rsid w:val="002C2E51"/>
    <w:rsid w:val="002C3D2A"/>
    <w:rsid w:val="002C4771"/>
    <w:rsid w:val="002C52B9"/>
    <w:rsid w:val="002C7983"/>
    <w:rsid w:val="002C7A1F"/>
    <w:rsid w:val="002D0445"/>
    <w:rsid w:val="002D2214"/>
    <w:rsid w:val="002D289A"/>
    <w:rsid w:val="002D2F12"/>
    <w:rsid w:val="002D31A6"/>
    <w:rsid w:val="002D4232"/>
    <w:rsid w:val="002D4340"/>
    <w:rsid w:val="002D567F"/>
    <w:rsid w:val="002D615F"/>
    <w:rsid w:val="002D63AB"/>
    <w:rsid w:val="002D77DC"/>
    <w:rsid w:val="002D7CF9"/>
    <w:rsid w:val="002E00BA"/>
    <w:rsid w:val="002E13C0"/>
    <w:rsid w:val="002E14CE"/>
    <w:rsid w:val="002E5893"/>
    <w:rsid w:val="002E5EF7"/>
    <w:rsid w:val="002E616B"/>
    <w:rsid w:val="002E63B0"/>
    <w:rsid w:val="002E70BE"/>
    <w:rsid w:val="002E7287"/>
    <w:rsid w:val="002E7D22"/>
    <w:rsid w:val="002F03FF"/>
    <w:rsid w:val="002F1812"/>
    <w:rsid w:val="002F276F"/>
    <w:rsid w:val="002F330E"/>
    <w:rsid w:val="002F33AF"/>
    <w:rsid w:val="002F3420"/>
    <w:rsid w:val="002F3909"/>
    <w:rsid w:val="002F65DC"/>
    <w:rsid w:val="003048CC"/>
    <w:rsid w:val="00305446"/>
    <w:rsid w:val="00305B3B"/>
    <w:rsid w:val="00305D39"/>
    <w:rsid w:val="00306BD2"/>
    <w:rsid w:val="003070B6"/>
    <w:rsid w:val="00310037"/>
    <w:rsid w:val="003108C5"/>
    <w:rsid w:val="003111EA"/>
    <w:rsid w:val="00313734"/>
    <w:rsid w:val="00314973"/>
    <w:rsid w:val="00314A38"/>
    <w:rsid w:val="00314EC2"/>
    <w:rsid w:val="00315E6C"/>
    <w:rsid w:val="00316F1A"/>
    <w:rsid w:val="00317D41"/>
    <w:rsid w:val="00320DD1"/>
    <w:rsid w:val="003218F6"/>
    <w:rsid w:val="00321CF3"/>
    <w:rsid w:val="00323107"/>
    <w:rsid w:val="00323405"/>
    <w:rsid w:val="003237BB"/>
    <w:rsid w:val="003240B7"/>
    <w:rsid w:val="00324486"/>
    <w:rsid w:val="00324F8A"/>
    <w:rsid w:val="003279B6"/>
    <w:rsid w:val="00332096"/>
    <w:rsid w:val="003333C4"/>
    <w:rsid w:val="003341D4"/>
    <w:rsid w:val="00334E34"/>
    <w:rsid w:val="003352FF"/>
    <w:rsid w:val="00336357"/>
    <w:rsid w:val="00341120"/>
    <w:rsid w:val="00346000"/>
    <w:rsid w:val="00351C78"/>
    <w:rsid w:val="0035569D"/>
    <w:rsid w:val="00357CF5"/>
    <w:rsid w:val="00362FD1"/>
    <w:rsid w:val="0036326B"/>
    <w:rsid w:val="0036376C"/>
    <w:rsid w:val="00364881"/>
    <w:rsid w:val="00365B06"/>
    <w:rsid w:val="003702AB"/>
    <w:rsid w:val="00371595"/>
    <w:rsid w:val="003726C2"/>
    <w:rsid w:val="0037392C"/>
    <w:rsid w:val="00373BF9"/>
    <w:rsid w:val="00381A03"/>
    <w:rsid w:val="00381F8A"/>
    <w:rsid w:val="003847CD"/>
    <w:rsid w:val="00384D66"/>
    <w:rsid w:val="00386C01"/>
    <w:rsid w:val="00387C5C"/>
    <w:rsid w:val="00387FBB"/>
    <w:rsid w:val="00390848"/>
    <w:rsid w:val="00391D7D"/>
    <w:rsid w:val="00392572"/>
    <w:rsid w:val="003943C7"/>
    <w:rsid w:val="00394F44"/>
    <w:rsid w:val="00394FA2"/>
    <w:rsid w:val="00395AF8"/>
    <w:rsid w:val="00396AF9"/>
    <w:rsid w:val="003A0DEC"/>
    <w:rsid w:val="003A17AC"/>
    <w:rsid w:val="003A1C61"/>
    <w:rsid w:val="003A37D6"/>
    <w:rsid w:val="003A3E7F"/>
    <w:rsid w:val="003A3F64"/>
    <w:rsid w:val="003A42C3"/>
    <w:rsid w:val="003A4B88"/>
    <w:rsid w:val="003A52E9"/>
    <w:rsid w:val="003A72B5"/>
    <w:rsid w:val="003A776F"/>
    <w:rsid w:val="003A7AC1"/>
    <w:rsid w:val="003B1435"/>
    <w:rsid w:val="003B45ED"/>
    <w:rsid w:val="003B4FCA"/>
    <w:rsid w:val="003B56E4"/>
    <w:rsid w:val="003B669C"/>
    <w:rsid w:val="003C115D"/>
    <w:rsid w:val="003C2374"/>
    <w:rsid w:val="003C2C76"/>
    <w:rsid w:val="003C3ECC"/>
    <w:rsid w:val="003C450B"/>
    <w:rsid w:val="003C45F6"/>
    <w:rsid w:val="003C5869"/>
    <w:rsid w:val="003D3170"/>
    <w:rsid w:val="003D31D2"/>
    <w:rsid w:val="003D3ACB"/>
    <w:rsid w:val="003D5857"/>
    <w:rsid w:val="003D5858"/>
    <w:rsid w:val="003D7559"/>
    <w:rsid w:val="003E5026"/>
    <w:rsid w:val="003E559F"/>
    <w:rsid w:val="003E5A9B"/>
    <w:rsid w:val="003E62D8"/>
    <w:rsid w:val="003E6F52"/>
    <w:rsid w:val="003F3115"/>
    <w:rsid w:val="003F332B"/>
    <w:rsid w:val="003F5EA6"/>
    <w:rsid w:val="003F7C76"/>
    <w:rsid w:val="00402632"/>
    <w:rsid w:val="00404DDD"/>
    <w:rsid w:val="00412215"/>
    <w:rsid w:val="00413CC3"/>
    <w:rsid w:val="004207E2"/>
    <w:rsid w:val="00423658"/>
    <w:rsid w:val="00426716"/>
    <w:rsid w:val="004273A4"/>
    <w:rsid w:val="00427507"/>
    <w:rsid w:val="0042770D"/>
    <w:rsid w:val="004300DF"/>
    <w:rsid w:val="004305BB"/>
    <w:rsid w:val="00430F0A"/>
    <w:rsid w:val="0043192D"/>
    <w:rsid w:val="00432BCD"/>
    <w:rsid w:val="0043393F"/>
    <w:rsid w:val="00440692"/>
    <w:rsid w:val="00440AA1"/>
    <w:rsid w:val="004423BB"/>
    <w:rsid w:val="0044253B"/>
    <w:rsid w:val="00442BB2"/>
    <w:rsid w:val="00442EAB"/>
    <w:rsid w:val="00443408"/>
    <w:rsid w:val="004473D6"/>
    <w:rsid w:val="00447F6E"/>
    <w:rsid w:val="00451079"/>
    <w:rsid w:val="00452231"/>
    <w:rsid w:val="00453552"/>
    <w:rsid w:val="004538A5"/>
    <w:rsid w:val="00453B7B"/>
    <w:rsid w:val="00454108"/>
    <w:rsid w:val="00454685"/>
    <w:rsid w:val="0045671C"/>
    <w:rsid w:val="004573B0"/>
    <w:rsid w:val="004579FA"/>
    <w:rsid w:val="004645B4"/>
    <w:rsid w:val="00471134"/>
    <w:rsid w:val="00472A61"/>
    <w:rsid w:val="004732C5"/>
    <w:rsid w:val="004752F7"/>
    <w:rsid w:val="0047586E"/>
    <w:rsid w:val="0047771C"/>
    <w:rsid w:val="0047782E"/>
    <w:rsid w:val="004808D8"/>
    <w:rsid w:val="00483A62"/>
    <w:rsid w:val="00483E6D"/>
    <w:rsid w:val="004849D3"/>
    <w:rsid w:val="00485452"/>
    <w:rsid w:val="00486B76"/>
    <w:rsid w:val="00487083"/>
    <w:rsid w:val="00490373"/>
    <w:rsid w:val="00490D00"/>
    <w:rsid w:val="00491F8E"/>
    <w:rsid w:val="004925F3"/>
    <w:rsid w:val="00492655"/>
    <w:rsid w:val="0049297D"/>
    <w:rsid w:val="00492D28"/>
    <w:rsid w:val="00492DD6"/>
    <w:rsid w:val="00496D5B"/>
    <w:rsid w:val="004A0984"/>
    <w:rsid w:val="004A1F11"/>
    <w:rsid w:val="004A3D2C"/>
    <w:rsid w:val="004A4631"/>
    <w:rsid w:val="004A59EF"/>
    <w:rsid w:val="004B03CF"/>
    <w:rsid w:val="004B1189"/>
    <w:rsid w:val="004B1321"/>
    <w:rsid w:val="004B1FDD"/>
    <w:rsid w:val="004B2BA3"/>
    <w:rsid w:val="004B4434"/>
    <w:rsid w:val="004B51E3"/>
    <w:rsid w:val="004B5BD8"/>
    <w:rsid w:val="004B6141"/>
    <w:rsid w:val="004B6F9D"/>
    <w:rsid w:val="004C1632"/>
    <w:rsid w:val="004C2EAE"/>
    <w:rsid w:val="004C30B0"/>
    <w:rsid w:val="004C497B"/>
    <w:rsid w:val="004C4CBC"/>
    <w:rsid w:val="004C4F6B"/>
    <w:rsid w:val="004C5ACC"/>
    <w:rsid w:val="004D065B"/>
    <w:rsid w:val="004D0721"/>
    <w:rsid w:val="004D12F8"/>
    <w:rsid w:val="004D352B"/>
    <w:rsid w:val="004D37A3"/>
    <w:rsid w:val="004D3B8E"/>
    <w:rsid w:val="004D4A22"/>
    <w:rsid w:val="004D6500"/>
    <w:rsid w:val="004D688B"/>
    <w:rsid w:val="004D6A1E"/>
    <w:rsid w:val="004E11BA"/>
    <w:rsid w:val="004E1D16"/>
    <w:rsid w:val="004E1F74"/>
    <w:rsid w:val="004E386E"/>
    <w:rsid w:val="004E3A75"/>
    <w:rsid w:val="004E73A6"/>
    <w:rsid w:val="004E761C"/>
    <w:rsid w:val="004F1F58"/>
    <w:rsid w:val="004F2989"/>
    <w:rsid w:val="004F635A"/>
    <w:rsid w:val="004F6F20"/>
    <w:rsid w:val="005026B2"/>
    <w:rsid w:val="00502F45"/>
    <w:rsid w:val="00503759"/>
    <w:rsid w:val="005046D3"/>
    <w:rsid w:val="005063CB"/>
    <w:rsid w:val="005107FC"/>
    <w:rsid w:val="00510CEF"/>
    <w:rsid w:val="00512B1E"/>
    <w:rsid w:val="00512FD6"/>
    <w:rsid w:val="00513269"/>
    <w:rsid w:val="00517986"/>
    <w:rsid w:val="00520499"/>
    <w:rsid w:val="00524907"/>
    <w:rsid w:val="00524B3F"/>
    <w:rsid w:val="00524B89"/>
    <w:rsid w:val="00525492"/>
    <w:rsid w:val="005264BC"/>
    <w:rsid w:val="005279E0"/>
    <w:rsid w:val="00527B4D"/>
    <w:rsid w:val="00531C2F"/>
    <w:rsid w:val="0053273A"/>
    <w:rsid w:val="00532965"/>
    <w:rsid w:val="00533111"/>
    <w:rsid w:val="00533DCF"/>
    <w:rsid w:val="00534464"/>
    <w:rsid w:val="005352FD"/>
    <w:rsid w:val="00535BF3"/>
    <w:rsid w:val="00536421"/>
    <w:rsid w:val="005366B0"/>
    <w:rsid w:val="00536886"/>
    <w:rsid w:val="00541F89"/>
    <w:rsid w:val="00544381"/>
    <w:rsid w:val="00544830"/>
    <w:rsid w:val="00546CB6"/>
    <w:rsid w:val="005503A1"/>
    <w:rsid w:val="005505EA"/>
    <w:rsid w:val="005548C6"/>
    <w:rsid w:val="00555527"/>
    <w:rsid w:val="00555E3C"/>
    <w:rsid w:val="0055717F"/>
    <w:rsid w:val="00557A91"/>
    <w:rsid w:val="00557CD2"/>
    <w:rsid w:val="00561888"/>
    <w:rsid w:val="005653C3"/>
    <w:rsid w:val="00565CF7"/>
    <w:rsid w:val="005708A8"/>
    <w:rsid w:val="00572B30"/>
    <w:rsid w:val="005731B2"/>
    <w:rsid w:val="005731EF"/>
    <w:rsid w:val="00574279"/>
    <w:rsid w:val="00575F3F"/>
    <w:rsid w:val="005765A2"/>
    <w:rsid w:val="00576AEC"/>
    <w:rsid w:val="0057706F"/>
    <w:rsid w:val="00583228"/>
    <w:rsid w:val="005840FF"/>
    <w:rsid w:val="00586139"/>
    <w:rsid w:val="005868D0"/>
    <w:rsid w:val="00586DD1"/>
    <w:rsid w:val="005901C1"/>
    <w:rsid w:val="00591CAE"/>
    <w:rsid w:val="0059227A"/>
    <w:rsid w:val="0059537E"/>
    <w:rsid w:val="0059542A"/>
    <w:rsid w:val="0059618A"/>
    <w:rsid w:val="00597098"/>
    <w:rsid w:val="005A0615"/>
    <w:rsid w:val="005A0C5A"/>
    <w:rsid w:val="005A1949"/>
    <w:rsid w:val="005A22B1"/>
    <w:rsid w:val="005A346C"/>
    <w:rsid w:val="005A396F"/>
    <w:rsid w:val="005A4DF6"/>
    <w:rsid w:val="005A6C12"/>
    <w:rsid w:val="005A7978"/>
    <w:rsid w:val="005B038C"/>
    <w:rsid w:val="005B13ED"/>
    <w:rsid w:val="005B3619"/>
    <w:rsid w:val="005B516B"/>
    <w:rsid w:val="005C0E7F"/>
    <w:rsid w:val="005C395E"/>
    <w:rsid w:val="005C4310"/>
    <w:rsid w:val="005C43C2"/>
    <w:rsid w:val="005C4A0D"/>
    <w:rsid w:val="005C4DBE"/>
    <w:rsid w:val="005C5A25"/>
    <w:rsid w:val="005C6852"/>
    <w:rsid w:val="005D0603"/>
    <w:rsid w:val="005D1672"/>
    <w:rsid w:val="005D20E2"/>
    <w:rsid w:val="005D3506"/>
    <w:rsid w:val="005D683E"/>
    <w:rsid w:val="005E08F1"/>
    <w:rsid w:val="005E0F8D"/>
    <w:rsid w:val="005E16CD"/>
    <w:rsid w:val="005E19A8"/>
    <w:rsid w:val="005E1F29"/>
    <w:rsid w:val="005E65DE"/>
    <w:rsid w:val="005F07DE"/>
    <w:rsid w:val="005F3EF6"/>
    <w:rsid w:val="005F58FE"/>
    <w:rsid w:val="005F5B31"/>
    <w:rsid w:val="005F7C48"/>
    <w:rsid w:val="006017AC"/>
    <w:rsid w:val="00603735"/>
    <w:rsid w:val="00603B3B"/>
    <w:rsid w:val="00603C8E"/>
    <w:rsid w:val="006040E0"/>
    <w:rsid w:val="0060648C"/>
    <w:rsid w:val="006064BD"/>
    <w:rsid w:val="00606854"/>
    <w:rsid w:val="0060717B"/>
    <w:rsid w:val="006101A8"/>
    <w:rsid w:val="006107D9"/>
    <w:rsid w:val="006114BA"/>
    <w:rsid w:val="006126C5"/>
    <w:rsid w:val="00613F01"/>
    <w:rsid w:val="00614EAB"/>
    <w:rsid w:val="006155C0"/>
    <w:rsid w:val="0061701B"/>
    <w:rsid w:val="006219EA"/>
    <w:rsid w:val="00622E2A"/>
    <w:rsid w:val="00625D85"/>
    <w:rsid w:val="006264C4"/>
    <w:rsid w:val="006315DD"/>
    <w:rsid w:val="00634384"/>
    <w:rsid w:val="00635115"/>
    <w:rsid w:val="00636966"/>
    <w:rsid w:val="006373B0"/>
    <w:rsid w:val="0064249E"/>
    <w:rsid w:val="00643544"/>
    <w:rsid w:val="00644CF3"/>
    <w:rsid w:val="006450EC"/>
    <w:rsid w:val="0064551A"/>
    <w:rsid w:val="00647053"/>
    <w:rsid w:val="00650460"/>
    <w:rsid w:val="006507B2"/>
    <w:rsid w:val="006509E1"/>
    <w:rsid w:val="00651274"/>
    <w:rsid w:val="00651C7E"/>
    <w:rsid w:val="006537CA"/>
    <w:rsid w:val="00654AB6"/>
    <w:rsid w:val="006568AB"/>
    <w:rsid w:val="006606E7"/>
    <w:rsid w:val="00660F4E"/>
    <w:rsid w:val="00662437"/>
    <w:rsid w:val="00662536"/>
    <w:rsid w:val="006630BC"/>
    <w:rsid w:val="00663409"/>
    <w:rsid w:val="006671E7"/>
    <w:rsid w:val="006725EE"/>
    <w:rsid w:val="006733C6"/>
    <w:rsid w:val="006743E6"/>
    <w:rsid w:val="00675270"/>
    <w:rsid w:val="00675601"/>
    <w:rsid w:val="006756D4"/>
    <w:rsid w:val="006758CE"/>
    <w:rsid w:val="0067605C"/>
    <w:rsid w:val="006761F2"/>
    <w:rsid w:val="00676944"/>
    <w:rsid w:val="00683F81"/>
    <w:rsid w:val="0068560D"/>
    <w:rsid w:val="0069097B"/>
    <w:rsid w:val="006918C7"/>
    <w:rsid w:val="00694395"/>
    <w:rsid w:val="00696CF0"/>
    <w:rsid w:val="006A07E8"/>
    <w:rsid w:val="006A0F34"/>
    <w:rsid w:val="006A14BC"/>
    <w:rsid w:val="006A182B"/>
    <w:rsid w:val="006A3C59"/>
    <w:rsid w:val="006A4B96"/>
    <w:rsid w:val="006A64F0"/>
    <w:rsid w:val="006A6DD4"/>
    <w:rsid w:val="006B0FD9"/>
    <w:rsid w:val="006B2680"/>
    <w:rsid w:val="006B3177"/>
    <w:rsid w:val="006B3281"/>
    <w:rsid w:val="006B5504"/>
    <w:rsid w:val="006B5681"/>
    <w:rsid w:val="006C019B"/>
    <w:rsid w:val="006C0FA7"/>
    <w:rsid w:val="006C34FD"/>
    <w:rsid w:val="006C3685"/>
    <w:rsid w:val="006C7660"/>
    <w:rsid w:val="006C773A"/>
    <w:rsid w:val="006D0B59"/>
    <w:rsid w:val="006D1212"/>
    <w:rsid w:val="006D407E"/>
    <w:rsid w:val="006D4B23"/>
    <w:rsid w:val="006E1F8E"/>
    <w:rsid w:val="006E3325"/>
    <w:rsid w:val="006E35A9"/>
    <w:rsid w:val="006E47E1"/>
    <w:rsid w:val="006E77F8"/>
    <w:rsid w:val="006E7CE1"/>
    <w:rsid w:val="006F20B0"/>
    <w:rsid w:val="006F35BD"/>
    <w:rsid w:val="006F3C3C"/>
    <w:rsid w:val="006F5A72"/>
    <w:rsid w:val="0070435B"/>
    <w:rsid w:val="00705FEA"/>
    <w:rsid w:val="00707DAE"/>
    <w:rsid w:val="007107F3"/>
    <w:rsid w:val="007108B8"/>
    <w:rsid w:val="00711FE4"/>
    <w:rsid w:val="00714C2E"/>
    <w:rsid w:val="00714F9D"/>
    <w:rsid w:val="00720798"/>
    <w:rsid w:val="007207C2"/>
    <w:rsid w:val="00720CB6"/>
    <w:rsid w:val="00724697"/>
    <w:rsid w:val="007246A5"/>
    <w:rsid w:val="00725279"/>
    <w:rsid w:val="00726D84"/>
    <w:rsid w:val="007277F4"/>
    <w:rsid w:val="0073096E"/>
    <w:rsid w:val="00731712"/>
    <w:rsid w:val="00732037"/>
    <w:rsid w:val="007339F8"/>
    <w:rsid w:val="00734703"/>
    <w:rsid w:val="00734FD8"/>
    <w:rsid w:val="00735B69"/>
    <w:rsid w:val="00744A34"/>
    <w:rsid w:val="007451EF"/>
    <w:rsid w:val="00745A63"/>
    <w:rsid w:val="0075028F"/>
    <w:rsid w:val="00750804"/>
    <w:rsid w:val="007513AF"/>
    <w:rsid w:val="00751C53"/>
    <w:rsid w:val="007535E7"/>
    <w:rsid w:val="00753FC7"/>
    <w:rsid w:val="00755E27"/>
    <w:rsid w:val="0075647C"/>
    <w:rsid w:val="0075666F"/>
    <w:rsid w:val="00763B7B"/>
    <w:rsid w:val="00763C53"/>
    <w:rsid w:val="00763E79"/>
    <w:rsid w:val="00764C4E"/>
    <w:rsid w:val="00765418"/>
    <w:rsid w:val="00765A67"/>
    <w:rsid w:val="007663C5"/>
    <w:rsid w:val="00771526"/>
    <w:rsid w:val="00774865"/>
    <w:rsid w:val="007753F9"/>
    <w:rsid w:val="00775AB7"/>
    <w:rsid w:val="00776823"/>
    <w:rsid w:val="00776E61"/>
    <w:rsid w:val="00777C55"/>
    <w:rsid w:val="00780A99"/>
    <w:rsid w:val="00781F5F"/>
    <w:rsid w:val="00782FB2"/>
    <w:rsid w:val="00783080"/>
    <w:rsid w:val="007831C7"/>
    <w:rsid w:val="00783CD2"/>
    <w:rsid w:val="00784492"/>
    <w:rsid w:val="00785188"/>
    <w:rsid w:val="007865DE"/>
    <w:rsid w:val="0078676F"/>
    <w:rsid w:val="0079123E"/>
    <w:rsid w:val="007933DB"/>
    <w:rsid w:val="00794655"/>
    <w:rsid w:val="0079481F"/>
    <w:rsid w:val="00797E51"/>
    <w:rsid w:val="007A111C"/>
    <w:rsid w:val="007A49EA"/>
    <w:rsid w:val="007A4BEA"/>
    <w:rsid w:val="007A76EF"/>
    <w:rsid w:val="007B032B"/>
    <w:rsid w:val="007B12D2"/>
    <w:rsid w:val="007B226B"/>
    <w:rsid w:val="007B26DD"/>
    <w:rsid w:val="007B4715"/>
    <w:rsid w:val="007B6F90"/>
    <w:rsid w:val="007B785E"/>
    <w:rsid w:val="007B7D0C"/>
    <w:rsid w:val="007C13F0"/>
    <w:rsid w:val="007C5E06"/>
    <w:rsid w:val="007C6592"/>
    <w:rsid w:val="007C69FC"/>
    <w:rsid w:val="007C6A4B"/>
    <w:rsid w:val="007C7A18"/>
    <w:rsid w:val="007D3D48"/>
    <w:rsid w:val="007D477D"/>
    <w:rsid w:val="007D5DB4"/>
    <w:rsid w:val="007D6C50"/>
    <w:rsid w:val="007D71D6"/>
    <w:rsid w:val="007E01A7"/>
    <w:rsid w:val="007E0733"/>
    <w:rsid w:val="007E0F3E"/>
    <w:rsid w:val="007E3574"/>
    <w:rsid w:val="007E3998"/>
    <w:rsid w:val="007E4B76"/>
    <w:rsid w:val="007E56BD"/>
    <w:rsid w:val="007E63B4"/>
    <w:rsid w:val="007F351F"/>
    <w:rsid w:val="007F4927"/>
    <w:rsid w:val="007F7169"/>
    <w:rsid w:val="008003AC"/>
    <w:rsid w:val="00800E0F"/>
    <w:rsid w:val="0080329E"/>
    <w:rsid w:val="008038CE"/>
    <w:rsid w:val="00804CA5"/>
    <w:rsid w:val="00806CA9"/>
    <w:rsid w:val="00807869"/>
    <w:rsid w:val="00813030"/>
    <w:rsid w:val="008138A9"/>
    <w:rsid w:val="008154B0"/>
    <w:rsid w:val="0081574E"/>
    <w:rsid w:val="00817071"/>
    <w:rsid w:val="00817DA3"/>
    <w:rsid w:val="00821179"/>
    <w:rsid w:val="00821691"/>
    <w:rsid w:val="00822655"/>
    <w:rsid w:val="00824225"/>
    <w:rsid w:val="00824FBA"/>
    <w:rsid w:val="00825632"/>
    <w:rsid w:val="0082613D"/>
    <w:rsid w:val="00826C89"/>
    <w:rsid w:val="0082766A"/>
    <w:rsid w:val="00830B35"/>
    <w:rsid w:val="0083608A"/>
    <w:rsid w:val="00836953"/>
    <w:rsid w:val="008379E8"/>
    <w:rsid w:val="00841934"/>
    <w:rsid w:val="00841DBE"/>
    <w:rsid w:val="008426B1"/>
    <w:rsid w:val="00842FD2"/>
    <w:rsid w:val="0084426B"/>
    <w:rsid w:val="00844EEF"/>
    <w:rsid w:val="00845215"/>
    <w:rsid w:val="00846639"/>
    <w:rsid w:val="00852545"/>
    <w:rsid w:val="00852DA5"/>
    <w:rsid w:val="00853B2C"/>
    <w:rsid w:val="00853C87"/>
    <w:rsid w:val="00853F3C"/>
    <w:rsid w:val="008554AF"/>
    <w:rsid w:val="00861827"/>
    <w:rsid w:val="00862319"/>
    <w:rsid w:val="00863446"/>
    <w:rsid w:val="008634C9"/>
    <w:rsid w:val="00864162"/>
    <w:rsid w:val="00864389"/>
    <w:rsid w:val="008645F6"/>
    <w:rsid w:val="008663C8"/>
    <w:rsid w:val="00866A81"/>
    <w:rsid w:val="008677EE"/>
    <w:rsid w:val="0086791F"/>
    <w:rsid w:val="0087089C"/>
    <w:rsid w:val="00870A40"/>
    <w:rsid w:val="00870E2B"/>
    <w:rsid w:val="00870E38"/>
    <w:rsid w:val="00872496"/>
    <w:rsid w:val="00872CC5"/>
    <w:rsid w:val="008760E9"/>
    <w:rsid w:val="0087620A"/>
    <w:rsid w:val="00876AA9"/>
    <w:rsid w:val="00880354"/>
    <w:rsid w:val="008830EC"/>
    <w:rsid w:val="0088392B"/>
    <w:rsid w:val="00887AC6"/>
    <w:rsid w:val="008911E8"/>
    <w:rsid w:val="00891A19"/>
    <w:rsid w:val="008926DC"/>
    <w:rsid w:val="0089271D"/>
    <w:rsid w:val="00892F36"/>
    <w:rsid w:val="0089616C"/>
    <w:rsid w:val="008961AE"/>
    <w:rsid w:val="00897156"/>
    <w:rsid w:val="00897FB7"/>
    <w:rsid w:val="008A0B1B"/>
    <w:rsid w:val="008A4AC5"/>
    <w:rsid w:val="008A4C13"/>
    <w:rsid w:val="008A4D65"/>
    <w:rsid w:val="008A5048"/>
    <w:rsid w:val="008A685F"/>
    <w:rsid w:val="008A6E84"/>
    <w:rsid w:val="008A7B84"/>
    <w:rsid w:val="008B0A2B"/>
    <w:rsid w:val="008B4082"/>
    <w:rsid w:val="008C01FA"/>
    <w:rsid w:val="008C25AF"/>
    <w:rsid w:val="008C2721"/>
    <w:rsid w:val="008C605E"/>
    <w:rsid w:val="008D0E95"/>
    <w:rsid w:val="008D286C"/>
    <w:rsid w:val="008D4FAC"/>
    <w:rsid w:val="008D509F"/>
    <w:rsid w:val="008E1C41"/>
    <w:rsid w:val="008E3464"/>
    <w:rsid w:val="008E5276"/>
    <w:rsid w:val="008E5F01"/>
    <w:rsid w:val="008F2431"/>
    <w:rsid w:val="008F25E1"/>
    <w:rsid w:val="008F765F"/>
    <w:rsid w:val="0090020C"/>
    <w:rsid w:val="009014F3"/>
    <w:rsid w:val="00906915"/>
    <w:rsid w:val="00907391"/>
    <w:rsid w:val="00907BD6"/>
    <w:rsid w:val="009104E1"/>
    <w:rsid w:val="00914563"/>
    <w:rsid w:val="009155B0"/>
    <w:rsid w:val="00915ED9"/>
    <w:rsid w:val="00920A5C"/>
    <w:rsid w:val="0092120E"/>
    <w:rsid w:val="00921663"/>
    <w:rsid w:val="009223A7"/>
    <w:rsid w:val="0092264D"/>
    <w:rsid w:val="009231E6"/>
    <w:rsid w:val="00923E52"/>
    <w:rsid w:val="00924D6E"/>
    <w:rsid w:val="00925EAC"/>
    <w:rsid w:val="00930D0C"/>
    <w:rsid w:val="0093370E"/>
    <w:rsid w:val="00937DE7"/>
    <w:rsid w:val="00941905"/>
    <w:rsid w:val="00941E10"/>
    <w:rsid w:val="00943728"/>
    <w:rsid w:val="00943B70"/>
    <w:rsid w:val="00946BBC"/>
    <w:rsid w:val="00950667"/>
    <w:rsid w:val="00950BC9"/>
    <w:rsid w:val="00952871"/>
    <w:rsid w:val="00952945"/>
    <w:rsid w:val="00954754"/>
    <w:rsid w:val="009559B0"/>
    <w:rsid w:val="0095689A"/>
    <w:rsid w:val="00961DE3"/>
    <w:rsid w:val="00961FC6"/>
    <w:rsid w:val="00962137"/>
    <w:rsid w:val="00962F33"/>
    <w:rsid w:val="00964BBD"/>
    <w:rsid w:val="00967BB8"/>
    <w:rsid w:val="00967EFD"/>
    <w:rsid w:val="00973E85"/>
    <w:rsid w:val="0097419A"/>
    <w:rsid w:val="009838BB"/>
    <w:rsid w:val="00983FC7"/>
    <w:rsid w:val="0098433E"/>
    <w:rsid w:val="009847C0"/>
    <w:rsid w:val="00984987"/>
    <w:rsid w:val="00985E2B"/>
    <w:rsid w:val="009918C1"/>
    <w:rsid w:val="0099229B"/>
    <w:rsid w:val="00994858"/>
    <w:rsid w:val="009968AE"/>
    <w:rsid w:val="009977F9"/>
    <w:rsid w:val="00997851"/>
    <w:rsid w:val="0099791A"/>
    <w:rsid w:val="009A15D2"/>
    <w:rsid w:val="009A19DE"/>
    <w:rsid w:val="009A24FB"/>
    <w:rsid w:val="009A28BC"/>
    <w:rsid w:val="009A28DE"/>
    <w:rsid w:val="009A371B"/>
    <w:rsid w:val="009A55B7"/>
    <w:rsid w:val="009A7914"/>
    <w:rsid w:val="009A7B0A"/>
    <w:rsid w:val="009B10ED"/>
    <w:rsid w:val="009B4DA3"/>
    <w:rsid w:val="009B4DAA"/>
    <w:rsid w:val="009B503D"/>
    <w:rsid w:val="009B5FF9"/>
    <w:rsid w:val="009C07F6"/>
    <w:rsid w:val="009C464C"/>
    <w:rsid w:val="009C4A56"/>
    <w:rsid w:val="009C4AE3"/>
    <w:rsid w:val="009C5105"/>
    <w:rsid w:val="009C55B9"/>
    <w:rsid w:val="009C57C0"/>
    <w:rsid w:val="009C7AD1"/>
    <w:rsid w:val="009D34EA"/>
    <w:rsid w:val="009D3C59"/>
    <w:rsid w:val="009D599D"/>
    <w:rsid w:val="009D5A56"/>
    <w:rsid w:val="009D5DB1"/>
    <w:rsid w:val="009D6228"/>
    <w:rsid w:val="009D7CC6"/>
    <w:rsid w:val="009E237A"/>
    <w:rsid w:val="009E24E4"/>
    <w:rsid w:val="009E4D8C"/>
    <w:rsid w:val="009E635A"/>
    <w:rsid w:val="009E67C1"/>
    <w:rsid w:val="009E75B8"/>
    <w:rsid w:val="009F282C"/>
    <w:rsid w:val="009F31FA"/>
    <w:rsid w:val="009F53EE"/>
    <w:rsid w:val="009F5F22"/>
    <w:rsid w:val="009F7205"/>
    <w:rsid w:val="00A00588"/>
    <w:rsid w:val="00A016FE"/>
    <w:rsid w:val="00A0221D"/>
    <w:rsid w:val="00A02545"/>
    <w:rsid w:val="00A10ADD"/>
    <w:rsid w:val="00A10EFE"/>
    <w:rsid w:val="00A11AFF"/>
    <w:rsid w:val="00A12805"/>
    <w:rsid w:val="00A135D0"/>
    <w:rsid w:val="00A20A78"/>
    <w:rsid w:val="00A21255"/>
    <w:rsid w:val="00A22720"/>
    <w:rsid w:val="00A22849"/>
    <w:rsid w:val="00A230E6"/>
    <w:rsid w:val="00A238F4"/>
    <w:rsid w:val="00A2423E"/>
    <w:rsid w:val="00A25CE5"/>
    <w:rsid w:val="00A2714A"/>
    <w:rsid w:val="00A305CE"/>
    <w:rsid w:val="00A30E19"/>
    <w:rsid w:val="00A33B38"/>
    <w:rsid w:val="00A35358"/>
    <w:rsid w:val="00A373C0"/>
    <w:rsid w:val="00A37439"/>
    <w:rsid w:val="00A40A65"/>
    <w:rsid w:val="00A4194D"/>
    <w:rsid w:val="00A42034"/>
    <w:rsid w:val="00A42086"/>
    <w:rsid w:val="00A431AB"/>
    <w:rsid w:val="00A4346D"/>
    <w:rsid w:val="00A4407D"/>
    <w:rsid w:val="00A4437A"/>
    <w:rsid w:val="00A44595"/>
    <w:rsid w:val="00A44831"/>
    <w:rsid w:val="00A45D1C"/>
    <w:rsid w:val="00A46B1C"/>
    <w:rsid w:val="00A47372"/>
    <w:rsid w:val="00A47430"/>
    <w:rsid w:val="00A50A88"/>
    <w:rsid w:val="00A516F9"/>
    <w:rsid w:val="00A52ABB"/>
    <w:rsid w:val="00A53133"/>
    <w:rsid w:val="00A532C1"/>
    <w:rsid w:val="00A556A4"/>
    <w:rsid w:val="00A55BBC"/>
    <w:rsid w:val="00A56D04"/>
    <w:rsid w:val="00A56D38"/>
    <w:rsid w:val="00A609CF"/>
    <w:rsid w:val="00A61A75"/>
    <w:rsid w:val="00A670D5"/>
    <w:rsid w:val="00A67A37"/>
    <w:rsid w:val="00A70064"/>
    <w:rsid w:val="00A7061B"/>
    <w:rsid w:val="00A71585"/>
    <w:rsid w:val="00A72D3F"/>
    <w:rsid w:val="00A73654"/>
    <w:rsid w:val="00A80EA3"/>
    <w:rsid w:val="00A81374"/>
    <w:rsid w:val="00A81775"/>
    <w:rsid w:val="00A82480"/>
    <w:rsid w:val="00A8379B"/>
    <w:rsid w:val="00A838B4"/>
    <w:rsid w:val="00A861FE"/>
    <w:rsid w:val="00A87453"/>
    <w:rsid w:val="00A87A78"/>
    <w:rsid w:val="00A92D52"/>
    <w:rsid w:val="00A92F80"/>
    <w:rsid w:val="00A93761"/>
    <w:rsid w:val="00A94E1C"/>
    <w:rsid w:val="00A95A9F"/>
    <w:rsid w:val="00A95D3C"/>
    <w:rsid w:val="00A96B34"/>
    <w:rsid w:val="00A96D8F"/>
    <w:rsid w:val="00AA0391"/>
    <w:rsid w:val="00AA0983"/>
    <w:rsid w:val="00AA0EEA"/>
    <w:rsid w:val="00AA32C4"/>
    <w:rsid w:val="00AA3A94"/>
    <w:rsid w:val="00AB0305"/>
    <w:rsid w:val="00AB0568"/>
    <w:rsid w:val="00AB125E"/>
    <w:rsid w:val="00AB3C1E"/>
    <w:rsid w:val="00AB4F48"/>
    <w:rsid w:val="00AB7430"/>
    <w:rsid w:val="00AC047E"/>
    <w:rsid w:val="00AC54A7"/>
    <w:rsid w:val="00AC5AE7"/>
    <w:rsid w:val="00AD3428"/>
    <w:rsid w:val="00AD5032"/>
    <w:rsid w:val="00AD5579"/>
    <w:rsid w:val="00AE0FA9"/>
    <w:rsid w:val="00AE1B7A"/>
    <w:rsid w:val="00AE2686"/>
    <w:rsid w:val="00AE4E67"/>
    <w:rsid w:val="00AE58E1"/>
    <w:rsid w:val="00AE6349"/>
    <w:rsid w:val="00AF0A92"/>
    <w:rsid w:val="00AF2243"/>
    <w:rsid w:val="00AF2483"/>
    <w:rsid w:val="00AF57A1"/>
    <w:rsid w:val="00AF5E27"/>
    <w:rsid w:val="00AF64E4"/>
    <w:rsid w:val="00AF7E2F"/>
    <w:rsid w:val="00B00C97"/>
    <w:rsid w:val="00B00DED"/>
    <w:rsid w:val="00B021E8"/>
    <w:rsid w:val="00B02B72"/>
    <w:rsid w:val="00B04721"/>
    <w:rsid w:val="00B04CF9"/>
    <w:rsid w:val="00B05FC7"/>
    <w:rsid w:val="00B06960"/>
    <w:rsid w:val="00B06A1E"/>
    <w:rsid w:val="00B07581"/>
    <w:rsid w:val="00B10411"/>
    <w:rsid w:val="00B115B5"/>
    <w:rsid w:val="00B119AA"/>
    <w:rsid w:val="00B11A36"/>
    <w:rsid w:val="00B121DE"/>
    <w:rsid w:val="00B1461B"/>
    <w:rsid w:val="00B14FF5"/>
    <w:rsid w:val="00B177B0"/>
    <w:rsid w:val="00B20493"/>
    <w:rsid w:val="00B225BC"/>
    <w:rsid w:val="00B25248"/>
    <w:rsid w:val="00B25C7D"/>
    <w:rsid w:val="00B26604"/>
    <w:rsid w:val="00B2770F"/>
    <w:rsid w:val="00B30058"/>
    <w:rsid w:val="00B30C92"/>
    <w:rsid w:val="00B319AC"/>
    <w:rsid w:val="00B32DEF"/>
    <w:rsid w:val="00B344D2"/>
    <w:rsid w:val="00B355DD"/>
    <w:rsid w:val="00B360CE"/>
    <w:rsid w:val="00B40950"/>
    <w:rsid w:val="00B415A3"/>
    <w:rsid w:val="00B44BE0"/>
    <w:rsid w:val="00B451FF"/>
    <w:rsid w:val="00B474D0"/>
    <w:rsid w:val="00B508D1"/>
    <w:rsid w:val="00B51777"/>
    <w:rsid w:val="00B54DDD"/>
    <w:rsid w:val="00B55482"/>
    <w:rsid w:val="00B556B7"/>
    <w:rsid w:val="00B560FE"/>
    <w:rsid w:val="00B56412"/>
    <w:rsid w:val="00B5756D"/>
    <w:rsid w:val="00B607DA"/>
    <w:rsid w:val="00B614E1"/>
    <w:rsid w:val="00B61B2D"/>
    <w:rsid w:val="00B6251A"/>
    <w:rsid w:val="00B64933"/>
    <w:rsid w:val="00B70464"/>
    <w:rsid w:val="00B7113E"/>
    <w:rsid w:val="00B71C5B"/>
    <w:rsid w:val="00B72529"/>
    <w:rsid w:val="00B73058"/>
    <w:rsid w:val="00B740BA"/>
    <w:rsid w:val="00B74F40"/>
    <w:rsid w:val="00B75032"/>
    <w:rsid w:val="00B762B9"/>
    <w:rsid w:val="00B76F12"/>
    <w:rsid w:val="00B82A9C"/>
    <w:rsid w:val="00B832D8"/>
    <w:rsid w:val="00B8529A"/>
    <w:rsid w:val="00B87CF4"/>
    <w:rsid w:val="00B90452"/>
    <w:rsid w:val="00B91B2B"/>
    <w:rsid w:val="00B93D63"/>
    <w:rsid w:val="00B97B4C"/>
    <w:rsid w:val="00BA0C6F"/>
    <w:rsid w:val="00BA21CF"/>
    <w:rsid w:val="00BA2B23"/>
    <w:rsid w:val="00BA358D"/>
    <w:rsid w:val="00BA47F2"/>
    <w:rsid w:val="00BA4BD6"/>
    <w:rsid w:val="00BA5C5F"/>
    <w:rsid w:val="00BA6EAA"/>
    <w:rsid w:val="00BA7565"/>
    <w:rsid w:val="00BB181C"/>
    <w:rsid w:val="00BB58CD"/>
    <w:rsid w:val="00BB720A"/>
    <w:rsid w:val="00BB7D29"/>
    <w:rsid w:val="00BC3EE5"/>
    <w:rsid w:val="00BC457B"/>
    <w:rsid w:val="00BD014A"/>
    <w:rsid w:val="00BD0A6C"/>
    <w:rsid w:val="00BD0AF5"/>
    <w:rsid w:val="00BD0B51"/>
    <w:rsid w:val="00BD0DD6"/>
    <w:rsid w:val="00BD29A1"/>
    <w:rsid w:val="00BD2EB7"/>
    <w:rsid w:val="00BD6FD9"/>
    <w:rsid w:val="00BE04FA"/>
    <w:rsid w:val="00BE1DE9"/>
    <w:rsid w:val="00BE253D"/>
    <w:rsid w:val="00BE2B82"/>
    <w:rsid w:val="00BE36CD"/>
    <w:rsid w:val="00BE4358"/>
    <w:rsid w:val="00BE5196"/>
    <w:rsid w:val="00BE6059"/>
    <w:rsid w:val="00BE6C87"/>
    <w:rsid w:val="00BE7B8B"/>
    <w:rsid w:val="00BF0B0A"/>
    <w:rsid w:val="00BF1290"/>
    <w:rsid w:val="00BF32EE"/>
    <w:rsid w:val="00BF3DA4"/>
    <w:rsid w:val="00BF4662"/>
    <w:rsid w:val="00BF4F6D"/>
    <w:rsid w:val="00BF5191"/>
    <w:rsid w:val="00BF5C11"/>
    <w:rsid w:val="00BF642B"/>
    <w:rsid w:val="00BF7E2F"/>
    <w:rsid w:val="00C01BD0"/>
    <w:rsid w:val="00C03AFF"/>
    <w:rsid w:val="00C05280"/>
    <w:rsid w:val="00C0545D"/>
    <w:rsid w:val="00C0596E"/>
    <w:rsid w:val="00C061A7"/>
    <w:rsid w:val="00C07B25"/>
    <w:rsid w:val="00C121F8"/>
    <w:rsid w:val="00C15BBF"/>
    <w:rsid w:val="00C1609E"/>
    <w:rsid w:val="00C1650B"/>
    <w:rsid w:val="00C172BD"/>
    <w:rsid w:val="00C17379"/>
    <w:rsid w:val="00C17522"/>
    <w:rsid w:val="00C21399"/>
    <w:rsid w:val="00C2144E"/>
    <w:rsid w:val="00C21BA4"/>
    <w:rsid w:val="00C2340D"/>
    <w:rsid w:val="00C24CD9"/>
    <w:rsid w:val="00C25566"/>
    <w:rsid w:val="00C279BD"/>
    <w:rsid w:val="00C3127F"/>
    <w:rsid w:val="00C316A5"/>
    <w:rsid w:val="00C32498"/>
    <w:rsid w:val="00C3258D"/>
    <w:rsid w:val="00C354AD"/>
    <w:rsid w:val="00C35641"/>
    <w:rsid w:val="00C35984"/>
    <w:rsid w:val="00C40153"/>
    <w:rsid w:val="00C40CF0"/>
    <w:rsid w:val="00C40ED9"/>
    <w:rsid w:val="00C42AF5"/>
    <w:rsid w:val="00C43D99"/>
    <w:rsid w:val="00C43F72"/>
    <w:rsid w:val="00C44A81"/>
    <w:rsid w:val="00C45B5B"/>
    <w:rsid w:val="00C4600A"/>
    <w:rsid w:val="00C50649"/>
    <w:rsid w:val="00C50B89"/>
    <w:rsid w:val="00C50CAD"/>
    <w:rsid w:val="00C51A29"/>
    <w:rsid w:val="00C52C03"/>
    <w:rsid w:val="00C53BE4"/>
    <w:rsid w:val="00C54BEA"/>
    <w:rsid w:val="00C554FA"/>
    <w:rsid w:val="00C55D14"/>
    <w:rsid w:val="00C57AD0"/>
    <w:rsid w:val="00C57BB9"/>
    <w:rsid w:val="00C60D28"/>
    <w:rsid w:val="00C612FD"/>
    <w:rsid w:val="00C613F9"/>
    <w:rsid w:val="00C63015"/>
    <w:rsid w:val="00C637A7"/>
    <w:rsid w:val="00C64307"/>
    <w:rsid w:val="00C66504"/>
    <w:rsid w:val="00C674AB"/>
    <w:rsid w:val="00C67E6D"/>
    <w:rsid w:val="00C71276"/>
    <w:rsid w:val="00C718A1"/>
    <w:rsid w:val="00C71E33"/>
    <w:rsid w:val="00C74861"/>
    <w:rsid w:val="00C7553B"/>
    <w:rsid w:val="00C75F9B"/>
    <w:rsid w:val="00C75FA8"/>
    <w:rsid w:val="00C7767A"/>
    <w:rsid w:val="00C803A3"/>
    <w:rsid w:val="00C825C9"/>
    <w:rsid w:val="00C82789"/>
    <w:rsid w:val="00C8386F"/>
    <w:rsid w:val="00C84B14"/>
    <w:rsid w:val="00C865E4"/>
    <w:rsid w:val="00C87E98"/>
    <w:rsid w:val="00C91A23"/>
    <w:rsid w:val="00C95162"/>
    <w:rsid w:val="00C95978"/>
    <w:rsid w:val="00C95E32"/>
    <w:rsid w:val="00C96DC7"/>
    <w:rsid w:val="00C96E32"/>
    <w:rsid w:val="00CA22F8"/>
    <w:rsid w:val="00CA318D"/>
    <w:rsid w:val="00CA4605"/>
    <w:rsid w:val="00CA698A"/>
    <w:rsid w:val="00CB2BA2"/>
    <w:rsid w:val="00CB3F5E"/>
    <w:rsid w:val="00CB5341"/>
    <w:rsid w:val="00CB5386"/>
    <w:rsid w:val="00CB5F43"/>
    <w:rsid w:val="00CB6D46"/>
    <w:rsid w:val="00CB6F0F"/>
    <w:rsid w:val="00CC046E"/>
    <w:rsid w:val="00CC2423"/>
    <w:rsid w:val="00CC2A9C"/>
    <w:rsid w:val="00CC3C6A"/>
    <w:rsid w:val="00CC40A2"/>
    <w:rsid w:val="00CC47A3"/>
    <w:rsid w:val="00CC4967"/>
    <w:rsid w:val="00CC5EC7"/>
    <w:rsid w:val="00CC668F"/>
    <w:rsid w:val="00CC6F73"/>
    <w:rsid w:val="00CD0AD9"/>
    <w:rsid w:val="00CD0DE0"/>
    <w:rsid w:val="00CD28B4"/>
    <w:rsid w:val="00CE0DB8"/>
    <w:rsid w:val="00CE1864"/>
    <w:rsid w:val="00CE2651"/>
    <w:rsid w:val="00CE380D"/>
    <w:rsid w:val="00CE584F"/>
    <w:rsid w:val="00CF01A3"/>
    <w:rsid w:val="00CF0452"/>
    <w:rsid w:val="00CF0EF7"/>
    <w:rsid w:val="00CF2BD7"/>
    <w:rsid w:val="00CF2C65"/>
    <w:rsid w:val="00CF43F5"/>
    <w:rsid w:val="00CF466A"/>
    <w:rsid w:val="00CF6A9D"/>
    <w:rsid w:val="00CF70B0"/>
    <w:rsid w:val="00D0083C"/>
    <w:rsid w:val="00D01968"/>
    <w:rsid w:val="00D01B9C"/>
    <w:rsid w:val="00D0217D"/>
    <w:rsid w:val="00D021ED"/>
    <w:rsid w:val="00D02642"/>
    <w:rsid w:val="00D0397E"/>
    <w:rsid w:val="00D03CB3"/>
    <w:rsid w:val="00D07039"/>
    <w:rsid w:val="00D101C7"/>
    <w:rsid w:val="00D15121"/>
    <w:rsid w:val="00D17516"/>
    <w:rsid w:val="00D1752E"/>
    <w:rsid w:val="00D22B52"/>
    <w:rsid w:val="00D25A71"/>
    <w:rsid w:val="00D25BAC"/>
    <w:rsid w:val="00D30095"/>
    <w:rsid w:val="00D30BE1"/>
    <w:rsid w:val="00D30F26"/>
    <w:rsid w:val="00D34BE7"/>
    <w:rsid w:val="00D3779E"/>
    <w:rsid w:val="00D45335"/>
    <w:rsid w:val="00D46BC6"/>
    <w:rsid w:val="00D472C2"/>
    <w:rsid w:val="00D4751B"/>
    <w:rsid w:val="00D47E87"/>
    <w:rsid w:val="00D51958"/>
    <w:rsid w:val="00D51D4C"/>
    <w:rsid w:val="00D523F4"/>
    <w:rsid w:val="00D532B5"/>
    <w:rsid w:val="00D55BF6"/>
    <w:rsid w:val="00D5689B"/>
    <w:rsid w:val="00D60FB2"/>
    <w:rsid w:val="00D63576"/>
    <w:rsid w:val="00D63BF0"/>
    <w:rsid w:val="00D64879"/>
    <w:rsid w:val="00D64C45"/>
    <w:rsid w:val="00D65250"/>
    <w:rsid w:val="00D74AB9"/>
    <w:rsid w:val="00D756A2"/>
    <w:rsid w:val="00D76FB3"/>
    <w:rsid w:val="00D77540"/>
    <w:rsid w:val="00D807AD"/>
    <w:rsid w:val="00D810DB"/>
    <w:rsid w:val="00D822B2"/>
    <w:rsid w:val="00D83810"/>
    <w:rsid w:val="00D84F92"/>
    <w:rsid w:val="00D87F8F"/>
    <w:rsid w:val="00D907F5"/>
    <w:rsid w:val="00D912F2"/>
    <w:rsid w:val="00D91675"/>
    <w:rsid w:val="00D943DF"/>
    <w:rsid w:val="00D9452A"/>
    <w:rsid w:val="00D96BEA"/>
    <w:rsid w:val="00DA1782"/>
    <w:rsid w:val="00DA192B"/>
    <w:rsid w:val="00DA1BFB"/>
    <w:rsid w:val="00DA2735"/>
    <w:rsid w:val="00DA2A91"/>
    <w:rsid w:val="00DA351B"/>
    <w:rsid w:val="00DA387C"/>
    <w:rsid w:val="00DA4551"/>
    <w:rsid w:val="00DA6CE9"/>
    <w:rsid w:val="00DA7058"/>
    <w:rsid w:val="00DA74A2"/>
    <w:rsid w:val="00DA76B9"/>
    <w:rsid w:val="00DA7FBC"/>
    <w:rsid w:val="00DB0A62"/>
    <w:rsid w:val="00DB2624"/>
    <w:rsid w:val="00DB2C50"/>
    <w:rsid w:val="00DB3DC9"/>
    <w:rsid w:val="00DB47FA"/>
    <w:rsid w:val="00DB7955"/>
    <w:rsid w:val="00DC01FD"/>
    <w:rsid w:val="00DC0D54"/>
    <w:rsid w:val="00DC3855"/>
    <w:rsid w:val="00DC6882"/>
    <w:rsid w:val="00DC6A4A"/>
    <w:rsid w:val="00DD23EE"/>
    <w:rsid w:val="00DD5888"/>
    <w:rsid w:val="00DD6067"/>
    <w:rsid w:val="00DD63DC"/>
    <w:rsid w:val="00DE0059"/>
    <w:rsid w:val="00DE29E8"/>
    <w:rsid w:val="00DE355C"/>
    <w:rsid w:val="00DE36F8"/>
    <w:rsid w:val="00DE4651"/>
    <w:rsid w:val="00DE4FEC"/>
    <w:rsid w:val="00DE61F0"/>
    <w:rsid w:val="00DE725C"/>
    <w:rsid w:val="00DE76D9"/>
    <w:rsid w:val="00DF03B9"/>
    <w:rsid w:val="00DF1C60"/>
    <w:rsid w:val="00DF2CF2"/>
    <w:rsid w:val="00DF32B9"/>
    <w:rsid w:val="00DF5547"/>
    <w:rsid w:val="00DF6BFC"/>
    <w:rsid w:val="00DF7D5F"/>
    <w:rsid w:val="00E00A24"/>
    <w:rsid w:val="00E02567"/>
    <w:rsid w:val="00E027AB"/>
    <w:rsid w:val="00E03DB0"/>
    <w:rsid w:val="00E10DFC"/>
    <w:rsid w:val="00E120FF"/>
    <w:rsid w:val="00E123CD"/>
    <w:rsid w:val="00E13C3F"/>
    <w:rsid w:val="00E160AB"/>
    <w:rsid w:val="00E173FB"/>
    <w:rsid w:val="00E208BB"/>
    <w:rsid w:val="00E21225"/>
    <w:rsid w:val="00E2196C"/>
    <w:rsid w:val="00E22A75"/>
    <w:rsid w:val="00E233D2"/>
    <w:rsid w:val="00E244EF"/>
    <w:rsid w:val="00E25020"/>
    <w:rsid w:val="00E2651D"/>
    <w:rsid w:val="00E27E21"/>
    <w:rsid w:val="00E31CEF"/>
    <w:rsid w:val="00E3216F"/>
    <w:rsid w:val="00E33B20"/>
    <w:rsid w:val="00E345F1"/>
    <w:rsid w:val="00E35A4F"/>
    <w:rsid w:val="00E35D78"/>
    <w:rsid w:val="00E37C61"/>
    <w:rsid w:val="00E4139E"/>
    <w:rsid w:val="00E47DD3"/>
    <w:rsid w:val="00E50046"/>
    <w:rsid w:val="00E50717"/>
    <w:rsid w:val="00E50A4E"/>
    <w:rsid w:val="00E51FC6"/>
    <w:rsid w:val="00E55F78"/>
    <w:rsid w:val="00E56E41"/>
    <w:rsid w:val="00E57F4B"/>
    <w:rsid w:val="00E6121A"/>
    <w:rsid w:val="00E627CF"/>
    <w:rsid w:val="00E63103"/>
    <w:rsid w:val="00E641F2"/>
    <w:rsid w:val="00E641F7"/>
    <w:rsid w:val="00E6466D"/>
    <w:rsid w:val="00E64AFE"/>
    <w:rsid w:val="00E66B48"/>
    <w:rsid w:val="00E66C4C"/>
    <w:rsid w:val="00E70598"/>
    <w:rsid w:val="00E70BE3"/>
    <w:rsid w:val="00E71173"/>
    <w:rsid w:val="00E7139C"/>
    <w:rsid w:val="00E753A0"/>
    <w:rsid w:val="00E77CE0"/>
    <w:rsid w:val="00E823B4"/>
    <w:rsid w:val="00E8289A"/>
    <w:rsid w:val="00E84A47"/>
    <w:rsid w:val="00E86079"/>
    <w:rsid w:val="00E91499"/>
    <w:rsid w:val="00E91BDC"/>
    <w:rsid w:val="00E9203A"/>
    <w:rsid w:val="00E94352"/>
    <w:rsid w:val="00E96019"/>
    <w:rsid w:val="00EA02FA"/>
    <w:rsid w:val="00EA0594"/>
    <w:rsid w:val="00EA075F"/>
    <w:rsid w:val="00EA1ECD"/>
    <w:rsid w:val="00EA4704"/>
    <w:rsid w:val="00EA583B"/>
    <w:rsid w:val="00EA5D9C"/>
    <w:rsid w:val="00EA65A5"/>
    <w:rsid w:val="00EA75A3"/>
    <w:rsid w:val="00EA7C4D"/>
    <w:rsid w:val="00EA7E46"/>
    <w:rsid w:val="00EB0156"/>
    <w:rsid w:val="00EB056E"/>
    <w:rsid w:val="00EB0FC0"/>
    <w:rsid w:val="00EB101F"/>
    <w:rsid w:val="00EB25D2"/>
    <w:rsid w:val="00EB4933"/>
    <w:rsid w:val="00EB6123"/>
    <w:rsid w:val="00EC0E5C"/>
    <w:rsid w:val="00EC23C7"/>
    <w:rsid w:val="00EC290A"/>
    <w:rsid w:val="00EC39A3"/>
    <w:rsid w:val="00EC428F"/>
    <w:rsid w:val="00EC4389"/>
    <w:rsid w:val="00EC59C6"/>
    <w:rsid w:val="00EC6933"/>
    <w:rsid w:val="00ED051B"/>
    <w:rsid w:val="00ED0542"/>
    <w:rsid w:val="00ED1903"/>
    <w:rsid w:val="00ED3782"/>
    <w:rsid w:val="00ED4960"/>
    <w:rsid w:val="00ED4B6C"/>
    <w:rsid w:val="00ED71A0"/>
    <w:rsid w:val="00ED7922"/>
    <w:rsid w:val="00EE002A"/>
    <w:rsid w:val="00EE0421"/>
    <w:rsid w:val="00EE2E1A"/>
    <w:rsid w:val="00EE3497"/>
    <w:rsid w:val="00EE7C73"/>
    <w:rsid w:val="00EE7FCA"/>
    <w:rsid w:val="00EF0B29"/>
    <w:rsid w:val="00EF35FF"/>
    <w:rsid w:val="00EF3E99"/>
    <w:rsid w:val="00EF424B"/>
    <w:rsid w:val="00EF4F9E"/>
    <w:rsid w:val="00EF5247"/>
    <w:rsid w:val="00EF56A7"/>
    <w:rsid w:val="00EF6A6A"/>
    <w:rsid w:val="00F00067"/>
    <w:rsid w:val="00F00112"/>
    <w:rsid w:val="00F0020B"/>
    <w:rsid w:val="00F017CA"/>
    <w:rsid w:val="00F0291B"/>
    <w:rsid w:val="00F0692E"/>
    <w:rsid w:val="00F06D3C"/>
    <w:rsid w:val="00F10690"/>
    <w:rsid w:val="00F115C6"/>
    <w:rsid w:val="00F12676"/>
    <w:rsid w:val="00F14857"/>
    <w:rsid w:val="00F15D33"/>
    <w:rsid w:val="00F15EF6"/>
    <w:rsid w:val="00F16191"/>
    <w:rsid w:val="00F16462"/>
    <w:rsid w:val="00F17476"/>
    <w:rsid w:val="00F2075C"/>
    <w:rsid w:val="00F2276D"/>
    <w:rsid w:val="00F2326D"/>
    <w:rsid w:val="00F24469"/>
    <w:rsid w:val="00F25895"/>
    <w:rsid w:val="00F2651A"/>
    <w:rsid w:val="00F269FB"/>
    <w:rsid w:val="00F30737"/>
    <w:rsid w:val="00F33233"/>
    <w:rsid w:val="00F34984"/>
    <w:rsid w:val="00F359E0"/>
    <w:rsid w:val="00F35E75"/>
    <w:rsid w:val="00F40D1F"/>
    <w:rsid w:val="00F45D33"/>
    <w:rsid w:val="00F4630C"/>
    <w:rsid w:val="00F46CBA"/>
    <w:rsid w:val="00F474BE"/>
    <w:rsid w:val="00F511F3"/>
    <w:rsid w:val="00F5143C"/>
    <w:rsid w:val="00F524CF"/>
    <w:rsid w:val="00F5258D"/>
    <w:rsid w:val="00F53686"/>
    <w:rsid w:val="00F54000"/>
    <w:rsid w:val="00F54F36"/>
    <w:rsid w:val="00F569F2"/>
    <w:rsid w:val="00F6097B"/>
    <w:rsid w:val="00F626A8"/>
    <w:rsid w:val="00F630B3"/>
    <w:rsid w:val="00F63617"/>
    <w:rsid w:val="00F65A04"/>
    <w:rsid w:val="00F70AA3"/>
    <w:rsid w:val="00F71ADA"/>
    <w:rsid w:val="00F75B2F"/>
    <w:rsid w:val="00F75D2F"/>
    <w:rsid w:val="00F76826"/>
    <w:rsid w:val="00F80218"/>
    <w:rsid w:val="00F809AF"/>
    <w:rsid w:val="00F816A5"/>
    <w:rsid w:val="00F82362"/>
    <w:rsid w:val="00F82FAD"/>
    <w:rsid w:val="00F83490"/>
    <w:rsid w:val="00F84508"/>
    <w:rsid w:val="00F86A26"/>
    <w:rsid w:val="00F90423"/>
    <w:rsid w:val="00F90B83"/>
    <w:rsid w:val="00F913B0"/>
    <w:rsid w:val="00F91782"/>
    <w:rsid w:val="00F91E84"/>
    <w:rsid w:val="00F926F5"/>
    <w:rsid w:val="00F9271D"/>
    <w:rsid w:val="00F95043"/>
    <w:rsid w:val="00F95605"/>
    <w:rsid w:val="00F965CD"/>
    <w:rsid w:val="00F972E5"/>
    <w:rsid w:val="00FA0E2C"/>
    <w:rsid w:val="00FA2162"/>
    <w:rsid w:val="00FA29E4"/>
    <w:rsid w:val="00FA3D7F"/>
    <w:rsid w:val="00FA54C7"/>
    <w:rsid w:val="00FA6412"/>
    <w:rsid w:val="00FA65D8"/>
    <w:rsid w:val="00FB0351"/>
    <w:rsid w:val="00FB22ED"/>
    <w:rsid w:val="00FB2A12"/>
    <w:rsid w:val="00FB2A24"/>
    <w:rsid w:val="00FB2BEC"/>
    <w:rsid w:val="00FB2EB0"/>
    <w:rsid w:val="00FB2EC0"/>
    <w:rsid w:val="00FB3997"/>
    <w:rsid w:val="00FB71B3"/>
    <w:rsid w:val="00FC2105"/>
    <w:rsid w:val="00FC21F4"/>
    <w:rsid w:val="00FC230C"/>
    <w:rsid w:val="00FC2B40"/>
    <w:rsid w:val="00FC2C14"/>
    <w:rsid w:val="00FC3A3B"/>
    <w:rsid w:val="00FC3DDD"/>
    <w:rsid w:val="00FC768F"/>
    <w:rsid w:val="00FC7851"/>
    <w:rsid w:val="00FD0E5B"/>
    <w:rsid w:val="00FD1E0B"/>
    <w:rsid w:val="00FD3AA4"/>
    <w:rsid w:val="00FD401D"/>
    <w:rsid w:val="00FD4E39"/>
    <w:rsid w:val="00FD5BE2"/>
    <w:rsid w:val="00FD6CAA"/>
    <w:rsid w:val="00FD7B4F"/>
    <w:rsid w:val="00FE06BC"/>
    <w:rsid w:val="00FE0729"/>
    <w:rsid w:val="00FE1A76"/>
    <w:rsid w:val="00FE394C"/>
    <w:rsid w:val="00FE4F22"/>
    <w:rsid w:val="00FE5AFA"/>
    <w:rsid w:val="00FE6C54"/>
    <w:rsid w:val="00FE6E36"/>
    <w:rsid w:val="00FF04D9"/>
    <w:rsid w:val="00FF4F37"/>
    <w:rsid w:val="00FF5998"/>
    <w:rsid w:val="00FF6414"/>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A86D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A76EF"/>
    <w:rPr>
      <w:rFonts w:ascii="Arial" w:hAnsi="Arial" w:cs="Times New Roman"/>
      <w:sz w:val="20"/>
    </w:rPr>
  </w:style>
  <w:style w:type="paragraph" w:styleId="Heading1">
    <w:name w:val="heading 1"/>
    <w:basedOn w:val="Normal"/>
    <w:next w:val="Normal"/>
    <w:link w:val="Heading1Char"/>
    <w:autoRedefine/>
    <w:uiPriority w:val="9"/>
    <w:qFormat/>
    <w:rsid w:val="00316F1A"/>
    <w:pPr>
      <w:pageBreakBefore/>
      <w:jc w:val="center"/>
      <w:outlineLvl w:val="0"/>
    </w:pPr>
    <w:rPr>
      <w:rFonts w:eastAsiaTheme="majorEastAsia" w:cstheme="majorBidi"/>
      <w:b/>
      <w:bCs/>
      <w:caps/>
      <w:kern w:val="32"/>
      <w:sz w:val="28"/>
      <w:szCs w:val="28"/>
      <w:u w:val="thick"/>
    </w:rPr>
  </w:style>
  <w:style w:type="paragraph" w:styleId="Heading2">
    <w:name w:val="heading 2"/>
    <w:basedOn w:val="Normal"/>
    <w:next w:val="Normal"/>
    <w:link w:val="Heading2Char"/>
    <w:uiPriority w:val="9"/>
    <w:unhideWhenUsed/>
    <w:rsid w:val="007A76EF"/>
    <w:pPr>
      <w:outlineLvl w:val="1"/>
    </w:pPr>
    <w:rPr>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6F1A"/>
    <w:rPr>
      <w:rFonts w:ascii="Arial" w:eastAsiaTheme="majorEastAsia" w:hAnsi="Arial" w:cstheme="majorBidi"/>
      <w:b/>
      <w:bCs/>
      <w:caps/>
      <w:kern w:val="32"/>
      <w:sz w:val="28"/>
      <w:szCs w:val="28"/>
      <w:u w:val="thick"/>
    </w:rPr>
  </w:style>
  <w:style w:type="paragraph" w:styleId="DocumentMap">
    <w:name w:val="Document Map"/>
    <w:basedOn w:val="Normal"/>
    <w:link w:val="DocumentMapChar"/>
    <w:semiHidden/>
    <w:rsid w:val="007A76EF"/>
    <w:pPr>
      <w:shd w:val="clear" w:color="auto" w:fill="C6D5EC"/>
    </w:pPr>
    <w:rPr>
      <w:rFonts w:ascii="Verdana" w:eastAsia="Batang" w:hAnsi="Verdana"/>
      <w:sz w:val="28"/>
      <w:szCs w:val="24"/>
      <w:lang w:eastAsia="ko-KR"/>
    </w:rPr>
  </w:style>
  <w:style w:type="character" w:customStyle="1" w:styleId="DocumentMapChar">
    <w:name w:val="Document Map Char"/>
    <w:basedOn w:val="DefaultParagraphFont"/>
    <w:link w:val="DocumentMap"/>
    <w:semiHidden/>
    <w:rsid w:val="007A76EF"/>
    <w:rPr>
      <w:rFonts w:ascii="Verdana" w:eastAsia="Batang" w:hAnsi="Verdana" w:cs="Times New Roman"/>
      <w:sz w:val="28"/>
      <w:szCs w:val="24"/>
      <w:shd w:val="clear" w:color="auto" w:fill="C6D5EC"/>
      <w:lang w:eastAsia="ko-KR"/>
    </w:rPr>
  </w:style>
  <w:style w:type="character" w:customStyle="1" w:styleId="Heading2Char">
    <w:name w:val="Heading 2 Char"/>
    <w:basedOn w:val="DefaultParagraphFont"/>
    <w:link w:val="Heading2"/>
    <w:uiPriority w:val="9"/>
    <w:rsid w:val="007A76EF"/>
    <w:rPr>
      <w:rFonts w:ascii="Arial" w:hAnsi="Arial" w:cs="Times New Roman"/>
      <w:b/>
      <w:sz w:val="20"/>
      <w:szCs w:val="26"/>
    </w:rPr>
  </w:style>
  <w:style w:type="character" w:styleId="Hyperlink">
    <w:name w:val="Hyperlink"/>
    <w:basedOn w:val="DefaultParagraphFont"/>
    <w:uiPriority w:val="99"/>
    <w:rsid w:val="007A76EF"/>
    <w:rPr>
      <w:color w:val="auto"/>
      <w:u w:val="none"/>
    </w:rPr>
  </w:style>
  <w:style w:type="paragraph" w:styleId="Header">
    <w:name w:val="header"/>
    <w:basedOn w:val="Normal"/>
    <w:link w:val="HeaderChar"/>
    <w:uiPriority w:val="99"/>
    <w:unhideWhenUsed/>
    <w:rsid w:val="007A76EF"/>
    <w:pPr>
      <w:tabs>
        <w:tab w:val="center" w:pos="4680"/>
        <w:tab w:val="right" w:pos="9360"/>
      </w:tabs>
    </w:pPr>
  </w:style>
  <w:style w:type="character" w:customStyle="1" w:styleId="HeaderChar">
    <w:name w:val="Header Char"/>
    <w:basedOn w:val="DefaultParagraphFont"/>
    <w:link w:val="Header"/>
    <w:uiPriority w:val="99"/>
    <w:rsid w:val="007A76EF"/>
    <w:rPr>
      <w:rFonts w:ascii="Arial" w:hAnsi="Arial" w:cs="Times New Roman"/>
      <w:sz w:val="20"/>
    </w:rPr>
  </w:style>
  <w:style w:type="paragraph" w:customStyle="1" w:styleId="Default">
    <w:name w:val="Default"/>
    <w:basedOn w:val="Normal"/>
    <w:rsid w:val="007A76EF"/>
    <w:pPr>
      <w:autoSpaceDE w:val="0"/>
      <w:autoSpaceDN w:val="0"/>
      <w:adjustRightInd w:val="0"/>
      <w:spacing w:after="200" w:line="276" w:lineRule="auto"/>
    </w:pPr>
    <w:rPr>
      <w:rFonts w:cs="AKDPE C+ Utopia"/>
      <w:szCs w:val="24"/>
    </w:rPr>
  </w:style>
  <w:style w:type="paragraph" w:customStyle="1" w:styleId="Hat">
    <w:name w:val="Hat"/>
    <w:basedOn w:val="Heading1"/>
    <w:next w:val="Heading1"/>
    <w:rsid w:val="007A76EF"/>
    <w:pPr>
      <w:pageBreakBefore w:val="0"/>
      <w:framePr w:hSpace="144" w:wrap="notBeside" w:vAnchor="page" w:hAnchor="page" w:xAlign="center" w:yAlign="bottom" w:anchorLock="1"/>
      <w:widowControl w:val="0"/>
    </w:pPr>
    <w:rPr>
      <w:rFonts w:eastAsia="Times New Roman" w:cs="Arial"/>
      <w:color w:val="000000"/>
      <w:sz w:val="22"/>
      <w:szCs w:val="32"/>
      <w:u w:val="none"/>
    </w:rPr>
  </w:style>
  <w:style w:type="paragraph" w:styleId="ListParagraph">
    <w:name w:val="List Paragraph"/>
    <w:basedOn w:val="Normal"/>
    <w:uiPriority w:val="34"/>
    <w:rsid w:val="007A76EF"/>
  </w:style>
  <w:style w:type="character" w:customStyle="1" w:styleId="Underline">
    <w:name w:val="Underline"/>
    <w:basedOn w:val="DefaultParagraphFont"/>
    <w:uiPriority w:val="1"/>
    <w:qFormat/>
    <w:rsid w:val="007A76EF"/>
    <w:rPr>
      <w:b w:val="0"/>
      <w:sz w:val="20"/>
      <w:u w:val="single"/>
    </w:rPr>
  </w:style>
  <w:style w:type="paragraph" w:styleId="Footer">
    <w:name w:val="footer"/>
    <w:basedOn w:val="Normal"/>
    <w:link w:val="FooterChar"/>
    <w:uiPriority w:val="99"/>
    <w:unhideWhenUsed/>
    <w:rsid w:val="007A76EF"/>
    <w:pPr>
      <w:tabs>
        <w:tab w:val="center" w:pos="4680"/>
        <w:tab w:val="right" w:pos="9360"/>
      </w:tabs>
    </w:pPr>
  </w:style>
  <w:style w:type="character" w:customStyle="1" w:styleId="FooterChar">
    <w:name w:val="Footer Char"/>
    <w:basedOn w:val="DefaultParagraphFont"/>
    <w:link w:val="Footer"/>
    <w:uiPriority w:val="99"/>
    <w:rsid w:val="007A76EF"/>
    <w:rPr>
      <w:rFonts w:ascii="Arial" w:hAnsi="Arial" w:cs="Times New Roman"/>
      <w:sz w:val="20"/>
    </w:rPr>
  </w:style>
  <w:style w:type="paragraph" w:styleId="List">
    <w:name w:val="List"/>
    <w:basedOn w:val="Normal"/>
    <w:uiPriority w:val="99"/>
    <w:semiHidden/>
    <w:unhideWhenUsed/>
    <w:rsid w:val="007A76EF"/>
    <w:pPr>
      <w:contextualSpacing/>
    </w:pPr>
  </w:style>
  <w:style w:type="paragraph" w:customStyle="1" w:styleId="PageHeaderLine1">
    <w:name w:val="PageHeaderLine1"/>
    <w:basedOn w:val="Normal"/>
    <w:rsid w:val="007A76EF"/>
    <w:pPr>
      <w:tabs>
        <w:tab w:val="right" w:pos="10800"/>
      </w:tabs>
    </w:pPr>
    <w:rPr>
      <w:b/>
      <w:sz w:val="28"/>
    </w:rPr>
  </w:style>
  <w:style w:type="paragraph" w:customStyle="1" w:styleId="PageHeaderLine2">
    <w:name w:val="PageHeaderLine2"/>
    <w:basedOn w:val="Normal"/>
    <w:next w:val="Normal"/>
    <w:rsid w:val="007A76EF"/>
    <w:pPr>
      <w:tabs>
        <w:tab w:val="right" w:pos="10800"/>
      </w:tabs>
      <w:spacing w:line="480" w:lineRule="auto"/>
    </w:pPr>
    <w:rPr>
      <w:b/>
    </w:rPr>
  </w:style>
  <w:style w:type="paragraph" w:customStyle="1" w:styleId="Tag">
    <w:name w:val="Tag"/>
    <w:basedOn w:val="Normal"/>
    <w:next w:val="Normal"/>
    <w:link w:val="TagChar"/>
    <w:qFormat/>
    <w:rsid w:val="007A76EF"/>
    <w:rPr>
      <w:b/>
      <w:sz w:val="24"/>
    </w:rPr>
  </w:style>
  <w:style w:type="paragraph" w:styleId="EndnoteText">
    <w:name w:val="endnote text"/>
    <w:basedOn w:val="Normal"/>
    <w:link w:val="EndnoteTextChar"/>
    <w:uiPriority w:val="99"/>
    <w:semiHidden/>
    <w:unhideWhenUsed/>
    <w:rsid w:val="007A76EF"/>
    <w:rPr>
      <w:szCs w:val="20"/>
    </w:rPr>
  </w:style>
  <w:style w:type="character" w:customStyle="1" w:styleId="EndnoteTextChar">
    <w:name w:val="Endnote Text Char"/>
    <w:basedOn w:val="DefaultParagraphFont"/>
    <w:link w:val="EndnoteText"/>
    <w:uiPriority w:val="99"/>
    <w:semiHidden/>
    <w:rsid w:val="007A76EF"/>
    <w:rPr>
      <w:rFonts w:ascii="Arial" w:hAnsi="Arial" w:cs="Times New Roman"/>
      <w:sz w:val="20"/>
      <w:szCs w:val="20"/>
    </w:rPr>
  </w:style>
  <w:style w:type="character" w:styleId="EndnoteReference">
    <w:name w:val="endnote reference"/>
    <w:basedOn w:val="DefaultParagraphFont"/>
    <w:uiPriority w:val="99"/>
    <w:semiHidden/>
    <w:unhideWhenUsed/>
    <w:rsid w:val="007A76EF"/>
    <w:rPr>
      <w:vertAlign w:val="superscript"/>
    </w:rPr>
  </w:style>
  <w:style w:type="paragraph" w:customStyle="1" w:styleId="2909F619802848F09E01365C32F34654">
    <w:name w:val="2909F619802848F09E01365C32F34654"/>
    <w:rsid w:val="007A76EF"/>
    <w:pPr>
      <w:spacing w:after="200" w:line="276" w:lineRule="auto"/>
    </w:pPr>
    <w:rPr>
      <w:rFonts w:eastAsiaTheme="minorEastAsia"/>
      <w:lang w:eastAsia="ja-JP"/>
    </w:rPr>
  </w:style>
  <w:style w:type="paragraph" w:customStyle="1" w:styleId="D345FF3D873148C5AE3FBF3267827368">
    <w:name w:val="D345FF3D873148C5AE3FBF3267827368"/>
    <w:rsid w:val="007A76EF"/>
    <w:pPr>
      <w:spacing w:after="200" w:line="276" w:lineRule="auto"/>
    </w:pPr>
    <w:rPr>
      <w:rFonts w:eastAsiaTheme="minorEastAsia"/>
      <w:lang w:eastAsia="ja-JP"/>
    </w:rPr>
  </w:style>
  <w:style w:type="paragraph" w:styleId="BalloonText">
    <w:name w:val="Balloon Text"/>
    <w:basedOn w:val="Normal"/>
    <w:link w:val="BalloonTextChar"/>
    <w:uiPriority w:val="99"/>
    <w:semiHidden/>
    <w:unhideWhenUsed/>
    <w:rsid w:val="007A76EF"/>
    <w:rPr>
      <w:rFonts w:ascii="Tahoma" w:hAnsi="Tahoma" w:cs="Tahoma"/>
      <w:sz w:val="16"/>
      <w:szCs w:val="16"/>
    </w:rPr>
  </w:style>
  <w:style w:type="character" w:customStyle="1" w:styleId="BalloonTextChar">
    <w:name w:val="Balloon Text Char"/>
    <w:basedOn w:val="DefaultParagraphFont"/>
    <w:link w:val="BalloonText"/>
    <w:uiPriority w:val="99"/>
    <w:semiHidden/>
    <w:rsid w:val="007A76EF"/>
    <w:rPr>
      <w:rFonts w:ascii="Tahoma" w:hAnsi="Tahoma" w:cs="Tahoma"/>
      <w:sz w:val="16"/>
      <w:szCs w:val="16"/>
    </w:rPr>
  </w:style>
  <w:style w:type="paragraph" w:customStyle="1" w:styleId="Cite">
    <w:name w:val="Cite"/>
    <w:basedOn w:val="Tag"/>
    <w:next w:val="Normal"/>
    <w:link w:val="CiteChar"/>
    <w:qFormat/>
    <w:rsid w:val="007A76EF"/>
    <w:pPr>
      <w:tabs>
        <w:tab w:val="left" w:pos="0"/>
        <w:tab w:val="right" w:pos="11160"/>
      </w:tabs>
    </w:pPr>
    <w:rPr>
      <w:u w:val="single"/>
    </w:rPr>
  </w:style>
  <w:style w:type="character" w:customStyle="1" w:styleId="UnderlineBold">
    <w:name w:val="Underline + Bold"/>
    <w:basedOn w:val="Underline"/>
    <w:uiPriority w:val="1"/>
    <w:qFormat/>
    <w:rsid w:val="007A76EF"/>
    <w:rPr>
      <w:b/>
      <w:sz w:val="20"/>
      <w:u w:val="single"/>
    </w:rPr>
  </w:style>
  <w:style w:type="character" w:customStyle="1" w:styleId="TagChar">
    <w:name w:val="Tag Char"/>
    <w:basedOn w:val="DefaultParagraphFont"/>
    <w:link w:val="Tag"/>
    <w:rsid w:val="007A76EF"/>
    <w:rPr>
      <w:rFonts w:ascii="Arial" w:hAnsi="Arial" w:cs="Times New Roman"/>
      <w:b/>
      <w:sz w:val="24"/>
    </w:rPr>
  </w:style>
  <w:style w:type="character" w:customStyle="1" w:styleId="CiteChar">
    <w:name w:val="Cite Char"/>
    <w:basedOn w:val="TagChar"/>
    <w:link w:val="Cite"/>
    <w:rsid w:val="007A76EF"/>
    <w:rPr>
      <w:rFonts w:ascii="Arial" w:hAnsi="Arial" w:cs="Times New Roman"/>
      <w:b/>
      <w:sz w:val="24"/>
      <w:u w:val="single"/>
    </w:rPr>
  </w:style>
  <w:style w:type="paragraph" w:styleId="TOC1">
    <w:name w:val="toc 1"/>
    <w:basedOn w:val="Normal"/>
    <w:next w:val="Normal"/>
    <w:autoRedefine/>
    <w:uiPriority w:val="39"/>
    <w:unhideWhenUsed/>
    <w:rsid w:val="008B4082"/>
  </w:style>
  <w:style w:type="paragraph" w:styleId="TOC2">
    <w:name w:val="toc 2"/>
    <w:basedOn w:val="Normal"/>
    <w:next w:val="Normal"/>
    <w:autoRedefine/>
    <w:uiPriority w:val="39"/>
    <w:unhideWhenUsed/>
    <w:rsid w:val="008B4082"/>
    <w:pPr>
      <w:ind w:left="200"/>
    </w:pPr>
  </w:style>
  <w:style w:type="paragraph" w:styleId="TOC3">
    <w:name w:val="toc 3"/>
    <w:basedOn w:val="Normal"/>
    <w:next w:val="Normal"/>
    <w:autoRedefine/>
    <w:uiPriority w:val="39"/>
    <w:unhideWhenUsed/>
    <w:rsid w:val="008B4082"/>
    <w:pPr>
      <w:ind w:left="400"/>
    </w:pPr>
  </w:style>
  <w:style w:type="paragraph" w:styleId="TOC4">
    <w:name w:val="toc 4"/>
    <w:basedOn w:val="Normal"/>
    <w:next w:val="Normal"/>
    <w:autoRedefine/>
    <w:uiPriority w:val="39"/>
    <w:unhideWhenUsed/>
    <w:rsid w:val="008B4082"/>
    <w:pPr>
      <w:ind w:left="600"/>
    </w:pPr>
  </w:style>
  <w:style w:type="paragraph" w:styleId="TOC5">
    <w:name w:val="toc 5"/>
    <w:basedOn w:val="Normal"/>
    <w:next w:val="Normal"/>
    <w:autoRedefine/>
    <w:uiPriority w:val="39"/>
    <w:unhideWhenUsed/>
    <w:rsid w:val="008B4082"/>
    <w:pPr>
      <w:ind w:left="800"/>
    </w:pPr>
  </w:style>
  <w:style w:type="paragraph" w:styleId="TOC6">
    <w:name w:val="toc 6"/>
    <w:basedOn w:val="Normal"/>
    <w:next w:val="Normal"/>
    <w:autoRedefine/>
    <w:uiPriority w:val="39"/>
    <w:unhideWhenUsed/>
    <w:rsid w:val="008B4082"/>
    <w:pPr>
      <w:ind w:left="1000"/>
    </w:pPr>
  </w:style>
  <w:style w:type="paragraph" w:styleId="TOC7">
    <w:name w:val="toc 7"/>
    <w:basedOn w:val="Normal"/>
    <w:next w:val="Normal"/>
    <w:autoRedefine/>
    <w:uiPriority w:val="39"/>
    <w:unhideWhenUsed/>
    <w:rsid w:val="008B4082"/>
    <w:pPr>
      <w:ind w:left="1200"/>
    </w:pPr>
  </w:style>
  <w:style w:type="paragraph" w:styleId="TOC8">
    <w:name w:val="toc 8"/>
    <w:basedOn w:val="Normal"/>
    <w:next w:val="Normal"/>
    <w:autoRedefine/>
    <w:uiPriority w:val="39"/>
    <w:unhideWhenUsed/>
    <w:rsid w:val="008B4082"/>
    <w:pPr>
      <w:ind w:left="1400"/>
    </w:pPr>
  </w:style>
  <w:style w:type="paragraph" w:styleId="TOC9">
    <w:name w:val="toc 9"/>
    <w:basedOn w:val="Normal"/>
    <w:next w:val="Normal"/>
    <w:autoRedefine/>
    <w:uiPriority w:val="39"/>
    <w:unhideWhenUsed/>
    <w:rsid w:val="008B4082"/>
    <w:pPr>
      <w:ind w:left="1600"/>
    </w:pPr>
  </w:style>
  <w:style w:type="character" w:customStyle="1" w:styleId="apple-style-span">
    <w:name w:val="apple-style-span"/>
    <w:basedOn w:val="DefaultParagraphFont"/>
    <w:rsid w:val="00036389"/>
  </w:style>
  <w:style w:type="character" w:styleId="Strong">
    <w:name w:val="Strong"/>
    <w:basedOn w:val="DefaultParagraphFont"/>
    <w:uiPriority w:val="22"/>
    <w:qFormat/>
    <w:rsid w:val="00036389"/>
    <w:rPr>
      <w:b/>
      <w:bCs/>
    </w:rPr>
  </w:style>
  <w:style w:type="paragraph" w:styleId="NormalWeb">
    <w:name w:val="Normal (Web)"/>
    <w:basedOn w:val="Normal"/>
    <w:uiPriority w:val="99"/>
    <w:semiHidden/>
    <w:unhideWhenUsed/>
    <w:rsid w:val="009A55B7"/>
    <w:pPr>
      <w:spacing w:before="100" w:beforeAutospacing="1" w:after="100" w:afterAutospacing="1"/>
    </w:pPr>
    <w:rPr>
      <w:rFonts w:ascii="Times" w:hAnsi="Times"/>
      <w:szCs w:val="20"/>
    </w:rPr>
  </w:style>
  <w:style w:type="character" w:customStyle="1" w:styleId="apple-converted-space">
    <w:name w:val="apple-converted-space"/>
    <w:basedOn w:val="DefaultParagraphFont"/>
    <w:rsid w:val="009A55B7"/>
  </w:style>
  <w:style w:type="paragraph" w:styleId="FootnoteText">
    <w:name w:val="footnote text"/>
    <w:basedOn w:val="Normal"/>
    <w:link w:val="FootnoteTextChar"/>
    <w:uiPriority w:val="99"/>
    <w:unhideWhenUsed/>
    <w:rsid w:val="009A55B7"/>
    <w:rPr>
      <w:sz w:val="24"/>
      <w:szCs w:val="24"/>
    </w:rPr>
  </w:style>
  <w:style w:type="character" w:customStyle="1" w:styleId="FootnoteTextChar">
    <w:name w:val="Footnote Text Char"/>
    <w:basedOn w:val="DefaultParagraphFont"/>
    <w:link w:val="FootnoteText"/>
    <w:uiPriority w:val="99"/>
    <w:rsid w:val="009A55B7"/>
    <w:rPr>
      <w:rFonts w:ascii="Arial" w:hAnsi="Arial" w:cs="Times New Roman"/>
      <w:sz w:val="24"/>
      <w:szCs w:val="24"/>
    </w:rPr>
  </w:style>
  <w:style w:type="character" w:styleId="FootnoteReference">
    <w:name w:val="footnote reference"/>
    <w:basedOn w:val="DefaultParagraphFont"/>
    <w:uiPriority w:val="99"/>
    <w:unhideWhenUsed/>
    <w:rsid w:val="009A55B7"/>
    <w:rPr>
      <w:vertAlign w:val="superscript"/>
    </w:rPr>
  </w:style>
  <w:style w:type="character" w:customStyle="1" w:styleId="cite0">
    <w:name w:val="cite"/>
    <w:rsid w:val="00C1650B"/>
    <w:rPr>
      <w:rFonts w:ascii="Times New Roman" w:hAnsi="Times New Roman"/>
      <w:b/>
      <w:sz w:val="24"/>
    </w:rPr>
  </w:style>
  <w:style w:type="paragraph" w:customStyle="1" w:styleId="tag0">
    <w:name w:val="tag"/>
    <w:basedOn w:val="Normal"/>
    <w:link w:val="tagChar0"/>
    <w:rsid w:val="00C1650B"/>
    <w:rPr>
      <w:rFonts w:ascii="Times New Roman" w:eastAsia="Times New Roman" w:hAnsi="Times New Roman"/>
      <w:b/>
      <w:sz w:val="24"/>
      <w:szCs w:val="20"/>
    </w:rPr>
  </w:style>
  <w:style w:type="paragraph" w:customStyle="1" w:styleId="card">
    <w:name w:val="card"/>
    <w:basedOn w:val="Normal"/>
    <w:link w:val="cardChar"/>
    <w:rsid w:val="00C1650B"/>
    <w:pPr>
      <w:ind w:left="288" w:right="288"/>
    </w:pPr>
    <w:rPr>
      <w:rFonts w:ascii="Times New Roman" w:eastAsia="Times New Roman" w:hAnsi="Times New Roman"/>
      <w:szCs w:val="20"/>
    </w:rPr>
  </w:style>
  <w:style w:type="character" w:customStyle="1" w:styleId="underline0">
    <w:name w:val="underline"/>
    <w:rsid w:val="00C1650B"/>
    <w:rPr>
      <w:b/>
      <w:u w:val="single"/>
    </w:rPr>
  </w:style>
  <w:style w:type="character" w:customStyle="1" w:styleId="tagChar0">
    <w:name w:val="tag Char"/>
    <w:link w:val="tag0"/>
    <w:rsid w:val="00C1650B"/>
    <w:rPr>
      <w:rFonts w:ascii="Times New Roman" w:eastAsia="Times New Roman" w:hAnsi="Times New Roman" w:cs="Times New Roman"/>
      <w:b/>
      <w:sz w:val="24"/>
      <w:szCs w:val="20"/>
    </w:rPr>
  </w:style>
  <w:style w:type="character" w:customStyle="1" w:styleId="cardChar">
    <w:name w:val="card Char"/>
    <w:link w:val="card"/>
    <w:rsid w:val="00C1650B"/>
    <w:rPr>
      <w:rFonts w:ascii="Times New Roman" w:eastAsia="Times New Roman" w:hAnsi="Times New Roman" w:cs="Times New Roman"/>
      <w:sz w:val="20"/>
      <w:szCs w:val="20"/>
    </w:rPr>
  </w:style>
  <w:style w:type="paragraph" w:styleId="HTMLPreformatted">
    <w:name w:val="HTML Preformatted"/>
    <w:basedOn w:val="Normal"/>
    <w:link w:val="HTMLPreformattedChar"/>
    <w:uiPriority w:val="99"/>
    <w:unhideWhenUsed/>
    <w:rsid w:val="000F3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Cs w:val="20"/>
    </w:rPr>
  </w:style>
  <w:style w:type="character" w:customStyle="1" w:styleId="HTMLPreformattedChar">
    <w:name w:val="HTML Preformatted Char"/>
    <w:basedOn w:val="DefaultParagraphFont"/>
    <w:link w:val="HTMLPreformatted"/>
    <w:uiPriority w:val="99"/>
    <w:rsid w:val="000F3100"/>
    <w:rPr>
      <w:rFonts w:ascii="Courier" w:hAnsi="Courier" w:cs="Courier"/>
      <w:sz w:val="20"/>
      <w:szCs w:val="20"/>
    </w:rPr>
  </w:style>
  <w:style w:type="paragraph" w:customStyle="1" w:styleId="evidencetext">
    <w:name w:val="evidence text"/>
    <w:basedOn w:val="Normal"/>
    <w:rsid w:val="004E3A75"/>
    <w:pPr>
      <w:ind w:left="1728" w:right="1008"/>
    </w:pPr>
    <w:rPr>
      <w:rFonts w:eastAsia="Times New Roman"/>
      <w:color w:val="000000"/>
      <w:sz w:val="18"/>
      <w:szCs w:val="24"/>
    </w:rPr>
  </w:style>
  <w:style w:type="character" w:customStyle="1" w:styleId="underline2">
    <w:name w:val="underline2"/>
    <w:basedOn w:val="DefaultParagraphFont"/>
    <w:rsid w:val="004E3A75"/>
    <w:rPr>
      <w:rFonts w:cs="Times New Roman"/>
      <w:u w:val="single"/>
    </w:rPr>
  </w:style>
  <w:style w:type="paragraph" w:customStyle="1" w:styleId="boldcitation">
    <w:name w:val="bold citation"/>
    <w:basedOn w:val="Normal"/>
    <w:rsid w:val="004E3A75"/>
    <w:rPr>
      <w:rFonts w:eastAsia="Times New Roman"/>
      <w:b/>
      <w:sz w:val="28"/>
      <w:szCs w:val="24"/>
      <w:u w:val="thick"/>
    </w:rPr>
  </w:style>
  <w:style w:type="character" w:styleId="CommentReference">
    <w:name w:val="annotation reference"/>
    <w:basedOn w:val="DefaultParagraphFont"/>
    <w:uiPriority w:val="99"/>
    <w:semiHidden/>
    <w:unhideWhenUsed/>
    <w:rsid w:val="00C84B14"/>
    <w:rPr>
      <w:sz w:val="18"/>
      <w:szCs w:val="18"/>
    </w:rPr>
  </w:style>
  <w:style w:type="paragraph" w:styleId="CommentText">
    <w:name w:val="annotation text"/>
    <w:basedOn w:val="Normal"/>
    <w:link w:val="CommentTextChar"/>
    <w:uiPriority w:val="99"/>
    <w:unhideWhenUsed/>
    <w:rsid w:val="00C84B14"/>
    <w:rPr>
      <w:sz w:val="24"/>
      <w:szCs w:val="24"/>
    </w:rPr>
  </w:style>
  <w:style w:type="character" w:customStyle="1" w:styleId="CommentTextChar">
    <w:name w:val="Comment Text Char"/>
    <w:basedOn w:val="DefaultParagraphFont"/>
    <w:link w:val="CommentText"/>
    <w:uiPriority w:val="99"/>
    <w:rsid w:val="00C84B14"/>
    <w:rPr>
      <w:rFonts w:ascii="Arial" w:hAnsi="Arial" w:cs="Times New Roman"/>
      <w:sz w:val="24"/>
      <w:szCs w:val="24"/>
    </w:rPr>
  </w:style>
  <w:style w:type="paragraph" w:styleId="CommentSubject">
    <w:name w:val="annotation subject"/>
    <w:basedOn w:val="CommentText"/>
    <w:next w:val="CommentText"/>
    <w:link w:val="CommentSubjectChar"/>
    <w:uiPriority w:val="99"/>
    <w:semiHidden/>
    <w:unhideWhenUsed/>
    <w:rsid w:val="00C84B14"/>
    <w:rPr>
      <w:b/>
      <w:bCs/>
      <w:sz w:val="20"/>
      <w:szCs w:val="20"/>
    </w:rPr>
  </w:style>
  <w:style w:type="character" w:customStyle="1" w:styleId="CommentSubjectChar">
    <w:name w:val="Comment Subject Char"/>
    <w:basedOn w:val="CommentTextChar"/>
    <w:link w:val="CommentSubject"/>
    <w:uiPriority w:val="99"/>
    <w:semiHidden/>
    <w:rsid w:val="00C84B14"/>
    <w:rPr>
      <w:rFonts w:ascii="Arial" w:hAnsi="Arial" w:cs="Times New Roman"/>
      <w:b/>
      <w:bCs/>
      <w:sz w:val="20"/>
      <w:szCs w:val="20"/>
    </w:rPr>
  </w:style>
  <w:style w:type="character" w:styleId="Emphasis">
    <w:name w:val="Emphasis"/>
    <w:basedOn w:val="DefaultParagraphFont"/>
    <w:uiPriority w:val="20"/>
    <w:qFormat/>
    <w:rsid w:val="00AE1B7A"/>
    <w:rPr>
      <w:i/>
      <w:iCs/>
    </w:rPr>
  </w:style>
  <w:style w:type="character" w:styleId="PageNumber">
    <w:name w:val="page number"/>
    <w:basedOn w:val="DefaultParagraphFont"/>
    <w:uiPriority w:val="99"/>
    <w:semiHidden/>
    <w:unhideWhenUsed/>
    <w:rsid w:val="009A15D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A76EF"/>
    <w:rPr>
      <w:rFonts w:ascii="Arial" w:hAnsi="Arial" w:cs="Times New Roman"/>
      <w:sz w:val="20"/>
    </w:rPr>
  </w:style>
  <w:style w:type="paragraph" w:styleId="Heading1">
    <w:name w:val="heading 1"/>
    <w:basedOn w:val="Normal"/>
    <w:next w:val="Normal"/>
    <w:link w:val="Heading1Char"/>
    <w:autoRedefine/>
    <w:uiPriority w:val="9"/>
    <w:qFormat/>
    <w:rsid w:val="00316F1A"/>
    <w:pPr>
      <w:pageBreakBefore/>
      <w:jc w:val="center"/>
      <w:outlineLvl w:val="0"/>
    </w:pPr>
    <w:rPr>
      <w:rFonts w:eastAsiaTheme="majorEastAsia" w:cstheme="majorBidi"/>
      <w:b/>
      <w:bCs/>
      <w:caps/>
      <w:kern w:val="32"/>
      <w:sz w:val="28"/>
      <w:szCs w:val="28"/>
      <w:u w:val="thick"/>
    </w:rPr>
  </w:style>
  <w:style w:type="paragraph" w:styleId="Heading2">
    <w:name w:val="heading 2"/>
    <w:basedOn w:val="Normal"/>
    <w:next w:val="Normal"/>
    <w:link w:val="Heading2Char"/>
    <w:uiPriority w:val="9"/>
    <w:unhideWhenUsed/>
    <w:rsid w:val="007A76EF"/>
    <w:pPr>
      <w:outlineLvl w:val="1"/>
    </w:pPr>
    <w:rPr>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6F1A"/>
    <w:rPr>
      <w:rFonts w:ascii="Arial" w:eastAsiaTheme="majorEastAsia" w:hAnsi="Arial" w:cstheme="majorBidi"/>
      <w:b/>
      <w:bCs/>
      <w:caps/>
      <w:kern w:val="32"/>
      <w:sz w:val="28"/>
      <w:szCs w:val="28"/>
      <w:u w:val="thick"/>
    </w:rPr>
  </w:style>
  <w:style w:type="paragraph" w:styleId="DocumentMap">
    <w:name w:val="Document Map"/>
    <w:basedOn w:val="Normal"/>
    <w:link w:val="DocumentMapChar"/>
    <w:semiHidden/>
    <w:rsid w:val="007A76EF"/>
    <w:pPr>
      <w:shd w:val="clear" w:color="auto" w:fill="C6D5EC"/>
    </w:pPr>
    <w:rPr>
      <w:rFonts w:ascii="Verdana" w:eastAsia="Batang" w:hAnsi="Verdana"/>
      <w:sz w:val="28"/>
      <w:szCs w:val="24"/>
      <w:lang w:eastAsia="ko-KR"/>
    </w:rPr>
  </w:style>
  <w:style w:type="character" w:customStyle="1" w:styleId="DocumentMapChar">
    <w:name w:val="Document Map Char"/>
    <w:basedOn w:val="DefaultParagraphFont"/>
    <w:link w:val="DocumentMap"/>
    <w:semiHidden/>
    <w:rsid w:val="007A76EF"/>
    <w:rPr>
      <w:rFonts w:ascii="Verdana" w:eastAsia="Batang" w:hAnsi="Verdana" w:cs="Times New Roman"/>
      <w:sz w:val="28"/>
      <w:szCs w:val="24"/>
      <w:shd w:val="clear" w:color="auto" w:fill="C6D5EC"/>
      <w:lang w:eastAsia="ko-KR"/>
    </w:rPr>
  </w:style>
  <w:style w:type="character" w:customStyle="1" w:styleId="Heading2Char">
    <w:name w:val="Heading 2 Char"/>
    <w:basedOn w:val="DefaultParagraphFont"/>
    <w:link w:val="Heading2"/>
    <w:uiPriority w:val="9"/>
    <w:rsid w:val="007A76EF"/>
    <w:rPr>
      <w:rFonts w:ascii="Arial" w:hAnsi="Arial" w:cs="Times New Roman"/>
      <w:b/>
      <w:sz w:val="20"/>
      <w:szCs w:val="26"/>
    </w:rPr>
  </w:style>
  <w:style w:type="character" w:styleId="Hyperlink">
    <w:name w:val="Hyperlink"/>
    <w:basedOn w:val="DefaultParagraphFont"/>
    <w:uiPriority w:val="99"/>
    <w:rsid w:val="007A76EF"/>
    <w:rPr>
      <w:color w:val="auto"/>
      <w:u w:val="none"/>
    </w:rPr>
  </w:style>
  <w:style w:type="paragraph" w:styleId="Header">
    <w:name w:val="header"/>
    <w:basedOn w:val="Normal"/>
    <w:link w:val="HeaderChar"/>
    <w:uiPriority w:val="99"/>
    <w:unhideWhenUsed/>
    <w:rsid w:val="007A76EF"/>
    <w:pPr>
      <w:tabs>
        <w:tab w:val="center" w:pos="4680"/>
        <w:tab w:val="right" w:pos="9360"/>
      </w:tabs>
    </w:pPr>
  </w:style>
  <w:style w:type="character" w:customStyle="1" w:styleId="HeaderChar">
    <w:name w:val="Header Char"/>
    <w:basedOn w:val="DefaultParagraphFont"/>
    <w:link w:val="Header"/>
    <w:uiPriority w:val="99"/>
    <w:rsid w:val="007A76EF"/>
    <w:rPr>
      <w:rFonts w:ascii="Arial" w:hAnsi="Arial" w:cs="Times New Roman"/>
      <w:sz w:val="20"/>
    </w:rPr>
  </w:style>
  <w:style w:type="paragraph" w:customStyle="1" w:styleId="Default">
    <w:name w:val="Default"/>
    <w:basedOn w:val="Normal"/>
    <w:rsid w:val="007A76EF"/>
    <w:pPr>
      <w:autoSpaceDE w:val="0"/>
      <w:autoSpaceDN w:val="0"/>
      <w:adjustRightInd w:val="0"/>
      <w:spacing w:after="200" w:line="276" w:lineRule="auto"/>
    </w:pPr>
    <w:rPr>
      <w:rFonts w:cs="AKDPE C+ Utopia"/>
      <w:szCs w:val="24"/>
    </w:rPr>
  </w:style>
  <w:style w:type="paragraph" w:customStyle="1" w:styleId="Hat">
    <w:name w:val="Hat"/>
    <w:basedOn w:val="Heading1"/>
    <w:next w:val="Heading1"/>
    <w:rsid w:val="007A76EF"/>
    <w:pPr>
      <w:pageBreakBefore w:val="0"/>
      <w:framePr w:hSpace="144" w:wrap="notBeside" w:vAnchor="page" w:hAnchor="page" w:xAlign="center" w:yAlign="bottom" w:anchorLock="1"/>
      <w:widowControl w:val="0"/>
    </w:pPr>
    <w:rPr>
      <w:rFonts w:eastAsia="Times New Roman" w:cs="Arial"/>
      <w:color w:val="000000"/>
      <w:sz w:val="22"/>
      <w:szCs w:val="32"/>
      <w:u w:val="none"/>
    </w:rPr>
  </w:style>
  <w:style w:type="paragraph" w:styleId="ListParagraph">
    <w:name w:val="List Paragraph"/>
    <w:basedOn w:val="Normal"/>
    <w:uiPriority w:val="34"/>
    <w:rsid w:val="007A76EF"/>
  </w:style>
  <w:style w:type="character" w:customStyle="1" w:styleId="Underline">
    <w:name w:val="Underline"/>
    <w:basedOn w:val="DefaultParagraphFont"/>
    <w:uiPriority w:val="1"/>
    <w:qFormat/>
    <w:rsid w:val="007A76EF"/>
    <w:rPr>
      <w:b w:val="0"/>
      <w:sz w:val="20"/>
      <w:u w:val="single"/>
    </w:rPr>
  </w:style>
  <w:style w:type="paragraph" w:styleId="Footer">
    <w:name w:val="footer"/>
    <w:basedOn w:val="Normal"/>
    <w:link w:val="FooterChar"/>
    <w:uiPriority w:val="99"/>
    <w:unhideWhenUsed/>
    <w:rsid w:val="007A76EF"/>
    <w:pPr>
      <w:tabs>
        <w:tab w:val="center" w:pos="4680"/>
        <w:tab w:val="right" w:pos="9360"/>
      </w:tabs>
    </w:pPr>
  </w:style>
  <w:style w:type="character" w:customStyle="1" w:styleId="FooterChar">
    <w:name w:val="Footer Char"/>
    <w:basedOn w:val="DefaultParagraphFont"/>
    <w:link w:val="Footer"/>
    <w:uiPriority w:val="99"/>
    <w:rsid w:val="007A76EF"/>
    <w:rPr>
      <w:rFonts w:ascii="Arial" w:hAnsi="Arial" w:cs="Times New Roman"/>
      <w:sz w:val="20"/>
    </w:rPr>
  </w:style>
  <w:style w:type="paragraph" w:styleId="List">
    <w:name w:val="List"/>
    <w:basedOn w:val="Normal"/>
    <w:uiPriority w:val="99"/>
    <w:semiHidden/>
    <w:unhideWhenUsed/>
    <w:rsid w:val="007A76EF"/>
    <w:pPr>
      <w:contextualSpacing/>
    </w:pPr>
  </w:style>
  <w:style w:type="paragraph" w:customStyle="1" w:styleId="PageHeaderLine1">
    <w:name w:val="PageHeaderLine1"/>
    <w:basedOn w:val="Normal"/>
    <w:rsid w:val="007A76EF"/>
    <w:pPr>
      <w:tabs>
        <w:tab w:val="right" w:pos="10800"/>
      </w:tabs>
    </w:pPr>
    <w:rPr>
      <w:b/>
      <w:sz w:val="28"/>
    </w:rPr>
  </w:style>
  <w:style w:type="paragraph" w:customStyle="1" w:styleId="PageHeaderLine2">
    <w:name w:val="PageHeaderLine2"/>
    <w:basedOn w:val="Normal"/>
    <w:next w:val="Normal"/>
    <w:rsid w:val="007A76EF"/>
    <w:pPr>
      <w:tabs>
        <w:tab w:val="right" w:pos="10800"/>
      </w:tabs>
      <w:spacing w:line="480" w:lineRule="auto"/>
    </w:pPr>
    <w:rPr>
      <w:b/>
    </w:rPr>
  </w:style>
  <w:style w:type="paragraph" w:customStyle="1" w:styleId="Tag">
    <w:name w:val="Tag"/>
    <w:basedOn w:val="Normal"/>
    <w:next w:val="Normal"/>
    <w:link w:val="TagChar"/>
    <w:qFormat/>
    <w:rsid w:val="007A76EF"/>
    <w:rPr>
      <w:b/>
      <w:sz w:val="24"/>
    </w:rPr>
  </w:style>
  <w:style w:type="paragraph" w:styleId="EndnoteText">
    <w:name w:val="endnote text"/>
    <w:basedOn w:val="Normal"/>
    <w:link w:val="EndnoteTextChar"/>
    <w:uiPriority w:val="99"/>
    <w:semiHidden/>
    <w:unhideWhenUsed/>
    <w:rsid w:val="007A76EF"/>
    <w:rPr>
      <w:szCs w:val="20"/>
    </w:rPr>
  </w:style>
  <w:style w:type="character" w:customStyle="1" w:styleId="EndnoteTextChar">
    <w:name w:val="Endnote Text Char"/>
    <w:basedOn w:val="DefaultParagraphFont"/>
    <w:link w:val="EndnoteText"/>
    <w:uiPriority w:val="99"/>
    <w:semiHidden/>
    <w:rsid w:val="007A76EF"/>
    <w:rPr>
      <w:rFonts w:ascii="Arial" w:hAnsi="Arial" w:cs="Times New Roman"/>
      <w:sz w:val="20"/>
      <w:szCs w:val="20"/>
    </w:rPr>
  </w:style>
  <w:style w:type="character" w:styleId="EndnoteReference">
    <w:name w:val="endnote reference"/>
    <w:basedOn w:val="DefaultParagraphFont"/>
    <w:uiPriority w:val="99"/>
    <w:semiHidden/>
    <w:unhideWhenUsed/>
    <w:rsid w:val="007A76EF"/>
    <w:rPr>
      <w:vertAlign w:val="superscript"/>
    </w:rPr>
  </w:style>
  <w:style w:type="paragraph" w:customStyle="1" w:styleId="2909F619802848F09E01365C32F34654">
    <w:name w:val="2909F619802848F09E01365C32F34654"/>
    <w:rsid w:val="007A76EF"/>
    <w:pPr>
      <w:spacing w:after="200" w:line="276" w:lineRule="auto"/>
    </w:pPr>
    <w:rPr>
      <w:rFonts w:eastAsiaTheme="minorEastAsia"/>
      <w:lang w:eastAsia="ja-JP"/>
    </w:rPr>
  </w:style>
  <w:style w:type="paragraph" w:customStyle="1" w:styleId="D345FF3D873148C5AE3FBF3267827368">
    <w:name w:val="D345FF3D873148C5AE3FBF3267827368"/>
    <w:rsid w:val="007A76EF"/>
    <w:pPr>
      <w:spacing w:after="200" w:line="276" w:lineRule="auto"/>
    </w:pPr>
    <w:rPr>
      <w:rFonts w:eastAsiaTheme="minorEastAsia"/>
      <w:lang w:eastAsia="ja-JP"/>
    </w:rPr>
  </w:style>
  <w:style w:type="paragraph" w:styleId="BalloonText">
    <w:name w:val="Balloon Text"/>
    <w:basedOn w:val="Normal"/>
    <w:link w:val="BalloonTextChar"/>
    <w:uiPriority w:val="99"/>
    <w:semiHidden/>
    <w:unhideWhenUsed/>
    <w:rsid w:val="007A76EF"/>
    <w:rPr>
      <w:rFonts w:ascii="Tahoma" w:hAnsi="Tahoma" w:cs="Tahoma"/>
      <w:sz w:val="16"/>
      <w:szCs w:val="16"/>
    </w:rPr>
  </w:style>
  <w:style w:type="character" w:customStyle="1" w:styleId="BalloonTextChar">
    <w:name w:val="Balloon Text Char"/>
    <w:basedOn w:val="DefaultParagraphFont"/>
    <w:link w:val="BalloonText"/>
    <w:uiPriority w:val="99"/>
    <w:semiHidden/>
    <w:rsid w:val="007A76EF"/>
    <w:rPr>
      <w:rFonts w:ascii="Tahoma" w:hAnsi="Tahoma" w:cs="Tahoma"/>
      <w:sz w:val="16"/>
      <w:szCs w:val="16"/>
    </w:rPr>
  </w:style>
  <w:style w:type="paragraph" w:customStyle="1" w:styleId="Cite">
    <w:name w:val="Cite"/>
    <w:basedOn w:val="Tag"/>
    <w:next w:val="Normal"/>
    <w:link w:val="CiteChar"/>
    <w:qFormat/>
    <w:rsid w:val="007A76EF"/>
    <w:pPr>
      <w:tabs>
        <w:tab w:val="left" w:pos="0"/>
        <w:tab w:val="right" w:pos="11160"/>
      </w:tabs>
    </w:pPr>
    <w:rPr>
      <w:u w:val="single"/>
    </w:rPr>
  </w:style>
  <w:style w:type="character" w:customStyle="1" w:styleId="UnderlineBold">
    <w:name w:val="Underline + Bold"/>
    <w:basedOn w:val="Underline"/>
    <w:uiPriority w:val="1"/>
    <w:qFormat/>
    <w:rsid w:val="007A76EF"/>
    <w:rPr>
      <w:b/>
      <w:sz w:val="20"/>
      <w:u w:val="single"/>
    </w:rPr>
  </w:style>
  <w:style w:type="character" w:customStyle="1" w:styleId="TagChar">
    <w:name w:val="Tag Char"/>
    <w:basedOn w:val="DefaultParagraphFont"/>
    <w:link w:val="Tag"/>
    <w:rsid w:val="007A76EF"/>
    <w:rPr>
      <w:rFonts w:ascii="Arial" w:hAnsi="Arial" w:cs="Times New Roman"/>
      <w:b/>
      <w:sz w:val="24"/>
    </w:rPr>
  </w:style>
  <w:style w:type="character" w:customStyle="1" w:styleId="CiteChar">
    <w:name w:val="Cite Char"/>
    <w:basedOn w:val="TagChar"/>
    <w:link w:val="Cite"/>
    <w:rsid w:val="007A76EF"/>
    <w:rPr>
      <w:rFonts w:ascii="Arial" w:hAnsi="Arial" w:cs="Times New Roman"/>
      <w:b/>
      <w:sz w:val="24"/>
      <w:u w:val="single"/>
    </w:rPr>
  </w:style>
  <w:style w:type="paragraph" w:styleId="TOC1">
    <w:name w:val="toc 1"/>
    <w:basedOn w:val="Normal"/>
    <w:next w:val="Normal"/>
    <w:autoRedefine/>
    <w:uiPriority w:val="39"/>
    <w:unhideWhenUsed/>
    <w:rsid w:val="008B4082"/>
  </w:style>
  <w:style w:type="paragraph" w:styleId="TOC2">
    <w:name w:val="toc 2"/>
    <w:basedOn w:val="Normal"/>
    <w:next w:val="Normal"/>
    <w:autoRedefine/>
    <w:uiPriority w:val="39"/>
    <w:unhideWhenUsed/>
    <w:rsid w:val="008B4082"/>
    <w:pPr>
      <w:ind w:left="200"/>
    </w:pPr>
  </w:style>
  <w:style w:type="paragraph" w:styleId="TOC3">
    <w:name w:val="toc 3"/>
    <w:basedOn w:val="Normal"/>
    <w:next w:val="Normal"/>
    <w:autoRedefine/>
    <w:uiPriority w:val="39"/>
    <w:unhideWhenUsed/>
    <w:rsid w:val="008B4082"/>
    <w:pPr>
      <w:ind w:left="400"/>
    </w:pPr>
  </w:style>
  <w:style w:type="paragraph" w:styleId="TOC4">
    <w:name w:val="toc 4"/>
    <w:basedOn w:val="Normal"/>
    <w:next w:val="Normal"/>
    <w:autoRedefine/>
    <w:uiPriority w:val="39"/>
    <w:unhideWhenUsed/>
    <w:rsid w:val="008B4082"/>
    <w:pPr>
      <w:ind w:left="600"/>
    </w:pPr>
  </w:style>
  <w:style w:type="paragraph" w:styleId="TOC5">
    <w:name w:val="toc 5"/>
    <w:basedOn w:val="Normal"/>
    <w:next w:val="Normal"/>
    <w:autoRedefine/>
    <w:uiPriority w:val="39"/>
    <w:unhideWhenUsed/>
    <w:rsid w:val="008B4082"/>
    <w:pPr>
      <w:ind w:left="800"/>
    </w:pPr>
  </w:style>
  <w:style w:type="paragraph" w:styleId="TOC6">
    <w:name w:val="toc 6"/>
    <w:basedOn w:val="Normal"/>
    <w:next w:val="Normal"/>
    <w:autoRedefine/>
    <w:uiPriority w:val="39"/>
    <w:unhideWhenUsed/>
    <w:rsid w:val="008B4082"/>
    <w:pPr>
      <w:ind w:left="1000"/>
    </w:pPr>
  </w:style>
  <w:style w:type="paragraph" w:styleId="TOC7">
    <w:name w:val="toc 7"/>
    <w:basedOn w:val="Normal"/>
    <w:next w:val="Normal"/>
    <w:autoRedefine/>
    <w:uiPriority w:val="39"/>
    <w:unhideWhenUsed/>
    <w:rsid w:val="008B4082"/>
    <w:pPr>
      <w:ind w:left="1200"/>
    </w:pPr>
  </w:style>
  <w:style w:type="paragraph" w:styleId="TOC8">
    <w:name w:val="toc 8"/>
    <w:basedOn w:val="Normal"/>
    <w:next w:val="Normal"/>
    <w:autoRedefine/>
    <w:uiPriority w:val="39"/>
    <w:unhideWhenUsed/>
    <w:rsid w:val="008B4082"/>
    <w:pPr>
      <w:ind w:left="1400"/>
    </w:pPr>
  </w:style>
  <w:style w:type="paragraph" w:styleId="TOC9">
    <w:name w:val="toc 9"/>
    <w:basedOn w:val="Normal"/>
    <w:next w:val="Normal"/>
    <w:autoRedefine/>
    <w:uiPriority w:val="39"/>
    <w:unhideWhenUsed/>
    <w:rsid w:val="008B4082"/>
    <w:pPr>
      <w:ind w:left="1600"/>
    </w:pPr>
  </w:style>
  <w:style w:type="character" w:customStyle="1" w:styleId="apple-style-span">
    <w:name w:val="apple-style-span"/>
    <w:basedOn w:val="DefaultParagraphFont"/>
    <w:rsid w:val="00036389"/>
  </w:style>
  <w:style w:type="character" w:styleId="Strong">
    <w:name w:val="Strong"/>
    <w:basedOn w:val="DefaultParagraphFont"/>
    <w:uiPriority w:val="22"/>
    <w:qFormat/>
    <w:rsid w:val="00036389"/>
    <w:rPr>
      <w:b/>
      <w:bCs/>
    </w:rPr>
  </w:style>
  <w:style w:type="paragraph" w:styleId="NormalWeb">
    <w:name w:val="Normal (Web)"/>
    <w:basedOn w:val="Normal"/>
    <w:uiPriority w:val="99"/>
    <w:semiHidden/>
    <w:unhideWhenUsed/>
    <w:rsid w:val="009A55B7"/>
    <w:pPr>
      <w:spacing w:before="100" w:beforeAutospacing="1" w:after="100" w:afterAutospacing="1"/>
    </w:pPr>
    <w:rPr>
      <w:rFonts w:ascii="Times" w:hAnsi="Times"/>
      <w:szCs w:val="20"/>
    </w:rPr>
  </w:style>
  <w:style w:type="character" w:customStyle="1" w:styleId="apple-converted-space">
    <w:name w:val="apple-converted-space"/>
    <w:basedOn w:val="DefaultParagraphFont"/>
    <w:rsid w:val="009A55B7"/>
  </w:style>
  <w:style w:type="paragraph" w:styleId="FootnoteText">
    <w:name w:val="footnote text"/>
    <w:basedOn w:val="Normal"/>
    <w:link w:val="FootnoteTextChar"/>
    <w:uiPriority w:val="99"/>
    <w:unhideWhenUsed/>
    <w:rsid w:val="009A55B7"/>
    <w:rPr>
      <w:sz w:val="24"/>
      <w:szCs w:val="24"/>
    </w:rPr>
  </w:style>
  <w:style w:type="character" w:customStyle="1" w:styleId="FootnoteTextChar">
    <w:name w:val="Footnote Text Char"/>
    <w:basedOn w:val="DefaultParagraphFont"/>
    <w:link w:val="FootnoteText"/>
    <w:uiPriority w:val="99"/>
    <w:rsid w:val="009A55B7"/>
    <w:rPr>
      <w:rFonts w:ascii="Arial" w:hAnsi="Arial" w:cs="Times New Roman"/>
      <w:sz w:val="24"/>
      <w:szCs w:val="24"/>
    </w:rPr>
  </w:style>
  <w:style w:type="character" w:styleId="FootnoteReference">
    <w:name w:val="footnote reference"/>
    <w:basedOn w:val="DefaultParagraphFont"/>
    <w:uiPriority w:val="99"/>
    <w:unhideWhenUsed/>
    <w:rsid w:val="009A55B7"/>
    <w:rPr>
      <w:vertAlign w:val="superscript"/>
    </w:rPr>
  </w:style>
  <w:style w:type="character" w:customStyle="1" w:styleId="cite0">
    <w:name w:val="cite"/>
    <w:rsid w:val="00C1650B"/>
    <w:rPr>
      <w:rFonts w:ascii="Times New Roman" w:hAnsi="Times New Roman"/>
      <w:b/>
      <w:sz w:val="24"/>
    </w:rPr>
  </w:style>
  <w:style w:type="paragraph" w:customStyle="1" w:styleId="tag0">
    <w:name w:val="tag"/>
    <w:basedOn w:val="Normal"/>
    <w:link w:val="tagChar0"/>
    <w:rsid w:val="00C1650B"/>
    <w:rPr>
      <w:rFonts w:ascii="Times New Roman" w:eastAsia="Times New Roman" w:hAnsi="Times New Roman"/>
      <w:b/>
      <w:sz w:val="24"/>
      <w:szCs w:val="20"/>
    </w:rPr>
  </w:style>
  <w:style w:type="paragraph" w:customStyle="1" w:styleId="card">
    <w:name w:val="card"/>
    <w:basedOn w:val="Normal"/>
    <w:link w:val="cardChar"/>
    <w:rsid w:val="00C1650B"/>
    <w:pPr>
      <w:ind w:left="288" w:right="288"/>
    </w:pPr>
    <w:rPr>
      <w:rFonts w:ascii="Times New Roman" w:eastAsia="Times New Roman" w:hAnsi="Times New Roman"/>
      <w:szCs w:val="20"/>
    </w:rPr>
  </w:style>
  <w:style w:type="character" w:customStyle="1" w:styleId="underline0">
    <w:name w:val="underline"/>
    <w:rsid w:val="00C1650B"/>
    <w:rPr>
      <w:b/>
      <w:u w:val="single"/>
    </w:rPr>
  </w:style>
  <w:style w:type="character" w:customStyle="1" w:styleId="tagChar0">
    <w:name w:val="tag Char"/>
    <w:link w:val="tag0"/>
    <w:rsid w:val="00C1650B"/>
    <w:rPr>
      <w:rFonts w:ascii="Times New Roman" w:eastAsia="Times New Roman" w:hAnsi="Times New Roman" w:cs="Times New Roman"/>
      <w:b/>
      <w:sz w:val="24"/>
      <w:szCs w:val="20"/>
    </w:rPr>
  </w:style>
  <w:style w:type="character" w:customStyle="1" w:styleId="cardChar">
    <w:name w:val="card Char"/>
    <w:link w:val="card"/>
    <w:rsid w:val="00C1650B"/>
    <w:rPr>
      <w:rFonts w:ascii="Times New Roman" w:eastAsia="Times New Roman" w:hAnsi="Times New Roman" w:cs="Times New Roman"/>
      <w:sz w:val="20"/>
      <w:szCs w:val="20"/>
    </w:rPr>
  </w:style>
  <w:style w:type="paragraph" w:styleId="HTMLPreformatted">
    <w:name w:val="HTML Preformatted"/>
    <w:basedOn w:val="Normal"/>
    <w:link w:val="HTMLPreformattedChar"/>
    <w:uiPriority w:val="99"/>
    <w:unhideWhenUsed/>
    <w:rsid w:val="000F3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Cs w:val="20"/>
    </w:rPr>
  </w:style>
  <w:style w:type="character" w:customStyle="1" w:styleId="HTMLPreformattedChar">
    <w:name w:val="HTML Preformatted Char"/>
    <w:basedOn w:val="DefaultParagraphFont"/>
    <w:link w:val="HTMLPreformatted"/>
    <w:uiPriority w:val="99"/>
    <w:rsid w:val="000F3100"/>
    <w:rPr>
      <w:rFonts w:ascii="Courier" w:hAnsi="Courier" w:cs="Courier"/>
      <w:sz w:val="20"/>
      <w:szCs w:val="20"/>
    </w:rPr>
  </w:style>
  <w:style w:type="paragraph" w:customStyle="1" w:styleId="evidencetext">
    <w:name w:val="evidence text"/>
    <w:basedOn w:val="Normal"/>
    <w:rsid w:val="004E3A75"/>
    <w:pPr>
      <w:ind w:left="1728" w:right="1008"/>
    </w:pPr>
    <w:rPr>
      <w:rFonts w:eastAsia="Times New Roman"/>
      <w:color w:val="000000"/>
      <w:sz w:val="18"/>
      <w:szCs w:val="24"/>
    </w:rPr>
  </w:style>
  <w:style w:type="character" w:customStyle="1" w:styleId="underline2">
    <w:name w:val="underline2"/>
    <w:basedOn w:val="DefaultParagraphFont"/>
    <w:rsid w:val="004E3A75"/>
    <w:rPr>
      <w:rFonts w:cs="Times New Roman"/>
      <w:u w:val="single"/>
    </w:rPr>
  </w:style>
  <w:style w:type="paragraph" w:customStyle="1" w:styleId="boldcitation">
    <w:name w:val="bold citation"/>
    <w:basedOn w:val="Normal"/>
    <w:rsid w:val="004E3A75"/>
    <w:rPr>
      <w:rFonts w:eastAsia="Times New Roman"/>
      <w:b/>
      <w:sz w:val="28"/>
      <w:szCs w:val="24"/>
      <w:u w:val="thick"/>
    </w:rPr>
  </w:style>
  <w:style w:type="character" w:styleId="CommentReference">
    <w:name w:val="annotation reference"/>
    <w:basedOn w:val="DefaultParagraphFont"/>
    <w:uiPriority w:val="99"/>
    <w:semiHidden/>
    <w:unhideWhenUsed/>
    <w:rsid w:val="00C84B14"/>
    <w:rPr>
      <w:sz w:val="18"/>
      <w:szCs w:val="18"/>
    </w:rPr>
  </w:style>
  <w:style w:type="paragraph" w:styleId="CommentText">
    <w:name w:val="annotation text"/>
    <w:basedOn w:val="Normal"/>
    <w:link w:val="CommentTextChar"/>
    <w:uiPriority w:val="99"/>
    <w:unhideWhenUsed/>
    <w:rsid w:val="00C84B14"/>
    <w:rPr>
      <w:sz w:val="24"/>
      <w:szCs w:val="24"/>
    </w:rPr>
  </w:style>
  <w:style w:type="character" w:customStyle="1" w:styleId="CommentTextChar">
    <w:name w:val="Comment Text Char"/>
    <w:basedOn w:val="DefaultParagraphFont"/>
    <w:link w:val="CommentText"/>
    <w:uiPriority w:val="99"/>
    <w:rsid w:val="00C84B14"/>
    <w:rPr>
      <w:rFonts w:ascii="Arial" w:hAnsi="Arial" w:cs="Times New Roman"/>
      <w:sz w:val="24"/>
      <w:szCs w:val="24"/>
    </w:rPr>
  </w:style>
  <w:style w:type="paragraph" w:styleId="CommentSubject">
    <w:name w:val="annotation subject"/>
    <w:basedOn w:val="CommentText"/>
    <w:next w:val="CommentText"/>
    <w:link w:val="CommentSubjectChar"/>
    <w:uiPriority w:val="99"/>
    <w:semiHidden/>
    <w:unhideWhenUsed/>
    <w:rsid w:val="00C84B14"/>
    <w:rPr>
      <w:b/>
      <w:bCs/>
      <w:sz w:val="20"/>
      <w:szCs w:val="20"/>
    </w:rPr>
  </w:style>
  <w:style w:type="character" w:customStyle="1" w:styleId="CommentSubjectChar">
    <w:name w:val="Comment Subject Char"/>
    <w:basedOn w:val="CommentTextChar"/>
    <w:link w:val="CommentSubject"/>
    <w:uiPriority w:val="99"/>
    <w:semiHidden/>
    <w:rsid w:val="00C84B14"/>
    <w:rPr>
      <w:rFonts w:ascii="Arial" w:hAnsi="Arial" w:cs="Times New Roman"/>
      <w:b/>
      <w:bCs/>
      <w:sz w:val="20"/>
      <w:szCs w:val="20"/>
    </w:rPr>
  </w:style>
  <w:style w:type="character" w:styleId="Emphasis">
    <w:name w:val="Emphasis"/>
    <w:basedOn w:val="DefaultParagraphFont"/>
    <w:uiPriority w:val="20"/>
    <w:qFormat/>
    <w:rsid w:val="00AE1B7A"/>
    <w:rPr>
      <w:i/>
      <w:iCs/>
    </w:rPr>
  </w:style>
  <w:style w:type="character" w:styleId="PageNumber">
    <w:name w:val="page number"/>
    <w:basedOn w:val="DefaultParagraphFont"/>
    <w:uiPriority w:val="99"/>
    <w:semiHidden/>
    <w:unhideWhenUsed/>
    <w:rsid w:val="009A15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915335">
      <w:bodyDiv w:val="1"/>
      <w:marLeft w:val="0"/>
      <w:marRight w:val="0"/>
      <w:marTop w:val="0"/>
      <w:marBottom w:val="0"/>
      <w:divBdr>
        <w:top w:val="none" w:sz="0" w:space="0" w:color="auto"/>
        <w:left w:val="none" w:sz="0" w:space="0" w:color="auto"/>
        <w:bottom w:val="none" w:sz="0" w:space="0" w:color="auto"/>
        <w:right w:val="none" w:sz="0" w:space="0" w:color="auto"/>
      </w:divBdr>
    </w:div>
    <w:div w:id="115417092">
      <w:bodyDiv w:val="1"/>
      <w:marLeft w:val="0"/>
      <w:marRight w:val="0"/>
      <w:marTop w:val="0"/>
      <w:marBottom w:val="0"/>
      <w:divBdr>
        <w:top w:val="none" w:sz="0" w:space="0" w:color="auto"/>
        <w:left w:val="none" w:sz="0" w:space="0" w:color="auto"/>
        <w:bottom w:val="none" w:sz="0" w:space="0" w:color="auto"/>
        <w:right w:val="none" w:sz="0" w:space="0" w:color="auto"/>
      </w:divBdr>
    </w:div>
    <w:div w:id="287009770">
      <w:bodyDiv w:val="1"/>
      <w:marLeft w:val="0"/>
      <w:marRight w:val="0"/>
      <w:marTop w:val="0"/>
      <w:marBottom w:val="0"/>
      <w:divBdr>
        <w:top w:val="none" w:sz="0" w:space="0" w:color="auto"/>
        <w:left w:val="none" w:sz="0" w:space="0" w:color="auto"/>
        <w:bottom w:val="none" w:sz="0" w:space="0" w:color="auto"/>
        <w:right w:val="none" w:sz="0" w:space="0" w:color="auto"/>
      </w:divBdr>
    </w:div>
    <w:div w:id="299723780">
      <w:bodyDiv w:val="1"/>
      <w:marLeft w:val="0"/>
      <w:marRight w:val="0"/>
      <w:marTop w:val="0"/>
      <w:marBottom w:val="0"/>
      <w:divBdr>
        <w:top w:val="none" w:sz="0" w:space="0" w:color="auto"/>
        <w:left w:val="none" w:sz="0" w:space="0" w:color="auto"/>
        <w:bottom w:val="none" w:sz="0" w:space="0" w:color="auto"/>
        <w:right w:val="none" w:sz="0" w:space="0" w:color="auto"/>
      </w:divBdr>
    </w:div>
    <w:div w:id="317853891">
      <w:bodyDiv w:val="1"/>
      <w:marLeft w:val="0"/>
      <w:marRight w:val="0"/>
      <w:marTop w:val="0"/>
      <w:marBottom w:val="0"/>
      <w:divBdr>
        <w:top w:val="none" w:sz="0" w:space="0" w:color="auto"/>
        <w:left w:val="none" w:sz="0" w:space="0" w:color="auto"/>
        <w:bottom w:val="none" w:sz="0" w:space="0" w:color="auto"/>
        <w:right w:val="none" w:sz="0" w:space="0" w:color="auto"/>
      </w:divBdr>
      <w:divsChild>
        <w:div w:id="1170827484">
          <w:blockQuote w:val="1"/>
          <w:marLeft w:val="150"/>
          <w:marRight w:val="150"/>
          <w:marTop w:val="150"/>
          <w:marBottom w:val="195"/>
          <w:divBdr>
            <w:top w:val="none" w:sz="0" w:space="0" w:color="auto"/>
            <w:left w:val="none" w:sz="0" w:space="10" w:color="auto"/>
            <w:bottom w:val="none" w:sz="0" w:space="0" w:color="auto"/>
            <w:right w:val="none" w:sz="0" w:space="10" w:color="auto"/>
          </w:divBdr>
        </w:div>
        <w:div w:id="1979144118">
          <w:blockQuote w:val="1"/>
          <w:marLeft w:val="150"/>
          <w:marRight w:val="150"/>
          <w:marTop w:val="150"/>
          <w:marBottom w:val="195"/>
          <w:divBdr>
            <w:top w:val="none" w:sz="0" w:space="0" w:color="auto"/>
            <w:left w:val="none" w:sz="0" w:space="10" w:color="auto"/>
            <w:bottom w:val="none" w:sz="0" w:space="0" w:color="auto"/>
            <w:right w:val="none" w:sz="0" w:space="10" w:color="auto"/>
          </w:divBdr>
        </w:div>
      </w:divsChild>
    </w:div>
    <w:div w:id="503207167">
      <w:bodyDiv w:val="1"/>
      <w:marLeft w:val="0"/>
      <w:marRight w:val="0"/>
      <w:marTop w:val="0"/>
      <w:marBottom w:val="0"/>
      <w:divBdr>
        <w:top w:val="none" w:sz="0" w:space="0" w:color="auto"/>
        <w:left w:val="none" w:sz="0" w:space="0" w:color="auto"/>
        <w:bottom w:val="none" w:sz="0" w:space="0" w:color="auto"/>
        <w:right w:val="none" w:sz="0" w:space="0" w:color="auto"/>
      </w:divBdr>
    </w:div>
    <w:div w:id="975597761">
      <w:bodyDiv w:val="1"/>
      <w:marLeft w:val="0"/>
      <w:marRight w:val="0"/>
      <w:marTop w:val="0"/>
      <w:marBottom w:val="0"/>
      <w:divBdr>
        <w:top w:val="none" w:sz="0" w:space="0" w:color="auto"/>
        <w:left w:val="none" w:sz="0" w:space="0" w:color="auto"/>
        <w:bottom w:val="none" w:sz="0" w:space="0" w:color="auto"/>
        <w:right w:val="none" w:sz="0" w:space="0" w:color="auto"/>
      </w:divBdr>
    </w:div>
    <w:div w:id="1021860802">
      <w:bodyDiv w:val="1"/>
      <w:marLeft w:val="0"/>
      <w:marRight w:val="0"/>
      <w:marTop w:val="0"/>
      <w:marBottom w:val="0"/>
      <w:divBdr>
        <w:top w:val="none" w:sz="0" w:space="0" w:color="auto"/>
        <w:left w:val="none" w:sz="0" w:space="0" w:color="auto"/>
        <w:bottom w:val="none" w:sz="0" w:space="0" w:color="auto"/>
        <w:right w:val="none" w:sz="0" w:space="0" w:color="auto"/>
      </w:divBdr>
    </w:div>
    <w:div w:id="1105150167">
      <w:bodyDiv w:val="1"/>
      <w:marLeft w:val="0"/>
      <w:marRight w:val="0"/>
      <w:marTop w:val="0"/>
      <w:marBottom w:val="0"/>
      <w:divBdr>
        <w:top w:val="none" w:sz="0" w:space="0" w:color="auto"/>
        <w:left w:val="none" w:sz="0" w:space="0" w:color="auto"/>
        <w:bottom w:val="none" w:sz="0" w:space="0" w:color="auto"/>
        <w:right w:val="none" w:sz="0" w:space="0" w:color="auto"/>
      </w:divBdr>
    </w:div>
    <w:div w:id="1168864602">
      <w:bodyDiv w:val="1"/>
      <w:marLeft w:val="0"/>
      <w:marRight w:val="0"/>
      <w:marTop w:val="0"/>
      <w:marBottom w:val="0"/>
      <w:divBdr>
        <w:top w:val="none" w:sz="0" w:space="0" w:color="auto"/>
        <w:left w:val="none" w:sz="0" w:space="0" w:color="auto"/>
        <w:bottom w:val="none" w:sz="0" w:space="0" w:color="auto"/>
        <w:right w:val="none" w:sz="0" w:space="0" w:color="auto"/>
      </w:divBdr>
    </w:div>
    <w:div w:id="1197308466">
      <w:bodyDiv w:val="1"/>
      <w:marLeft w:val="0"/>
      <w:marRight w:val="0"/>
      <w:marTop w:val="0"/>
      <w:marBottom w:val="0"/>
      <w:divBdr>
        <w:top w:val="none" w:sz="0" w:space="0" w:color="auto"/>
        <w:left w:val="none" w:sz="0" w:space="0" w:color="auto"/>
        <w:bottom w:val="none" w:sz="0" w:space="0" w:color="auto"/>
        <w:right w:val="none" w:sz="0" w:space="0" w:color="auto"/>
      </w:divBdr>
    </w:div>
    <w:div w:id="1322344824">
      <w:bodyDiv w:val="1"/>
      <w:marLeft w:val="0"/>
      <w:marRight w:val="0"/>
      <w:marTop w:val="0"/>
      <w:marBottom w:val="0"/>
      <w:divBdr>
        <w:top w:val="none" w:sz="0" w:space="0" w:color="auto"/>
        <w:left w:val="none" w:sz="0" w:space="0" w:color="auto"/>
        <w:bottom w:val="none" w:sz="0" w:space="0" w:color="auto"/>
        <w:right w:val="none" w:sz="0" w:space="0" w:color="auto"/>
      </w:divBdr>
    </w:div>
    <w:div w:id="1392730073">
      <w:bodyDiv w:val="1"/>
      <w:marLeft w:val="0"/>
      <w:marRight w:val="0"/>
      <w:marTop w:val="0"/>
      <w:marBottom w:val="0"/>
      <w:divBdr>
        <w:top w:val="none" w:sz="0" w:space="0" w:color="auto"/>
        <w:left w:val="none" w:sz="0" w:space="0" w:color="auto"/>
        <w:bottom w:val="none" w:sz="0" w:space="0" w:color="auto"/>
        <w:right w:val="none" w:sz="0" w:space="0" w:color="auto"/>
      </w:divBdr>
    </w:div>
    <w:div w:id="1624996530">
      <w:bodyDiv w:val="1"/>
      <w:marLeft w:val="0"/>
      <w:marRight w:val="0"/>
      <w:marTop w:val="0"/>
      <w:marBottom w:val="0"/>
      <w:divBdr>
        <w:top w:val="none" w:sz="0" w:space="0" w:color="auto"/>
        <w:left w:val="none" w:sz="0" w:space="0" w:color="auto"/>
        <w:bottom w:val="none" w:sz="0" w:space="0" w:color="auto"/>
        <w:right w:val="none" w:sz="0" w:space="0" w:color="auto"/>
      </w:divBdr>
    </w:div>
    <w:div w:id="1640305000">
      <w:bodyDiv w:val="1"/>
      <w:marLeft w:val="0"/>
      <w:marRight w:val="0"/>
      <w:marTop w:val="0"/>
      <w:marBottom w:val="0"/>
      <w:divBdr>
        <w:top w:val="none" w:sz="0" w:space="0" w:color="auto"/>
        <w:left w:val="none" w:sz="0" w:space="0" w:color="auto"/>
        <w:bottom w:val="none" w:sz="0" w:space="0" w:color="auto"/>
        <w:right w:val="none" w:sz="0" w:space="0" w:color="auto"/>
      </w:divBdr>
      <w:divsChild>
        <w:div w:id="262878474">
          <w:blockQuote w:val="1"/>
          <w:marLeft w:val="150"/>
          <w:marRight w:val="150"/>
          <w:marTop w:val="150"/>
          <w:marBottom w:val="195"/>
          <w:divBdr>
            <w:top w:val="none" w:sz="0" w:space="0" w:color="auto"/>
            <w:left w:val="none" w:sz="0" w:space="10" w:color="auto"/>
            <w:bottom w:val="none" w:sz="0" w:space="0" w:color="auto"/>
            <w:right w:val="none" w:sz="0" w:space="10" w:color="auto"/>
          </w:divBdr>
        </w:div>
        <w:div w:id="1293512377">
          <w:blockQuote w:val="1"/>
          <w:marLeft w:val="150"/>
          <w:marRight w:val="150"/>
          <w:marTop w:val="150"/>
          <w:marBottom w:val="195"/>
          <w:divBdr>
            <w:top w:val="none" w:sz="0" w:space="0" w:color="auto"/>
            <w:left w:val="none" w:sz="0" w:space="10" w:color="auto"/>
            <w:bottom w:val="none" w:sz="0" w:space="0" w:color="auto"/>
            <w:right w:val="none" w:sz="0" w:space="10" w:color="auto"/>
          </w:divBdr>
        </w:div>
      </w:divsChild>
    </w:div>
    <w:div w:id="1701542637">
      <w:bodyDiv w:val="1"/>
      <w:marLeft w:val="0"/>
      <w:marRight w:val="0"/>
      <w:marTop w:val="0"/>
      <w:marBottom w:val="0"/>
      <w:divBdr>
        <w:top w:val="none" w:sz="0" w:space="0" w:color="auto"/>
        <w:left w:val="none" w:sz="0" w:space="0" w:color="auto"/>
        <w:bottom w:val="none" w:sz="0" w:space="0" w:color="auto"/>
        <w:right w:val="none" w:sz="0" w:space="0" w:color="auto"/>
      </w:divBdr>
    </w:div>
    <w:div w:id="1720321162">
      <w:bodyDiv w:val="1"/>
      <w:marLeft w:val="0"/>
      <w:marRight w:val="0"/>
      <w:marTop w:val="0"/>
      <w:marBottom w:val="0"/>
      <w:divBdr>
        <w:top w:val="none" w:sz="0" w:space="0" w:color="auto"/>
        <w:left w:val="none" w:sz="0" w:space="0" w:color="auto"/>
        <w:bottom w:val="none" w:sz="0" w:space="0" w:color="auto"/>
        <w:right w:val="none" w:sz="0" w:space="0" w:color="auto"/>
      </w:divBdr>
    </w:div>
    <w:div w:id="1766921432">
      <w:bodyDiv w:val="1"/>
      <w:marLeft w:val="0"/>
      <w:marRight w:val="0"/>
      <w:marTop w:val="0"/>
      <w:marBottom w:val="0"/>
      <w:divBdr>
        <w:top w:val="none" w:sz="0" w:space="0" w:color="auto"/>
        <w:left w:val="none" w:sz="0" w:space="0" w:color="auto"/>
        <w:bottom w:val="none" w:sz="0" w:space="0" w:color="auto"/>
        <w:right w:val="none" w:sz="0" w:space="0" w:color="auto"/>
      </w:divBdr>
    </w:div>
    <w:div w:id="1970621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caselaw.findlaw.com/nc-court-of-appeals/1503763.html" TargetMode="External"/><Relationship Id="rId20" Type="http://schemas.openxmlformats.org/officeDocument/2006/relationships/footer" Target="footer2.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www.duhaime.org/LegalDictionary/F/FirstDegreeMurder.aspx" TargetMode="External"/><Relationship Id="rId11" Type="http://schemas.openxmlformats.org/officeDocument/2006/relationships/hyperlink" Target="http://caselaw.findlaw.com/nc-court-of-appeals/1503763.html" TargetMode="External"/><Relationship Id="rId12" Type="http://schemas.openxmlformats.org/officeDocument/2006/relationships/hyperlink" Target="http://www.duhaime.org/LegalDictionary/F/FirstDegreeMurder.aspx" TargetMode="External"/><Relationship Id="rId13" Type="http://schemas.openxmlformats.org/officeDocument/2006/relationships/hyperlink" Target="http://caselaw.findlaw.com/nc-court-of-appeals/1503763.html" TargetMode="External"/><Relationship Id="rId14" Type="http://schemas.openxmlformats.org/officeDocument/2006/relationships/hyperlink" Target="http://www.duhaime.org/LegalDictionary/F/FirstDegreeMurder.aspx" TargetMode="External"/><Relationship Id="rId15" Type="http://schemas.openxmlformats.org/officeDocument/2006/relationships/hyperlink" Target="http://www.duhaime.org/LegalDictionary/F/FirstDegreeMurder.aspx" TargetMode="External"/><Relationship Id="rId16" Type="http://schemas.openxmlformats.org/officeDocument/2006/relationships/hyperlink" Target="http://www.duhaime.org/LegalDictionary/F/FirstDegreeMurder.aspx" TargetMode="External"/><Relationship Id="rId17" Type="http://schemas.openxmlformats.org/officeDocument/2006/relationships/hyperlink" Target="http://www.duhaime.org/LegalDictionary/F/FirstDegreeMurder.aspx" TargetMode="External"/><Relationship Id="rId18" Type="http://schemas.openxmlformats.org/officeDocument/2006/relationships/header" Target="header1.xml"/><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kuang:Downloads:Georgetown%20Debate%20-%20Mac.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6A6C4A-EF95-C842-B929-ABE436425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Georgetown Debate - Mac.dotm</Template>
  <TotalTime>2</TotalTime>
  <Pages>24</Pages>
  <Words>9255</Words>
  <Characters>52757</Characters>
  <Application>Microsoft Macintosh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Kuang</dc:creator>
  <cp:lastModifiedBy>Rebecca Kuang</cp:lastModifiedBy>
  <cp:revision>5</cp:revision>
  <cp:lastPrinted>2012-02-15T05:29:00Z</cp:lastPrinted>
  <dcterms:created xsi:type="dcterms:W3CDTF">2012-03-24T03:34:00Z</dcterms:created>
  <dcterms:modified xsi:type="dcterms:W3CDTF">2012-03-24T04:29:00Z</dcterms:modified>
</cp:coreProperties>
</file>